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58F" w:rsidRPr="00464232" w:rsidRDefault="0012758F">
      <w:pPr>
        <w:rPr>
          <w:rFonts w:ascii="Arial" w:hAnsi="Arial" w:cs="Arial"/>
          <w:sz w:val="18"/>
          <w:szCs w:val="18"/>
        </w:rPr>
      </w:pPr>
      <w:r w:rsidRPr="00464232">
        <w:rPr>
          <w:rFonts w:ascii="Arial" w:hAnsi="Arial" w:cs="Arial"/>
          <w:sz w:val="18"/>
          <w:szCs w:val="18"/>
        </w:rPr>
        <w:t xml:space="preserve">Календарное  планирование  2018  год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5"/>
        <w:gridCol w:w="6479"/>
        <w:gridCol w:w="985"/>
        <w:gridCol w:w="1292"/>
      </w:tblGrid>
      <w:tr w:rsidR="0012758F" w:rsidRPr="00464232" w:rsidTr="0012758F">
        <w:tc>
          <w:tcPr>
            <w:tcW w:w="815" w:type="dxa"/>
          </w:tcPr>
          <w:p w:rsidR="0012758F" w:rsidRPr="00464232" w:rsidRDefault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№</w:t>
            </w:r>
            <w:proofErr w:type="gramStart"/>
            <w:r w:rsidRPr="00464232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464232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6479" w:type="dxa"/>
          </w:tcPr>
          <w:p w:rsidR="0012758F" w:rsidRPr="00464232" w:rsidRDefault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Название  темы</w:t>
            </w:r>
          </w:p>
        </w:tc>
        <w:tc>
          <w:tcPr>
            <w:tcW w:w="985" w:type="dxa"/>
          </w:tcPr>
          <w:p w:rsidR="0012758F" w:rsidRPr="00464232" w:rsidRDefault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дата  по  плану</w:t>
            </w:r>
          </w:p>
        </w:tc>
        <w:tc>
          <w:tcPr>
            <w:tcW w:w="1292" w:type="dxa"/>
          </w:tcPr>
          <w:p w:rsidR="0012758F" w:rsidRPr="00464232" w:rsidRDefault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дата  фактически</w:t>
            </w: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Охрана труда. Спецодежда на уроках сельскохозяйственного труда.</w:t>
            </w:r>
          </w:p>
        </w:tc>
        <w:tc>
          <w:tcPr>
            <w:tcW w:w="985" w:type="dxa"/>
          </w:tcPr>
          <w:p w:rsidR="0012758F" w:rsidRPr="00FB5D24" w:rsidRDefault="00FB5D24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B5D24">
              <w:rPr>
                <w:rFonts w:ascii="Arial" w:hAnsi="Arial" w:cs="Arial"/>
                <w:color w:val="FF0000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Уборка клубней картофеля.</w:t>
            </w:r>
          </w:p>
        </w:tc>
        <w:tc>
          <w:tcPr>
            <w:tcW w:w="985" w:type="dxa"/>
          </w:tcPr>
          <w:p w:rsidR="0012758F" w:rsidRPr="00FB5D24" w:rsidRDefault="00FB5D24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B5D24">
              <w:rPr>
                <w:rFonts w:ascii="Arial" w:hAnsi="Arial" w:cs="Arial"/>
                <w:color w:val="FF0000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Уборка клубней картофеля.</w:t>
            </w:r>
          </w:p>
        </w:tc>
        <w:tc>
          <w:tcPr>
            <w:tcW w:w="985" w:type="dxa"/>
          </w:tcPr>
          <w:p w:rsidR="0012758F" w:rsidRPr="00FB5D24" w:rsidRDefault="00FB5D24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B5D24">
              <w:rPr>
                <w:rFonts w:ascii="Arial" w:hAnsi="Arial" w:cs="Arial"/>
                <w:color w:val="FF0000"/>
                <w:sz w:val="18"/>
                <w:szCs w:val="18"/>
              </w:rPr>
              <w:t>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Уборка клубней картофеля.</w:t>
            </w:r>
          </w:p>
        </w:tc>
        <w:tc>
          <w:tcPr>
            <w:tcW w:w="985" w:type="dxa"/>
          </w:tcPr>
          <w:p w:rsidR="0012758F" w:rsidRPr="00FB5D24" w:rsidRDefault="00FB5D24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B5D24">
              <w:rPr>
                <w:rFonts w:ascii="Arial" w:hAnsi="Arial" w:cs="Arial"/>
                <w:color w:val="FF0000"/>
                <w:sz w:val="18"/>
                <w:szCs w:val="18"/>
              </w:rPr>
              <w:t>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Уборка клубней картофеля.</w:t>
            </w:r>
          </w:p>
        </w:tc>
        <w:tc>
          <w:tcPr>
            <w:tcW w:w="985" w:type="dxa"/>
          </w:tcPr>
          <w:p w:rsidR="0012758F" w:rsidRPr="00FB5D24" w:rsidRDefault="00FB5D24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B5D24">
              <w:rPr>
                <w:rFonts w:ascii="Arial" w:hAnsi="Arial" w:cs="Arial"/>
                <w:color w:val="FF0000"/>
                <w:sz w:val="18"/>
                <w:szCs w:val="18"/>
              </w:rPr>
              <w:t>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Уборка клубней картофеля</w:t>
            </w:r>
          </w:p>
        </w:tc>
        <w:tc>
          <w:tcPr>
            <w:tcW w:w="985" w:type="dxa"/>
          </w:tcPr>
          <w:p w:rsidR="0012758F" w:rsidRPr="00FB5D24" w:rsidRDefault="00FB5D24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B5D24">
              <w:rPr>
                <w:rFonts w:ascii="Arial" w:hAnsi="Arial" w:cs="Arial"/>
                <w:color w:val="FF0000"/>
                <w:sz w:val="18"/>
                <w:szCs w:val="18"/>
              </w:rPr>
              <w:t>05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Закладка клубней картофеля на хранение.</w:t>
            </w:r>
          </w:p>
        </w:tc>
        <w:tc>
          <w:tcPr>
            <w:tcW w:w="985" w:type="dxa"/>
          </w:tcPr>
          <w:p w:rsidR="0012758F" w:rsidRPr="00FB5D24" w:rsidRDefault="00FB5D24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B5D24">
              <w:rPr>
                <w:rFonts w:ascii="Arial" w:hAnsi="Arial" w:cs="Arial"/>
                <w:color w:val="FF0000"/>
                <w:sz w:val="18"/>
                <w:szCs w:val="18"/>
              </w:rPr>
              <w:t>05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Закладка клубней картофеля на хранение.</w:t>
            </w:r>
          </w:p>
        </w:tc>
        <w:tc>
          <w:tcPr>
            <w:tcW w:w="985" w:type="dxa"/>
          </w:tcPr>
          <w:p w:rsidR="0012758F" w:rsidRPr="00FB5D24" w:rsidRDefault="00FB5D24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B5D24">
              <w:rPr>
                <w:rFonts w:ascii="Arial" w:hAnsi="Arial" w:cs="Arial"/>
                <w:color w:val="FF0000"/>
                <w:sz w:val="18"/>
                <w:szCs w:val="18"/>
              </w:rPr>
              <w:t>06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Закладка клубней картофеля на хранение.</w:t>
            </w:r>
          </w:p>
        </w:tc>
        <w:tc>
          <w:tcPr>
            <w:tcW w:w="985" w:type="dxa"/>
          </w:tcPr>
          <w:p w:rsidR="0012758F" w:rsidRPr="00FB5D24" w:rsidRDefault="00FB5D24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B5D24">
              <w:rPr>
                <w:rFonts w:ascii="Arial" w:hAnsi="Arial" w:cs="Arial"/>
                <w:color w:val="FF0000"/>
                <w:sz w:val="18"/>
                <w:szCs w:val="18"/>
              </w:rPr>
              <w:t>07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Закладка клубней картофеля на хранение.</w:t>
            </w:r>
          </w:p>
        </w:tc>
        <w:tc>
          <w:tcPr>
            <w:tcW w:w="985" w:type="dxa"/>
          </w:tcPr>
          <w:p w:rsidR="0012758F" w:rsidRPr="00FB5D24" w:rsidRDefault="00FB5D24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B5D24">
              <w:rPr>
                <w:rFonts w:ascii="Arial" w:hAnsi="Arial" w:cs="Arial"/>
                <w:color w:val="FF0000"/>
                <w:sz w:val="18"/>
                <w:szCs w:val="18"/>
              </w:rPr>
              <w:t>07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Уборка столовых корнеплодов.</w:t>
            </w:r>
          </w:p>
        </w:tc>
        <w:tc>
          <w:tcPr>
            <w:tcW w:w="985" w:type="dxa"/>
          </w:tcPr>
          <w:p w:rsidR="0012758F" w:rsidRPr="00FB5D24" w:rsidRDefault="00FB5D24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B5D24">
              <w:rPr>
                <w:rFonts w:ascii="Arial" w:hAnsi="Arial" w:cs="Arial"/>
                <w:color w:val="FF0000"/>
                <w:sz w:val="18"/>
                <w:szCs w:val="18"/>
              </w:rPr>
              <w:t>07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Уборка столовых корнеплодов.</w:t>
            </w:r>
          </w:p>
        </w:tc>
        <w:tc>
          <w:tcPr>
            <w:tcW w:w="985" w:type="dxa"/>
          </w:tcPr>
          <w:p w:rsidR="0012758F" w:rsidRPr="00464232" w:rsidRDefault="00FB5D24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Уборка столовых корнеплодов.</w:t>
            </w:r>
          </w:p>
        </w:tc>
        <w:tc>
          <w:tcPr>
            <w:tcW w:w="985" w:type="dxa"/>
          </w:tcPr>
          <w:p w:rsidR="0012758F" w:rsidRPr="00464232" w:rsidRDefault="00FB5D24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Уборка столовых корнеплодов.</w:t>
            </w:r>
          </w:p>
        </w:tc>
        <w:tc>
          <w:tcPr>
            <w:tcW w:w="985" w:type="dxa"/>
          </w:tcPr>
          <w:p w:rsidR="0012758F" w:rsidRPr="00464232" w:rsidRDefault="00FB5D24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Уборка столовых корнеплодов.</w:t>
            </w:r>
          </w:p>
        </w:tc>
        <w:tc>
          <w:tcPr>
            <w:tcW w:w="985" w:type="dxa"/>
          </w:tcPr>
          <w:p w:rsidR="0012758F" w:rsidRPr="00464232" w:rsidRDefault="00FB5D24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Закладка столовых корнеплодов на хранение.</w:t>
            </w:r>
          </w:p>
        </w:tc>
        <w:tc>
          <w:tcPr>
            <w:tcW w:w="985" w:type="dxa"/>
          </w:tcPr>
          <w:p w:rsidR="0012758F" w:rsidRPr="00464232" w:rsidRDefault="00FB5D24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Закладка столовых корнеплодов на хранение.</w:t>
            </w:r>
          </w:p>
        </w:tc>
        <w:tc>
          <w:tcPr>
            <w:tcW w:w="985" w:type="dxa"/>
          </w:tcPr>
          <w:p w:rsidR="0012758F" w:rsidRPr="00464232" w:rsidRDefault="00FB5D24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Закладка столовых корнеплодов на хранение.</w:t>
            </w:r>
          </w:p>
        </w:tc>
        <w:tc>
          <w:tcPr>
            <w:tcW w:w="985" w:type="dxa"/>
          </w:tcPr>
          <w:p w:rsidR="0012758F" w:rsidRPr="00464232" w:rsidRDefault="00FB5D24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Сбор семян цветов</w:t>
            </w:r>
          </w:p>
        </w:tc>
        <w:tc>
          <w:tcPr>
            <w:tcW w:w="985" w:type="dxa"/>
          </w:tcPr>
          <w:p w:rsidR="0012758F" w:rsidRPr="00464232" w:rsidRDefault="00FB5D24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Сбор семян цветов</w:t>
            </w:r>
          </w:p>
        </w:tc>
        <w:tc>
          <w:tcPr>
            <w:tcW w:w="985" w:type="dxa"/>
          </w:tcPr>
          <w:p w:rsidR="0012758F" w:rsidRPr="00464232" w:rsidRDefault="00FB5D24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Осенняя перекопка почвы.</w:t>
            </w:r>
          </w:p>
        </w:tc>
        <w:tc>
          <w:tcPr>
            <w:tcW w:w="985" w:type="dxa"/>
          </w:tcPr>
          <w:p w:rsidR="0012758F" w:rsidRPr="00464232" w:rsidRDefault="00FB5D24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Осенняя перекопка почвы.</w:t>
            </w:r>
          </w:p>
        </w:tc>
        <w:tc>
          <w:tcPr>
            <w:tcW w:w="985" w:type="dxa"/>
          </w:tcPr>
          <w:p w:rsidR="0012758F" w:rsidRPr="00464232" w:rsidRDefault="00FB5D24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Осенняя перекопка почвы.</w:t>
            </w:r>
          </w:p>
        </w:tc>
        <w:tc>
          <w:tcPr>
            <w:tcW w:w="985" w:type="dxa"/>
          </w:tcPr>
          <w:p w:rsidR="0012758F" w:rsidRPr="00FB5D24" w:rsidRDefault="00FB5D24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B5D24">
              <w:rPr>
                <w:rFonts w:ascii="Arial" w:hAnsi="Arial" w:cs="Arial"/>
                <w:color w:val="FF0000"/>
                <w:sz w:val="18"/>
                <w:szCs w:val="18"/>
              </w:rPr>
              <w:t>17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Осенняя перекопка почвы.</w:t>
            </w:r>
          </w:p>
        </w:tc>
        <w:tc>
          <w:tcPr>
            <w:tcW w:w="985" w:type="dxa"/>
          </w:tcPr>
          <w:p w:rsidR="0012758F" w:rsidRPr="00FB5D24" w:rsidRDefault="00FB5D24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B5D24">
              <w:rPr>
                <w:rFonts w:ascii="Arial" w:hAnsi="Arial" w:cs="Arial"/>
                <w:color w:val="FF0000"/>
                <w:sz w:val="18"/>
                <w:szCs w:val="18"/>
              </w:rPr>
              <w:t>17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Поражение томатов фитофторой, сбор пораженных плодов.</w:t>
            </w:r>
          </w:p>
        </w:tc>
        <w:tc>
          <w:tcPr>
            <w:tcW w:w="985" w:type="dxa"/>
          </w:tcPr>
          <w:p w:rsidR="0012758F" w:rsidRPr="00FB5D24" w:rsidRDefault="00FB5D24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B5D24">
              <w:rPr>
                <w:rFonts w:ascii="Arial" w:hAnsi="Arial" w:cs="Arial"/>
                <w:color w:val="FF0000"/>
                <w:sz w:val="18"/>
                <w:szCs w:val="18"/>
              </w:rPr>
              <w:t>18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Дозревание плодов и их переработка.</w:t>
            </w:r>
          </w:p>
        </w:tc>
        <w:tc>
          <w:tcPr>
            <w:tcW w:w="985" w:type="dxa"/>
          </w:tcPr>
          <w:p w:rsidR="0012758F" w:rsidRPr="00FB5D24" w:rsidRDefault="00FB5D24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B5D24">
              <w:rPr>
                <w:rFonts w:ascii="Arial" w:hAnsi="Arial" w:cs="Arial"/>
                <w:color w:val="FF0000"/>
                <w:sz w:val="18"/>
                <w:szCs w:val="18"/>
              </w:rPr>
              <w:t>18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Получение семян томата.</w:t>
            </w:r>
          </w:p>
        </w:tc>
        <w:tc>
          <w:tcPr>
            <w:tcW w:w="985" w:type="dxa"/>
          </w:tcPr>
          <w:p w:rsidR="0012758F" w:rsidRPr="00FB5D24" w:rsidRDefault="00FB5D24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B5D24">
              <w:rPr>
                <w:rFonts w:ascii="Arial" w:hAnsi="Arial" w:cs="Arial"/>
                <w:color w:val="FF0000"/>
                <w:sz w:val="18"/>
                <w:szCs w:val="18"/>
              </w:rPr>
              <w:t>18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Внешние признаки семенных огурцов.</w:t>
            </w:r>
          </w:p>
        </w:tc>
        <w:tc>
          <w:tcPr>
            <w:tcW w:w="985" w:type="dxa"/>
          </w:tcPr>
          <w:p w:rsidR="0012758F" w:rsidRPr="00FB5D24" w:rsidRDefault="00FB5D24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B5D24">
              <w:rPr>
                <w:rFonts w:ascii="Arial" w:hAnsi="Arial" w:cs="Arial"/>
                <w:color w:val="FF0000"/>
                <w:sz w:val="18"/>
                <w:szCs w:val="18"/>
              </w:rPr>
              <w:t>19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Признаки созревания семенных огурцов, приемы их хранения.</w:t>
            </w:r>
          </w:p>
        </w:tc>
        <w:tc>
          <w:tcPr>
            <w:tcW w:w="985" w:type="dxa"/>
          </w:tcPr>
          <w:p w:rsidR="0012758F" w:rsidRPr="00FB5D24" w:rsidRDefault="00FB5D24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B5D24">
              <w:rPr>
                <w:rFonts w:ascii="Arial" w:hAnsi="Arial" w:cs="Arial"/>
                <w:color w:val="FF0000"/>
                <w:sz w:val="18"/>
                <w:szCs w:val="18"/>
              </w:rPr>
              <w:t>19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Правила извлечения семян. </w:t>
            </w:r>
          </w:p>
        </w:tc>
        <w:tc>
          <w:tcPr>
            <w:tcW w:w="985" w:type="dxa"/>
          </w:tcPr>
          <w:p w:rsidR="0012758F" w:rsidRPr="00FB5D24" w:rsidRDefault="00FB5D24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B5D24">
              <w:rPr>
                <w:rFonts w:ascii="Arial" w:hAnsi="Arial" w:cs="Arial"/>
                <w:color w:val="FF0000"/>
                <w:sz w:val="18"/>
                <w:szCs w:val="18"/>
              </w:rPr>
              <w:t>20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Признаки однолетнего прироста плодового дерева.</w:t>
            </w:r>
          </w:p>
        </w:tc>
        <w:tc>
          <w:tcPr>
            <w:tcW w:w="985" w:type="dxa"/>
          </w:tcPr>
          <w:p w:rsidR="0012758F" w:rsidRPr="00FB5D24" w:rsidRDefault="00FB5D24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B5D24">
              <w:rPr>
                <w:rFonts w:ascii="Arial" w:hAnsi="Arial" w:cs="Arial"/>
                <w:color w:val="FF0000"/>
                <w:sz w:val="18"/>
                <w:szCs w:val="18"/>
              </w:rPr>
              <w:t>21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Проверка состояния молодых посадок плодовых деревьев</w:t>
            </w:r>
          </w:p>
        </w:tc>
        <w:tc>
          <w:tcPr>
            <w:tcW w:w="985" w:type="dxa"/>
          </w:tcPr>
          <w:p w:rsidR="0012758F" w:rsidRPr="00FB5D24" w:rsidRDefault="00FB5D24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B5D24">
              <w:rPr>
                <w:rFonts w:ascii="Arial" w:hAnsi="Arial" w:cs="Arial"/>
                <w:color w:val="FF0000"/>
                <w:sz w:val="18"/>
                <w:szCs w:val="18"/>
              </w:rPr>
              <w:t>21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Уход за молодым неплодоносящим садом</w:t>
            </w:r>
          </w:p>
        </w:tc>
        <w:tc>
          <w:tcPr>
            <w:tcW w:w="985" w:type="dxa"/>
          </w:tcPr>
          <w:p w:rsidR="0012758F" w:rsidRPr="00FB5D24" w:rsidRDefault="00FB5D24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B5D24">
              <w:rPr>
                <w:rFonts w:ascii="Arial" w:hAnsi="Arial" w:cs="Arial"/>
                <w:color w:val="FF0000"/>
                <w:sz w:val="18"/>
                <w:szCs w:val="18"/>
              </w:rPr>
              <w:t>21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Грызуны-вредители молодого сада.</w:t>
            </w:r>
          </w:p>
        </w:tc>
        <w:tc>
          <w:tcPr>
            <w:tcW w:w="985" w:type="dxa"/>
          </w:tcPr>
          <w:p w:rsidR="0012758F" w:rsidRPr="00464232" w:rsidRDefault="00FB5D24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Борьба с грызунами.</w:t>
            </w:r>
          </w:p>
        </w:tc>
        <w:tc>
          <w:tcPr>
            <w:tcW w:w="985" w:type="dxa"/>
          </w:tcPr>
          <w:p w:rsidR="0012758F" w:rsidRPr="00464232" w:rsidRDefault="0026650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Сроки установки  защитных приспособлений.</w:t>
            </w:r>
          </w:p>
        </w:tc>
        <w:tc>
          <w:tcPr>
            <w:tcW w:w="985" w:type="dxa"/>
          </w:tcPr>
          <w:p w:rsidR="0012758F" w:rsidRPr="00464232" w:rsidRDefault="0026650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Значение пастьбы для животных.</w:t>
            </w:r>
          </w:p>
        </w:tc>
        <w:tc>
          <w:tcPr>
            <w:tcW w:w="985" w:type="dxa"/>
          </w:tcPr>
          <w:p w:rsidR="0012758F" w:rsidRPr="00464232" w:rsidRDefault="0026650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Пастбище.</w:t>
            </w:r>
          </w:p>
        </w:tc>
        <w:tc>
          <w:tcPr>
            <w:tcW w:w="985" w:type="dxa"/>
          </w:tcPr>
          <w:p w:rsidR="0012758F" w:rsidRPr="00464232" w:rsidRDefault="0026650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Правила о пастьбе.</w:t>
            </w:r>
          </w:p>
        </w:tc>
        <w:tc>
          <w:tcPr>
            <w:tcW w:w="985" w:type="dxa"/>
          </w:tcPr>
          <w:p w:rsidR="0012758F" w:rsidRPr="00464232" w:rsidRDefault="0026650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Поение и обращение с животными на пастбище.</w:t>
            </w:r>
          </w:p>
        </w:tc>
        <w:tc>
          <w:tcPr>
            <w:tcW w:w="985" w:type="dxa"/>
          </w:tcPr>
          <w:p w:rsidR="0012758F" w:rsidRPr="00464232" w:rsidRDefault="0026650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Кормовые травы пастбищ.</w:t>
            </w:r>
          </w:p>
        </w:tc>
        <w:tc>
          <w:tcPr>
            <w:tcW w:w="985" w:type="dxa"/>
          </w:tcPr>
          <w:p w:rsidR="0012758F" w:rsidRPr="00464232" w:rsidRDefault="0026650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Ядовитые травы пастбищ.</w:t>
            </w:r>
          </w:p>
        </w:tc>
        <w:tc>
          <w:tcPr>
            <w:tcW w:w="985" w:type="dxa"/>
          </w:tcPr>
          <w:p w:rsidR="0012758F" w:rsidRPr="00464232" w:rsidRDefault="00FB5D24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Способы пастьбы</w:t>
            </w:r>
          </w:p>
        </w:tc>
        <w:tc>
          <w:tcPr>
            <w:tcW w:w="985" w:type="dxa"/>
          </w:tcPr>
          <w:p w:rsidR="0012758F" w:rsidRPr="00464232" w:rsidRDefault="00FB5D24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Пастьба коров.</w:t>
            </w:r>
          </w:p>
        </w:tc>
        <w:tc>
          <w:tcPr>
            <w:tcW w:w="985" w:type="dxa"/>
          </w:tcPr>
          <w:p w:rsidR="0012758F" w:rsidRPr="00464232" w:rsidRDefault="00FB5D24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Основные правила производственной санитарии.</w:t>
            </w:r>
          </w:p>
        </w:tc>
        <w:tc>
          <w:tcPr>
            <w:tcW w:w="985" w:type="dxa"/>
          </w:tcPr>
          <w:p w:rsidR="0012758F" w:rsidRPr="0026650B" w:rsidRDefault="0026650B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6650B">
              <w:rPr>
                <w:rFonts w:ascii="Arial" w:hAnsi="Arial" w:cs="Arial"/>
                <w:color w:val="FF0000"/>
                <w:sz w:val="18"/>
                <w:szCs w:val="18"/>
              </w:rPr>
              <w:t>01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Молочный отдел фермы и его назначение.</w:t>
            </w:r>
          </w:p>
        </w:tc>
        <w:tc>
          <w:tcPr>
            <w:tcW w:w="985" w:type="dxa"/>
          </w:tcPr>
          <w:p w:rsidR="0012758F" w:rsidRPr="0026650B" w:rsidRDefault="0026650B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6650B">
              <w:rPr>
                <w:rFonts w:ascii="Arial" w:hAnsi="Arial" w:cs="Arial"/>
                <w:color w:val="FF0000"/>
                <w:sz w:val="18"/>
                <w:szCs w:val="18"/>
              </w:rPr>
              <w:t>01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Моечный отдел фермы и его назначение.</w:t>
            </w:r>
          </w:p>
        </w:tc>
        <w:tc>
          <w:tcPr>
            <w:tcW w:w="985" w:type="dxa"/>
          </w:tcPr>
          <w:p w:rsidR="0012758F" w:rsidRPr="0026650B" w:rsidRDefault="0026650B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6650B">
              <w:rPr>
                <w:rFonts w:ascii="Arial" w:hAnsi="Arial" w:cs="Arial"/>
                <w:color w:val="FF0000"/>
                <w:sz w:val="18"/>
                <w:szCs w:val="18"/>
              </w:rPr>
              <w:t>02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Санитарные требования к содержанию коров в помещении.</w:t>
            </w:r>
          </w:p>
        </w:tc>
        <w:tc>
          <w:tcPr>
            <w:tcW w:w="985" w:type="dxa"/>
          </w:tcPr>
          <w:p w:rsidR="0012758F" w:rsidRPr="0026650B" w:rsidRDefault="0026650B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6650B">
              <w:rPr>
                <w:rFonts w:ascii="Arial" w:hAnsi="Arial" w:cs="Arial"/>
                <w:color w:val="FF0000"/>
                <w:sz w:val="18"/>
                <w:szCs w:val="18"/>
              </w:rPr>
              <w:t>02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Санитарные требования к содержанию коров в коровнике.</w:t>
            </w:r>
          </w:p>
        </w:tc>
        <w:tc>
          <w:tcPr>
            <w:tcW w:w="985" w:type="dxa"/>
          </w:tcPr>
          <w:p w:rsidR="0012758F" w:rsidRPr="0026650B" w:rsidRDefault="0026650B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6650B">
              <w:rPr>
                <w:rFonts w:ascii="Arial" w:hAnsi="Arial" w:cs="Arial"/>
                <w:color w:val="FF0000"/>
                <w:sz w:val="18"/>
                <w:szCs w:val="18"/>
              </w:rPr>
              <w:t>02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Санитарные требования к содержанию коров в доильном зале.</w:t>
            </w:r>
          </w:p>
        </w:tc>
        <w:tc>
          <w:tcPr>
            <w:tcW w:w="985" w:type="dxa"/>
          </w:tcPr>
          <w:p w:rsidR="0012758F" w:rsidRPr="0026650B" w:rsidRDefault="0026650B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6650B">
              <w:rPr>
                <w:rFonts w:ascii="Arial" w:hAnsi="Arial" w:cs="Arial"/>
                <w:color w:val="FF0000"/>
                <w:sz w:val="18"/>
                <w:szCs w:val="18"/>
              </w:rPr>
              <w:t>03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Спецодежда доярки</w:t>
            </w:r>
          </w:p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( дояра).</w:t>
            </w:r>
          </w:p>
        </w:tc>
        <w:tc>
          <w:tcPr>
            <w:tcW w:w="985" w:type="dxa"/>
          </w:tcPr>
          <w:p w:rsidR="0012758F" w:rsidRPr="0026650B" w:rsidRDefault="0026650B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6650B">
              <w:rPr>
                <w:rFonts w:ascii="Arial" w:hAnsi="Arial" w:cs="Arial"/>
                <w:color w:val="FF0000"/>
                <w:sz w:val="18"/>
                <w:szCs w:val="18"/>
              </w:rPr>
              <w:t>03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Личная гигиена доярки (дояра)</w:t>
            </w:r>
          </w:p>
        </w:tc>
        <w:tc>
          <w:tcPr>
            <w:tcW w:w="985" w:type="dxa"/>
          </w:tcPr>
          <w:p w:rsidR="0012758F" w:rsidRPr="0026650B" w:rsidRDefault="0026650B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6650B">
              <w:rPr>
                <w:rFonts w:ascii="Arial" w:hAnsi="Arial" w:cs="Arial"/>
                <w:color w:val="FF0000"/>
                <w:sz w:val="18"/>
                <w:szCs w:val="18"/>
              </w:rPr>
              <w:t>04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Профилактика  микротравм рук доярки </w:t>
            </w:r>
            <w:proofErr w:type="gramStart"/>
            <w:r w:rsidRPr="00464232">
              <w:rPr>
                <w:rFonts w:ascii="Arial" w:hAnsi="Arial" w:cs="Arial"/>
                <w:sz w:val="18"/>
                <w:szCs w:val="18"/>
              </w:rPr>
              <w:t xml:space="preserve">( </w:t>
            </w:r>
            <w:proofErr w:type="gramEnd"/>
            <w:r w:rsidRPr="00464232">
              <w:rPr>
                <w:rFonts w:ascii="Arial" w:hAnsi="Arial" w:cs="Arial"/>
                <w:sz w:val="18"/>
                <w:szCs w:val="18"/>
              </w:rPr>
              <w:t>дояра).</w:t>
            </w:r>
          </w:p>
        </w:tc>
        <w:tc>
          <w:tcPr>
            <w:tcW w:w="985" w:type="dxa"/>
          </w:tcPr>
          <w:p w:rsidR="0012758F" w:rsidRPr="0026650B" w:rsidRDefault="0026650B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6650B">
              <w:rPr>
                <w:rFonts w:ascii="Arial" w:hAnsi="Arial" w:cs="Arial"/>
                <w:color w:val="FF0000"/>
                <w:sz w:val="18"/>
                <w:szCs w:val="18"/>
              </w:rPr>
              <w:t>05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Значение правил личной гигиены доярки </w:t>
            </w:r>
            <w:proofErr w:type="gramStart"/>
            <w:r w:rsidRPr="00464232">
              <w:rPr>
                <w:rFonts w:ascii="Arial" w:hAnsi="Arial" w:cs="Arial"/>
                <w:sz w:val="18"/>
                <w:szCs w:val="18"/>
              </w:rPr>
              <w:t xml:space="preserve">( </w:t>
            </w:r>
            <w:proofErr w:type="gramEnd"/>
            <w:r w:rsidRPr="00464232">
              <w:rPr>
                <w:rFonts w:ascii="Arial" w:hAnsi="Arial" w:cs="Arial"/>
                <w:sz w:val="18"/>
                <w:szCs w:val="18"/>
              </w:rPr>
              <w:t>дояра).</w:t>
            </w:r>
          </w:p>
        </w:tc>
        <w:tc>
          <w:tcPr>
            <w:tcW w:w="985" w:type="dxa"/>
          </w:tcPr>
          <w:p w:rsidR="0012758F" w:rsidRPr="0026650B" w:rsidRDefault="0026650B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6650B">
              <w:rPr>
                <w:rFonts w:ascii="Arial" w:hAnsi="Arial" w:cs="Arial"/>
                <w:color w:val="FF0000"/>
                <w:sz w:val="18"/>
                <w:szCs w:val="18"/>
              </w:rPr>
              <w:t>05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Внешнее строение бычков.</w:t>
            </w:r>
          </w:p>
        </w:tc>
        <w:tc>
          <w:tcPr>
            <w:tcW w:w="985" w:type="dxa"/>
          </w:tcPr>
          <w:p w:rsidR="0012758F" w:rsidRPr="0026650B" w:rsidRDefault="0026650B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6650B">
              <w:rPr>
                <w:rFonts w:ascii="Arial" w:hAnsi="Arial" w:cs="Arial"/>
                <w:color w:val="FF0000"/>
                <w:sz w:val="18"/>
                <w:szCs w:val="18"/>
              </w:rPr>
              <w:t>05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Особенности внешнего строения телочек.</w:t>
            </w:r>
          </w:p>
        </w:tc>
        <w:tc>
          <w:tcPr>
            <w:tcW w:w="985" w:type="dxa"/>
          </w:tcPr>
          <w:p w:rsidR="0012758F" w:rsidRPr="0026650B" w:rsidRDefault="0026650B" w:rsidP="001275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6650B">
              <w:rPr>
                <w:rFonts w:ascii="Arial" w:hAnsi="Arial" w:cs="Arial"/>
                <w:color w:val="000000" w:themeColor="text1"/>
                <w:sz w:val="18"/>
                <w:szCs w:val="18"/>
              </w:rPr>
              <w:t>08.10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Сроки возрастного раздела молодняка.</w:t>
            </w:r>
          </w:p>
        </w:tc>
        <w:tc>
          <w:tcPr>
            <w:tcW w:w="985" w:type="dxa"/>
          </w:tcPr>
          <w:p w:rsidR="0012758F" w:rsidRPr="0026650B" w:rsidRDefault="0026650B" w:rsidP="001275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6650B">
              <w:rPr>
                <w:rFonts w:ascii="Arial" w:hAnsi="Arial" w:cs="Arial"/>
                <w:color w:val="000000" w:themeColor="text1"/>
                <w:sz w:val="18"/>
                <w:szCs w:val="18"/>
              </w:rPr>
              <w:t>08.10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Постановка бычка на откорм.</w:t>
            </w:r>
          </w:p>
        </w:tc>
        <w:tc>
          <w:tcPr>
            <w:tcW w:w="985" w:type="dxa"/>
          </w:tcPr>
          <w:p w:rsidR="0012758F" w:rsidRPr="0026650B" w:rsidRDefault="0026650B" w:rsidP="001275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6650B">
              <w:rPr>
                <w:rFonts w:ascii="Arial" w:hAnsi="Arial" w:cs="Arial"/>
                <w:color w:val="000000" w:themeColor="text1"/>
                <w:sz w:val="18"/>
                <w:szCs w:val="18"/>
              </w:rPr>
              <w:t>09.10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Выращивание телок для дойного стада.</w:t>
            </w:r>
          </w:p>
        </w:tc>
        <w:tc>
          <w:tcPr>
            <w:tcW w:w="985" w:type="dxa"/>
          </w:tcPr>
          <w:p w:rsidR="0012758F" w:rsidRPr="0026650B" w:rsidRDefault="0026650B" w:rsidP="001275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6650B">
              <w:rPr>
                <w:rFonts w:ascii="Arial" w:hAnsi="Arial" w:cs="Arial"/>
                <w:color w:val="000000" w:themeColor="text1"/>
                <w:sz w:val="18"/>
                <w:szCs w:val="18"/>
              </w:rPr>
              <w:t>09.10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Содержание откормочного молодняка.</w:t>
            </w:r>
          </w:p>
        </w:tc>
        <w:tc>
          <w:tcPr>
            <w:tcW w:w="985" w:type="dxa"/>
          </w:tcPr>
          <w:p w:rsidR="0012758F" w:rsidRPr="0026650B" w:rsidRDefault="0026650B" w:rsidP="001275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6650B">
              <w:rPr>
                <w:rFonts w:ascii="Arial" w:hAnsi="Arial" w:cs="Arial"/>
                <w:color w:val="000000" w:themeColor="text1"/>
                <w:sz w:val="18"/>
                <w:szCs w:val="18"/>
              </w:rPr>
              <w:t>09.10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Нормы кормления.</w:t>
            </w:r>
          </w:p>
        </w:tc>
        <w:tc>
          <w:tcPr>
            <w:tcW w:w="985" w:type="dxa"/>
          </w:tcPr>
          <w:p w:rsidR="0012758F" w:rsidRPr="0026650B" w:rsidRDefault="0026650B" w:rsidP="001275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6650B">
              <w:rPr>
                <w:rFonts w:ascii="Arial" w:hAnsi="Arial" w:cs="Arial"/>
                <w:color w:val="000000" w:themeColor="text1"/>
                <w:sz w:val="18"/>
                <w:szCs w:val="18"/>
              </w:rPr>
              <w:t>10.10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Рацион кормления.</w:t>
            </w:r>
          </w:p>
        </w:tc>
        <w:tc>
          <w:tcPr>
            <w:tcW w:w="985" w:type="dxa"/>
          </w:tcPr>
          <w:p w:rsidR="0012758F" w:rsidRPr="0026650B" w:rsidRDefault="0026650B" w:rsidP="001275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6650B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Поение животных.</w:t>
            </w:r>
          </w:p>
        </w:tc>
        <w:tc>
          <w:tcPr>
            <w:tcW w:w="985" w:type="dxa"/>
          </w:tcPr>
          <w:p w:rsidR="0012758F" w:rsidRPr="0026650B" w:rsidRDefault="0026650B" w:rsidP="001275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6650B">
              <w:rPr>
                <w:rFonts w:ascii="Arial" w:hAnsi="Arial" w:cs="Arial"/>
                <w:color w:val="000000" w:themeColor="text1"/>
                <w:sz w:val="18"/>
                <w:szCs w:val="18"/>
              </w:rPr>
              <w:t>11.10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Окончание откорма.</w:t>
            </w:r>
          </w:p>
        </w:tc>
        <w:tc>
          <w:tcPr>
            <w:tcW w:w="985" w:type="dxa"/>
          </w:tcPr>
          <w:p w:rsidR="0012758F" w:rsidRPr="0026650B" w:rsidRDefault="0026650B" w:rsidP="001275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6650B">
              <w:rPr>
                <w:rFonts w:ascii="Arial" w:hAnsi="Arial" w:cs="Arial"/>
                <w:color w:val="000000" w:themeColor="text1"/>
                <w:sz w:val="18"/>
                <w:szCs w:val="18"/>
              </w:rPr>
              <w:t>12.10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Машинное доение коров.</w:t>
            </w:r>
          </w:p>
        </w:tc>
        <w:tc>
          <w:tcPr>
            <w:tcW w:w="985" w:type="dxa"/>
          </w:tcPr>
          <w:p w:rsidR="0012758F" w:rsidRPr="0026650B" w:rsidRDefault="0026650B" w:rsidP="001275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6650B">
              <w:rPr>
                <w:rFonts w:ascii="Arial" w:hAnsi="Arial" w:cs="Arial"/>
                <w:color w:val="000000" w:themeColor="text1"/>
                <w:sz w:val="18"/>
                <w:szCs w:val="18"/>
              </w:rPr>
              <w:t>12.10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Отделение машинной дойки.</w:t>
            </w:r>
          </w:p>
        </w:tc>
        <w:tc>
          <w:tcPr>
            <w:tcW w:w="985" w:type="dxa"/>
          </w:tcPr>
          <w:p w:rsidR="0012758F" w:rsidRPr="0026650B" w:rsidRDefault="0026650B" w:rsidP="001275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6650B">
              <w:rPr>
                <w:rFonts w:ascii="Arial" w:hAnsi="Arial" w:cs="Arial"/>
                <w:color w:val="000000" w:themeColor="text1"/>
                <w:sz w:val="18"/>
                <w:szCs w:val="18"/>
              </w:rPr>
              <w:t>12.10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Внешний вид доильного аппарата.</w:t>
            </w:r>
          </w:p>
        </w:tc>
        <w:tc>
          <w:tcPr>
            <w:tcW w:w="985" w:type="dxa"/>
          </w:tcPr>
          <w:p w:rsidR="0012758F" w:rsidRPr="00464232" w:rsidRDefault="0026650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Составные части доильного аппарата.</w:t>
            </w:r>
          </w:p>
        </w:tc>
        <w:tc>
          <w:tcPr>
            <w:tcW w:w="985" w:type="dxa"/>
          </w:tcPr>
          <w:p w:rsidR="0012758F" w:rsidRPr="00464232" w:rsidRDefault="0026650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Доильные стаканы и их назначение.</w:t>
            </w:r>
          </w:p>
        </w:tc>
        <w:tc>
          <w:tcPr>
            <w:tcW w:w="985" w:type="dxa"/>
          </w:tcPr>
          <w:p w:rsidR="0012758F" w:rsidRPr="00464232" w:rsidRDefault="0026650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Пульсатор и </w:t>
            </w:r>
            <w:proofErr w:type="gramStart"/>
            <w:r w:rsidRPr="00464232">
              <w:rPr>
                <w:rFonts w:ascii="Arial" w:hAnsi="Arial" w:cs="Arial"/>
                <w:sz w:val="18"/>
                <w:szCs w:val="18"/>
              </w:rPr>
              <w:t>коллектор</w:t>
            </w:r>
            <w:proofErr w:type="gramEnd"/>
            <w:r w:rsidRPr="00464232">
              <w:rPr>
                <w:rFonts w:ascii="Arial" w:hAnsi="Arial" w:cs="Arial"/>
                <w:sz w:val="18"/>
                <w:szCs w:val="18"/>
              </w:rPr>
              <w:t xml:space="preserve"> и их значение.</w:t>
            </w:r>
          </w:p>
        </w:tc>
        <w:tc>
          <w:tcPr>
            <w:tcW w:w="985" w:type="dxa"/>
          </w:tcPr>
          <w:p w:rsidR="0012758F" w:rsidRPr="00464232" w:rsidRDefault="0026650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Устройство для подключения к молокопроводу и его назначение.</w:t>
            </w:r>
          </w:p>
        </w:tc>
        <w:tc>
          <w:tcPr>
            <w:tcW w:w="985" w:type="dxa"/>
          </w:tcPr>
          <w:p w:rsidR="0012758F" w:rsidRPr="00464232" w:rsidRDefault="0026650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Ручное доение коров.</w:t>
            </w:r>
          </w:p>
        </w:tc>
        <w:tc>
          <w:tcPr>
            <w:tcW w:w="985" w:type="dxa"/>
          </w:tcPr>
          <w:p w:rsidR="0012758F" w:rsidRPr="00464232" w:rsidRDefault="0026650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Простейшая переработка молока.</w:t>
            </w:r>
          </w:p>
        </w:tc>
        <w:tc>
          <w:tcPr>
            <w:tcW w:w="985" w:type="dxa"/>
          </w:tcPr>
          <w:p w:rsidR="0012758F" w:rsidRPr="00464232" w:rsidRDefault="0026650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Уход за молочной посудой.</w:t>
            </w:r>
          </w:p>
        </w:tc>
        <w:tc>
          <w:tcPr>
            <w:tcW w:w="985" w:type="dxa"/>
          </w:tcPr>
          <w:p w:rsidR="0012758F" w:rsidRPr="00464232" w:rsidRDefault="0026650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Молочно-товарная ферма.</w:t>
            </w:r>
          </w:p>
        </w:tc>
        <w:tc>
          <w:tcPr>
            <w:tcW w:w="985" w:type="dxa"/>
          </w:tcPr>
          <w:p w:rsidR="0012758F" w:rsidRPr="00464232" w:rsidRDefault="0026650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Разборка и сборка доильного аппарата.</w:t>
            </w:r>
          </w:p>
        </w:tc>
        <w:tc>
          <w:tcPr>
            <w:tcW w:w="985" w:type="dxa"/>
          </w:tcPr>
          <w:p w:rsidR="0012758F" w:rsidRPr="00464232" w:rsidRDefault="0026650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Доильные аппараты с автоматическим управлением режимом доения.</w:t>
            </w:r>
          </w:p>
        </w:tc>
        <w:tc>
          <w:tcPr>
            <w:tcW w:w="985" w:type="dxa"/>
          </w:tcPr>
          <w:p w:rsidR="0012758F" w:rsidRPr="00464232" w:rsidRDefault="0026650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Доильные автоматизированные установки.</w:t>
            </w:r>
          </w:p>
        </w:tc>
        <w:tc>
          <w:tcPr>
            <w:tcW w:w="985" w:type="dxa"/>
          </w:tcPr>
          <w:p w:rsidR="0012758F" w:rsidRPr="00EB1154" w:rsidRDefault="00EB1154" w:rsidP="001275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B1154">
              <w:rPr>
                <w:rFonts w:ascii="Arial" w:hAnsi="Arial" w:cs="Arial"/>
                <w:color w:val="000000" w:themeColor="text1"/>
                <w:sz w:val="18"/>
                <w:szCs w:val="18"/>
              </w:rPr>
              <w:t>22.10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Машинное  доение коров двумя доильными аппаратами</w:t>
            </w:r>
          </w:p>
        </w:tc>
        <w:tc>
          <w:tcPr>
            <w:tcW w:w="985" w:type="dxa"/>
          </w:tcPr>
          <w:p w:rsidR="0012758F" w:rsidRPr="00EB1154" w:rsidRDefault="00EB1154" w:rsidP="001275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B1154">
              <w:rPr>
                <w:rFonts w:ascii="Arial" w:hAnsi="Arial" w:cs="Arial"/>
                <w:color w:val="000000" w:themeColor="text1"/>
                <w:sz w:val="18"/>
                <w:szCs w:val="18"/>
              </w:rPr>
              <w:t>22.10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Признаки близкого отела коров.</w:t>
            </w:r>
          </w:p>
        </w:tc>
        <w:tc>
          <w:tcPr>
            <w:tcW w:w="985" w:type="dxa"/>
          </w:tcPr>
          <w:p w:rsidR="0012758F" w:rsidRPr="00EB1154" w:rsidRDefault="00EB1154" w:rsidP="001275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B1154">
              <w:rPr>
                <w:rFonts w:ascii="Arial" w:hAnsi="Arial" w:cs="Arial"/>
                <w:color w:val="000000" w:themeColor="text1"/>
                <w:sz w:val="18"/>
                <w:szCs w:val="18"/>
              </w:rPr>
              <w:t>23.10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Кормление коровы накануне отела, после отела, в период раздоя.</w:t>
            </w:r>
          </w:p>
        </w:tc>
        <w:tc>
          <w:tcPr>
            <w:tcW w:w="985" w:type="dxa"/>
          </w:tcPr>
          <w:p w:rsidR="0012758F" w:rsidRPr="00EB1154" w:rsidRDefault="00EB1154" w:rsidP="001275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B1154">
              <w:rPr>
                <w:rFonts w:ascii="Arial" w:hAnsi="Arial" w:cs="Arial"/>
                <w:color w:val="000000" w:themeColor="text1"/>
                <w:sz w:val="18"/>
                <w:szCs w:val="18"/>
              </w:rPr>
              <w:t>23.10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Раздой коровы.</w:t>
            </w:r>
          </w:p>
        </w:tc>
        <w:tc>
          <w:tcPr>
            <w:tcW w:w="985" w:type="dxa"/>
          </w:tcPr>
          <w:p w:rsidR="0012758F" w:rsidRPr="00EB1154" w:rsidRDefault="00EB1154" w:rsidP="001275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B1154">
              <w:rPr>
                <w:rFonts w:ascii="Arial" w:hAnsi="Arial" w:cs="Arial"/>
                <w:color w:val="000000" w:themeColor="text1"/>
                <w:sz w:val="18"/>
                <w:szCs w:val="18"/>
              </w:rPr>
              <w:t>23.10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Кратность доения при раздое.</w:t>
            </w:r>
          </w:p>
        </w:tc>
        <w:tc>
          <w:tcPr>
            <w:tcW w:w="985" w:type="dxa"/>
          </w:tcPr>
          <w:p w:rsidR="0012758F" w:rsidRPr="00EB1154" w:rsidRDefault="00EB1154" w:rsidP="001275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B1154">
              <w:rPr>
                <w:rFonts w:ascii="Arial" w:hAnsi="Arial" w:cs="Arial"/>
                <w:color w:val="000000" w:themeColor="text1"/>
                <w:sz w:val="18"/>
                <w:szCs w:val="18"/>
              </w:rPr>
              <w:t>24.10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Молозиво.</w:t>
            </w:r>
          </w:p>
        </w:tc>
        <w:tc>
          <w:tcPr>
            <w:tcW w:w="985" w:type="dxa"/>
          </w:tcPr>
          <w:p w:rsidR="0012758F" w:rsidRPr="00EB1154" w:rsidRDefault="00EB1154" w:rsidP="001275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B1154">
              <w:rPr>
                <w:rFonts w:ascii="Arial" w:hAnsi="Arial" w:cs="Arial"/>
                <w:color w:val="000000" w:themeColor="text1"/>
                <w:sz w:val="18"/>
                <w:szCs w:val="18"/>
              </w:rPr>
              <w:t>24.10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Необходимость скармливания молозива теленку.</w:t>
            </w:r>
          </w:p>
        </w:tc>
        <w:tc>
          <w:tcPr>
            <w:tcW w:w="985" w:type="dxa"/>
          </w:tcPr>
          <w:p w:rsidR="0012758F" w:rsidRPr="00EB1154" w:rsidRDefault="00EB1154" w:rsidP="001275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B1154">
              <w:rPr>
                <w:rFonts w:ascii="Arial" w:hAnsi="Arial" w:cs="Arial"/>
                <w:color w:val="000000" w:themeColor="text1"/>
                <w:sz w:val="18"/>
                <w:szCs w:val="18"/>
              </w:rPr>
              <w:t>25.10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Профилактика мастита.</w:t>
            </w:r>
          </w:p>
        </w:tc>
        <w:tc>
          <w:tcPr>
            <w:tcW w:w="985" w:type="dxa"/>
          </w:tcPr>
          <w:p w:rsidR="0012758F" w:rsidRPr="00EB1154" w:rsidRDefault="00EB1154" w:rsidP="001275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B1154">
              <w:rPr>
                <w:rFonts w:ascii="Arial" w:hAnsi="Arial" w:cs="Arial"/>
                <w:color w:val="000000" w:themeColor="text1"/>
                <w:sz w:val="18"/>
                <w:szCs w:val="18"/>
              </w:rPr>
              <w:t>26.10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Окончание раздоя.</w:t>
            </w:r>
          </w:p>
        </w:tc>
        <w:tc>
          <w:tcPr>
            <w:tcW w:w="985" w:type="dxa"/>
          </w:tcPr>
          <w:p w:rsidR="0012758F" w:rsidRPr="00EB1154" w:rsidRDefault="00EB1154" w:rsidP="001275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B1154">
              <w:rPr>
                <w:rFonts w:ascii="Arial" w:hAnsi="Arial" w:cs="Arial"/>
                <w:color w:val="000000" w:themeColor="text1"/>
                <w:sz w:val="18"/>
                <w:szCs w:val="18"/>
              </w:rPr>
              <w:t>26.10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Кормление теленка молозивом.</w:t>
            </w:r>
          </w:p>
        </w:tc>
        <w:tc>
          <w:tcPr>
            <w:tcW w:w="985" w:type="dxa"/>
          </w:tcPr>
          <w:p w:rsidR="0012758F" w:rsidRPr="00464232" w:rsidRDefault="00EB1154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 w:rsidRPr="00EB1154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Особенности кормления </w:t>
            </w:r>
            <w:proofErr w:type="gramStart"/>
            <w:r w:rsidRPr="00464232">
              <w:rPr>
                <w:rFonts w:ascii="Arial" w:hAnsi="Arial" w:cs="Arial"/>
                <w:sz w:val="18"/>
                <w:szCs w:val="18"/>
              </w:rPr>
              <w:t>в первые</w:t>
            </w:r>
            <w:proofErr w:type="gramEnd"/>
            <w:r w:rsidRPr="00464232">
              <w:rPr>
                <w:rFonts w:ascii="Arial" w:hAnsi="Arial" w:cs="Arial"/>
                <w:sz w:val="18"/>
                <w:szCs w:val="18"/>
              </w:rPr>
              <w:t xml:space="preserve"> 10 дней жизни теленка.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06</w:t>
            </w:r>
            <w:r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Схема выпойки теленка.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06</w:t>
            </w:r>
            <w:r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Уход за посудой для кормления теленка.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06</w:t>
            </w:r>
            <w:r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Приучение теленка к поеданию сена.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07</w:t>
            </w:r>
            <w:r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Содержание теленка в молочный период.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07</w:t>
            </w:r>
            <w:r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Уход за телятами в молочный период.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08</w:t>
            </w:r>
            <w:r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Желудочно-кишечные заболевания у телят в молочный период.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09</w:t>
            </w:r>
            <w:r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Меры предупреждения желудочно-кишечных заболеваний.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09</w:t>
            </w:r>
            <w:r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Механизация доения коров.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09</w:t>
            </w:r>
            <w:r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Доильная установка.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Доение переносным доильным аппаратом.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Доение молокопроводом.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Последовательность машинного доения.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Правила надевания и съема доильных стаканов.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Подготовка доильного аппарата к доению.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Признаки окончания доения.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Машинное </w:t>
            </w:r>
            <w:proofErr w:type="spellStart"/>
            <w:r w:rsidRPr="00464232">
              <w:rPr>
                <w:rFonts w:ascii="Arial" w:hAnsi="Arial" w:cs="Arial"/>
                <w:sz w:val="18"/>
                <w:szCs w:val="18"/>
              </w:rPr>
              <w:t>додаивание</w:t>
            </w:r>
            <w:proofErr w:type="spellEnd"/>
            <w:r w:rsidRPr="0046423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Внешний вид лошади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Значение и особенности лошадей.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Породы лошадей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Содержание рабочих лошадей и уход за ними.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19</w:t>
            </w:r>
            <w:r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Кормление рабочих лошадей.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19</w:t>
            </w:r>
            <w:r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Одноконная упряжь лошадей.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Запряжка рабочих лошадей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Уход за сбруей.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Сорта  огурца для защищенного грунта.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21</w:t>
            </w:r>
            <w:r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Выращивание огурца в зимних теплицах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21</w:t>
            </w:r>
            <w:r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Малообъемная технология выращивания огурца в зимних теплицах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22</w:t>
            </w:r>
            <w:r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Гибриды огурцов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23</w:t>
            </w:r>
            <w:r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Сорта огурцов для выращивания в теплице.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23</w:t>
            </w:r>
            <w:r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64232">
              <w:rPr>
                <w:rFonts w:ascii="Arial" w:hAnsi="Arial" w:cs="Arial"/>
                <w:sz w:val="18"/>
                <w:szCs w:val="18"/>
              </w:rPr>
              <w:t>Пчелоопыляемые</w:t>
            </w:r>
            <w:proofErr w:type="spellEnd"/>
            <w:r w:rsidRPr="00464232">
              <w:rPr>
                <w:rFonts w:ascii="Arial" w:hAnsi="Arial" w:cs="Arial"/>
                <w:sz w:val="18"/>
                <w:szCs w:val="18"/>
              </w:rPr>
              <w:t xml:space="preserve"> сорта огурцов.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23</w:t>
            </w:r>
            <w:r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Сорта огурцов не требующие опыления.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Сорта огурцов небольшой величины.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Сорта огурцов с высокими вкусовыми качествами.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Сроки посева семян ранних сортов.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Условия получения здоровой рассады.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Уход за рассадой.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Формирование кроны молодого дерева.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Формы кроны дерева.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Способы обрезки ветвей у дерева.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Обрезка и укорачивание ветвей. 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Инструменты для обрезки  древесных ветвей.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Правила  безопасного обращения с инструментами для обрезки ветвей.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03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Виды весенней теплицы.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03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Оборудование весенней теплицы.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04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Подготовка теплицы к новому сезону.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04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Обогрев теплицы.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04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Сроки высадки рассады огурцов в теплицу.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05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Приемы подвязки стеблей.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05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Типы пленочного укрытия.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06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Подготовка почвы при пленочном укрытии.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07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Сорта огурцов для выращивания при пленочном укрытии.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07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Тоннельные укрытия.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07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Сроки посева семян  огурцов под пленочное укрытие.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Уход за посевами.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Подготовка коров к доению.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Машинное доение коров двумя аппаратами.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Условия работы доярки при работе двух доильных аппаратов.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Виды пастбищ.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Вольная и загонная система пастьбы.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Естественные и культурные пастбища.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Травы полезные для коров.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Правила пастьбы.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Поение животных на пастбище.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Отдых животных на пастбище.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17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Вскапывание почвы лопатой.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17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Вскапывание почвы лопатой.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18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Вскапывание почвы лопатой.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18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Вскапывание почвы лопатой.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18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Вскапывание почвы лопатой.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19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Вскапывание почвы лопатой.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19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Посадка картофеля.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20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Посадка картофеля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21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Посадка картофеля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21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Вскапывание почвы лопатой.</w:t>
            </w:r>
          </w:p>
        </w:tc>
        <w:tc>
          <w:tcPr>
            <w:tcW w:w="985" w:type="dxa"/>
          </w:tcPr>
          <w:p w:rsidR="0012758F" w:rsidRPr="006A282A" w:rsidRDefault="006A282A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A282A">
              <w:rPr>
                <w:rFonts w:ascii="Arial" w:hAnsi="Arial" w:cs="Arial"/>
                <w:color w:val="FF0000"/>
                <w:sz w:val="18"/>
                <w:szCs w:val="18"/>
              </w:rPr>
              <w:t>21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Посадка цветов.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Посадка цветов.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Посев семян столовой моркови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Посев семян столовой моркови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Посев семян столовой моркови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Посев семян столовой свекл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Посев семян столовой свеклы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Вводное занятие.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Урок - повторение по теме: "Рабочие механизмы швейной машины".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Урок - повторение по теме: "Устройство машинной иглы".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Урок - повторения по теме: "Регулировка натяжения верхней и нижней нитей".</w:t>
            </w:r>
          </w:p>
        </w:tc>
        <w:tc>
          <w:tcPr>
            <w:tcW w:w="985" w:type="dxa"/>
          </w:tcPr>
          <w:p w:rsidR="0012758F" w:rsidRPr="00464232" w:rsidRDefault="006A282A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  <w:r w:rsidR="00827B2B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Урок - повторение по теме: "Заправка верхней и нижней нити".</w:t>
            </w:r>
          </w:p>
        </w:tc>
        <w:tc>
          <w:tcPr>
            <w:tcW w:w="985" w:type="dxa"/>
          </w:tcPr>
          <w:p w:rsidR="0012758F" w:rsidRPr="00464232" w:rsidRDefault="00827B2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  <w:r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Прядильное производство.</w:t>
            </w:r>
          </w:p>
        </w:tc>
        <w:tc>
          <w:tcPr>
            <w:tcW w:w="985" w:type="dxa"/>
          </w:tcPr>
          <w:p w:rsidR="0012758F" w:rsidRPr="00464232" w:rsidRDefault="00827B2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Основные профессии прядильного производства.</w:t>
            </w:r>
          </w:p>
        </w:tc>
        <w:tc>
          <w:tcPr>
            <w:tcW w:w="985" w:type="dxa"/>
          </w:tcPr>
          <w:p w:rsidR="0012758F" w:rsidRPr="00464232" w:rsidRDefault="00827B2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Ткацкое производство.</w:t>
            </w:r>
          </w:p>
        </w:tc>
        <w:tc>
          <w:tcPr>
            <w:tcW w:w="985" w:type="dxa"/>
          </w:tcPr>
          <w:p w:rsidR="0012758F" w:rsidRPr="00464232" w:rsidRDefault="00827B2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>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Отделка ткани.</w:t>
            </w:r>
          </w:p>
        </w:tc>
        <w:tc>
          <w:tcPr>
            <w:tcW w:w="985" w:type="dxa"/>
          </w:tcPr>
          <w:p w:rsidR="0012758F" w:rsidRPr="00464232" w:rsidRDefault="00827B2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>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Дефекты ткани и пряжи.</w:t>
            </w:r>
          </w:p>
        </w:tc>
        <w:tc>
          <w:tcPr>
            <w:tcW w:w="985" w:type="dxa"/>
          </w:tcPr>
          <w:p w:rsidR="0012758F" w:rsidRPr="00464232" w:rsidRDefault="00827B2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  <w:r>
              <w:rPr>
                <w:rFonts w:ascii="Arial" w:hAnsi="Arial" w:cs="Arial"/>
                <w:sz w:val="18"/>
                <w:szCs w:val="18"/>
              </w:rPr>
              <w:t>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Окраска тканей. Свойства нетканых материалов и их применение.</w:t>
            </w:r>
          </w:p>
        </w:tc>
        <w:tc>
          <w:tcPr>
            <w:tcW w:w="985" w:type="dxa"/>
          </w:tcPr>
          <w:p w:rsidR="0012758F" w:rsidRPr="00464232" w:rsidRDefault="00827B2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  <w:r>
              <w:rPr>
                <w:rFonts w:ascii="Arial" w:hAnsi="Arial" w:cs="Arial"/>
                <w:sz w:val="18"/>
                <w:szCs w:val="18"/>
              </w:rPr>
              <w:t>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Свойства синтетических волокон.</w:t>
            </w:r>
          </w:p>
        </w:tc>
        <w:tc>
          <w:tcPr>
            <w:tcW w:w="985" w:type="dxa"/>
          </w:tcPr>
          <w:p w:rsidR="0012758F" w:rsidRPr="00464232" w:rsidRDefault="00827B2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  <w:r>
              <w:rPr>
                <w:rFonts w:ascii="Arial" w:hAnsi="Arial" w:cs="Arial"/>
                <w:sz w:val="18"/>
                <w:szCs w:val="18"/>
              </w:rPr>
              <w:t>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Свойства синтетических тканей.</w:t>
            </w:r>
          </w:p>
        </w:tc>
        <w:tc>
          <w:tcPr>
            <w:tcW w:w="985" w:type="dxa"/>
          </w:tcPr>
          <w:p w:rsidR="0012758F" w:rsidRPr="00464232" w:rsidRDefault="00827B2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  <w:r>
              <w:rPr>
                <w:rFonts w:ascii="Arial" w:hAnsi="Arial" w:cs="Arial"/>
                <w:sz w:val="18"/>
                <w:szCs w:val="18"/>
              </w:rPr>
              <w:t>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Лабораторная работа №1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"Определение синтетических тканей"</w:t>
            </w:r>
          </w:p>
        </w:tc>
        <w:tc>
          <w:tcPr>
            <w:tcW w:w="985" w:type="dxa"/>
          </w:tcPr>
          <w:p w:rsidR="0012758F" w:rsidRPr="00464232" w:rsidRDefault="00827B2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  <w:r>
              <w:rPr>
                <w:rFonts w:ascii="Arial" w:hAnsi="Arial" w:cs="Arial"/>
                <w:sz w:val="18"/>
                <w:szCs w:val="18"/>
              </w:rPr>
              <w:t>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Платье отрезное по линии талии.</w:t>
            </w:r>
          </w:p>
        </w:tc>
        <w:tc>
          <w:tcPr>
            <w:tcW w:w="985" w:type="dxa"/>
          </w:tcPr>
          <w:p w:rsidR="0012758F" w:rsidRPr="00464232" w:rsidRDefault="00827B2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  <w:r>
              <w:rPr>
                <w:rFonts w:ascii="Arial" w:hAnsi="Arial" w:cs="Arial"/>
                <w:sz w:val="18"/>
                <w:szCs w:val="18"/>
              </w:rPr>
              <w:t>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Описание фасонов изделия.</w:t>
            </w:r>
          </w:p>
        </w:tc>
        <w:tc>
          <w:tcPr>
            <w:tcW w:w="985" w:type="dxa"/>
          </w:tcPr>
          <w:p w:rsidR="0012758F" w:rsidRPr="00464232" w:rsidRDefault="00827B2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  <w:r>
              <w:rPr>
                <w:rFonts w:ascii="Arial" w:hAnsi="Arial" w:cs="Arial"/>
                <w:sz w:val="18"/>
                <w:szCs w:val="18"/>
              </w:rPr>
              <w:t>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Моделирование рукавов "крылышко", "фонарик".</w:t>
            </w:r>
          </w:p>
        </w:tc>
        <w:tc>
          <w:tcPr>
            <w:tcW w:w="985" w:type="dxa"/>
          </w:tcPr>
          <w:p w:rsidR="0012758F" w:rsidRPr="00464232" w:rsidRDefault="00827B2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  <w:r>
              <w:rPr>
                <w:rFonts w:ascii="Arial" w:hAnsi="Arial" w:cs="Arial"/>
                <w:sz w:val="18"/>
                <w:szCs w:val="18"/>
              </w:rPr>
              <w:t>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Подготовка деталей кроя.</w:t>
            </w:r>
          </w:p>
        </w:tc>
        <w:tc>
          <w:tcPr>
            <w:tcW w:w="985" w:type="dxa"/>
          </w:tcPr>
          <w:p w:rsidR="0012758F" w:rsidRPr="00464232" w:rsidRDefault="00827B2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  <w:r>
              <w:rPr>
                <w:rFonts w:ascii="Arial" w:hAnsi="Arial" w:cs="Arial"/>
                <w:sz w:val="18"/>
                <w:szCs w:val="18"/>
              </w:rPr>
              <w:t>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1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Раскрой платья.</w:t>
            </w:r>
          </w:p>
        </w:tc>
        <w:tc>
          <w:tcPr>
            <w:tcW w:w="985" w:type="dxa"/>
          </w:tcPr>
          <w:p w:rsidR="0012758F" w:rsidRPr="00464232" w:rsidRDefault="00827B2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Составление плана пошива  изделия.</w:t>
            </w:r>
          </w:p>
        </w:tc>
        <w:tc>
          <w:tcPr>
            <w:tcW w:w="985" w:type="dxa"/>
          </w:tcPr>
          <w:p w:rsidR="0012758F" w:rsidRPr="00464232" w:rsidRDefault="00827B2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Подготовка изделия к примерке.</w:t>
            </w:r>
          </w:p>
        </w:tc>
        <w:tc>
          <w:tcPr>
            <w:tcW w:w="985" w:type="dxa"/>
          </w:tcPr>
          <w:p w:rsidR="0012758F" w:rsidRPr="00827B2B" w:rsidRDefault="00827B2B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B2B">
              <w:rPr>
                <w:rFonts w:ascii="Arial" w:hAnsi="Arial" w:cs="Arial"/>
                <w:color w:val="FF0000"/>
                <w:sz w:val="18"/>
                <w:szCs w:val="18"/>
              </w:rPr>
              <w:t>21</w:t>
            </w:r>
            <w:r>
              <w:rPr>
                <w:rFonts w:ascii="Arial" w:hAnsi="Arial" w:cs="Arial"/>
                <w:sz w:val="18"/>
                <w:szCs w:val="18"/>
              </w:rPr>
              <w:t>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2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Примерка.</w:t>
            </w:r>
          </w:p>
        </w:tc>
        <w:tc>
          <w:tcPr>
            <w:tcW w:w="985" w:type="dxa"/>
          </w:tcPr>
          <w:p w:rsidR="0012758F" w:rsidRPr="00827B2B" w:rsidRDefault="00827B2B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B2B">
              <w:rPr>
                <w:rFonts w:ascii="Arial" w:hAnsi="Arial" w:cs="Arial"/>
                <w:color w:val="FF0000"/>
                <w:sz w:val="18"/>
                <w:szCs w:val="18"/>
              </w:rPr>
              <w:t>21</w:t>
            </w:r>
            <w:r>
              <w:rPr>
                <w:rFonts w:ascii="Arial" w:hAnsi="Arial" w:cs="Arial"/>
                <w:sz w:val="18"/>
                <w:szCs w:val="18"/>
              </w:rPr>
              <w:t>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Пошив платья № 3 Практическая работа. Обработка вытачек.</w:t>
            </w:r>
          </w:p>
        </w:tc>
        <w:tc>
          <w:tcPr>
            <w:tcW w:w="985" w:type="dxa"/>
          </w:tcPr>
          <w:p w:rsidR="0012758F" w:rsidRPr="00827B2B" w:rsidRDefault="00827B2B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B2B">
              <w:rPr>
                <w:rFonts w:ascii="Arial" w:hAnsi="Arial" w:cs="Arial"/>
                <w:color w:val="FF0000"/>
                <w:sz w:val="18"/>
                <w:szCs w:val="18"/>
              </w:rPr>
              <w:t>22</w:t>
            </w:r>
            <w:r>
              <w:rPr>
                <w:rFonts w:ascii="Arial" w:hAnsi="Arial" w:cs="Arial"/>
                <w:sz w:val="18"/>
                <w:szCs w:val="18"/>
              </w:rPr>
              <w:t>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4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Обработка боковых срезов.</w:t>
            </w:r>
          </w:p>
        </w:tc>
        <w:tc>
          <w:tcPr>
            <w:tcW w:w="985" w:type="dxa"/>
          </w:tcPr>
          <w:p w:rsidR="0012758F" w:rsidRPr="00827B2B" w:rsidRDefault="00827B2B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B2B">
              <w:rPr>
                <w:rFonts w:ascii="Arial" w:hAnsi="Arial" w:cs="Arial"/>
                <w:color w:val="FF0000"/>
                <w:sz w:val="18"/>
                <w:szCs w:val="18"/>
              </w:rPr>
              <w:t>22</w:t>
            </w:r>
            <w:r>
              <w:rPr>
                <w:rFonts w:ascii="Arial" w:hAnsi="Arial" w:cs="Arial"/>
                <w:sz w:val="18"/>
                <w:szCs w:val="18"/>
              </w:rPr>
              <w:t>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Обработка горловины.</w:t>
            </w:r>
          </w:p>
        </w:tc>
        <w:tc>
          <w:tcPr>
            <w:tcW w:w="985" w:type="dxa"/>
          </w:tcPr>
          <w:p w:rsidR="0012758F" w:rsidRPr="00827B2B" w:rsidRDefault="00827B2B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B2B">
              <w:rPr>
                <w:rFonts w:ascii="Arial" w:hAnsi="Arial" w:cs="Arial"/>
                <w:color w:val="FF0000"/>
                <w:sz w:val="18"/>
                <w:szCs w:val="18"/>
              </w:rPr>
              <w:t>22</w:t>
            </w:r>
            <w:r>
              <w:rPr>
                <w:rFonts w:ascii="Arial" w:hAnsi="Arial" w:cs="Arial"/>
                <w:sz w:val="18"/>
                <w:szCs w:val="18"/>
              </w:rPr>
              <w:t>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5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Обработка горловины.</w:t>
            </w:r>
          </w:p>
        </w:tc>
        <w:tc>
          <w:tcPr>
            <w:tcW w:w="985" w:type="dxa"/>
          </w:tcPr>
          <w:p w:rsidR="0012758F" w:rsidRPr="00827B2B" w:rsidRDefault="00827B2B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B2B">
              <w:rPr>
                <w:rFonts w:ascii="Arial" w:hAnsi="Arial" w:cs="Arial"/>
                <w:color w:val="FF0000"/>
                <w:sz w:val="18"/>
                <w:szCs w:val="18"/>
              </w:rPr>
              <w:t>23</w:t>
            </w:r>
            <w:r>
              <w:rPr>
                <w:rFonts w:ascii="Arial" w:hAnsi="Arial" w:cs="Arial"/>
                <w:sz w:val="18"/>
                <w:szCs w:val="18"/>
              </w:rPr>
              <w:t>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Обработка проймы.</w:t>
            </w:r>
          </w:p>
        </w:tc>
        <w:tc>
          <w:tcPr>
            <w:tcW w:w="985" w:type="dxa"/>
          </w:tcPr>
          <w:p w:rsidR="0012758F" w:rsidRPr="00827B2B" w:rsidRDefault="00827B2B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B2B">
              <w:rPr>
                <w:rFonts w:ascii="Arial" w:hAnsi="Arial" w:cs="Arial"/>
                <w:color w:val="FF0000"/>
                <w:sz w:val="18"/>
                <w:szCs w:val="18"/>
              </w:rPr>
              <w:t>23</w:t>
            </w:r>
            <w:r>
              <w:rPr>
                <w:rFonts w:ascii="Arial" w:hAnsi="Arial" w:cs="Arial"/>
                <w:sz w:val="18"/>
                <w:szCs w:val="18"/>
              </w:rPr>
              <w:t>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6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Обработка проймы </w:t>
            </w:r>
            <w:proofErr w:type="spellStart"/>
            <w:r w:rsidRPr="00464232">
              <w:rPr>
                <w:rFonts w:ascii="Arial" w:hAnsi="Arial" w:cs="Arial"/>
                <w:sz w:val="18"/>
                <w:szCs w:val="18"/>
              </w:rPr>
              <w:t>подкройной</w:t>
            </w:r>
            <w:proofErr w:type="spellEnd"/>
            <w:r w:rsidRPr="00464232">
              <w:rPr>
                <w:rFonts w:ascii="Arial" w:hAnsi="Arial" w:cs="Arial"/>
                <w:sz w:val="18"/>
                <w:szCs w:val="18"/>
              </w:rPr>
              <w:t xml:space="preserve"> обтачкой.</w:t>
            </w:r>
          </w:p>
        </w:tc>
        <w:tc>
          <w:tcPr>
            <w:tcW w:w="985" w:type="dxa"/>
          </w:tcPr>
          <w:p w:rsidR="0012758F" w:rsidRPr="00827B2B" w:rsidRDefault="00827B2B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B2B">
              <w:rPr>
                <w:rFonts w:ascii="Arial" w:hAnsi="Arial" w:cs="Arial"/>
                <w:color w:val="FF0000"/>
                <w:sz w:val="18"/>
                <w:szCs w:val="18"/>
              </w:rPr>
              <w:t>24</w:t>
            </w:r>
            <w:r>
              <w:rPr>
                <w:rFonts w:ascii="Arial" w:hAnsi="Arial" w:cs="Arial"/>
                <w:sz w:val="18"/>
                <w:szCs w:val="18"/>
              </w:rPr>
              <w:t>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7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Соединение лифа с юбкой.</w:t>
            </w:r>
          </w:p>
        </w:tc>
        <w:tc>
          <w:tcPr>
            <w:tcW w:w="985" w:type="dxa"/>
          </w:tcPr>
          <w:p w:rsidR="0012758F" w:rsidRPr="00827B2B" w:rsidRDefault="00827B2B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B2B">
              <w:rPr>
                <w:rFonts w:ascii="Arial" w:hAnsi="Arial" w:cs="Arial"/>
                <w:color w:val="FF0000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>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8 Обмётывание срезов.</w:t>
            </w:r>
          </w:p>
        </w:tc>
        <w:tc>
          <w:tcPr>
            <w:tcW w:w="985" w:type="dxa"/>
          </w:tcPr>
          <w:p w:rsidR="0012758F" w:rsidRPr="00827B2B" w:rsidRDefault="00827B2B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B2B">
              <w:rPr>
                <w:rFonts w:ascii="Arial" w:hAnsi="Arial" w:cs="Arial"/>
                <w:color w:val="FF0000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>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9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Обработка нижнего среза.</w:t>
            </w:r>
          </w:p>
        </w:tc>
        <w:tc>
          <w:tcPr>
            <w:tcW w:w="985" w:type="dxa"/>
          </w:tcPr>
          <w:p w:rsidR="0012758F" w:rsidRPr="00827B2B" w:rsidRDefault="00827B2B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B2B">
              <w:rPr>
                <w:rFonts w:ascii="Arial" w:hAnsi="Arial" w:cs="Arial"/>
                <w:color w:val="FF0000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>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10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Окончательная отделка платья</w:t>
            </w:r>
          </w:p>
        </w:tc>
        <w:tc>
          <w:tcPr>
            <w:tcW w:w="985" w:type="dxa"/>
          </w:tcPr>
          <w:p w:rsidR="0012758F" w:rsidRPr="00464232" w:rsidRDefault="00827B2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  <w:r>
              <w:rPr>
                <w:rFonts w:ascii="Arial" w:hAnsi="Arial" w:cs="Arial"/>
                <w:sz w:val="18"/>
                <w:szCs w:val="18"/>
              </w:rPr>
              <w:t>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Трудовое законодательство.</w:t>
            </w:r>
          </w:p>
        </w:tc>
        <w:tc>
          <w:tcPr>
            <w:tcW w:w="985" w:type="dxa"/>
          </w:tcPr>
          <w:p w:rsidR="0012758F" w:rsidRPr="00464232" w:rsidRDefault="00827B2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  <w:r>
              <w:rPr>
                <w:rFonts w:ascii="Arial" w:hAnsi="Arial" w:cs="Arial"/>
                <w:sz w:val="18"/>
                <w:szCs w:val="18"/>
              </w:rPr>
              <w:t>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Оборудование отделочного цеха.</w:t>
            </w:r>
          </w:p>
        </w:tc>
        <w:tc>
          <w:tcPr>
            <w:tcW w:w="985" w:type="dxa"/>
          </w:tcPr>
          <w:p w:rsidR="0012758F" w:rsidRPr="00464232" w:rsidRDefault="00827B2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  <w:r>
              <w:rPr>
                <w:rFonts w:ascii="Arial" w:hAnsi="Arial" w:cs="Arial"/>
                <w:sz w:val="18"/>
                <w:szCs w:val="18"/>
              </w:rPr>
              <w:t>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Требование к влажно – тепловой обработке изделий.</w:t>
            </w:r>
          </w:p>
        </w:tc>
        <w:tc>
          <w:tcPr>
            <w:tcW w:w="985" w:type="dxa"/>
          </w:tcPr>
          <w:p w:rsidR="0012758F" w:rsidRPr="00464232" w:rsidRDefault="00827B2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  <w:r>
              <w:rPr>
                <w:rFonts w:ascii="Arial" w:hAnsi="Arial" w:cs="Arial"/>
                <w:sz w:val="18"/>
                <w:szCs w:val="18"/>
              </w:rPr>
              <w:t>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Техника безопасности на рабочих местах.</w:t>
            </w:r>
          </w:p>
        </w:tc>
        <w:tc>
          <w:tcPr>
            <w:tcW w:w="985" w:type="dxa"/>
          </w:tcPr>
          <w:p w:rsidR="0012758F" w:rsidRPr="00464232" w:rsidRDefault="00827B2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  <w:r>
              <w:rPr>
                <w:rFonts w:ascii="Arial" w:hAnsi="Arial" w:cs="Arial"/>
                <w:sz w:val="18"/>
                <w:szCs w:val="18"/>
              </w:rPr>
              <w:t>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Практическое повторение по теме: "Пошив лёгкой одежды". Раскрой туники.</w:t>
            </w:r>
          </w:p>
        </w:tc>
        <w:tc>
          <w:tcPr>
            <w:tcW w:w="985" w:type="dxa"/>
          </w:tcPr>
          <w:p w:rsidR="0012758F" w:rsidRPr="00464232" w:rsidRDefault="00827B2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  <w:r>
              <w:rPr>
                <w:rFonts w:ascii="Arial" w:hAnsi="Arial" w:cs="Arial"/>
                <w:sz w:val="18"/>
                <w:szCs w:val="18"/>
              </w:rPr>
              <w:t>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Раскрой туники.</w:t>
            </w:r>
          </w:p>
        </w:tc>
        <w:tc>
          <w:tcPr>
            <w:tcW w:w="985" w:type="dxa"/>
          </w:tcPr>
          <w:p w:rsidR="0012758F" w:rsidRPr="00464232" w:rsidRDefault="00827B2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  <w:r>
              <w:rPr>
                <w:rFonts w:ascii="Arial" w:hAnsi="Arial" w:cs="Arial"/>
                <w:sz w:val="18"/>
                <w:szCs w:val="18"/>
              </w:rPr>
              <w:t>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Пошив туники. Обработка боковых срезов.</w:t>
            </w:r>
          </w:p>
        </w:tc>
        <w:tc>
          <w:tcPr>
            <w:tcW w:w="985" w:type="dxa"/>
          </w:tcPr>
          <w:p w:rsidR="0012758F" w:rsidRPr="00464232" w:rsidRDefault="00827B2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  <w:r>
              <w:rPr>
                <w:rFonts w:ascii="Arial" w:hAnsi="Arial" w:cs="Arial"/>
                <w:sz w:val="18"/>
                <w:szCs w:val="18"/>
              </w:rPr>
              <w:t>.01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Обработка горловины обтачкой.</w:t>
            </w:r>
          </w:p>
        </w:tc>
        <w:tc>
          <w:tcPr>
            <w:tcW w:w="985" w:type="dxa"/>
          </w:tcPr>
          <w:p w:rsidR="0012758F" w:rsidRPr="00464232" w:rsidRDefault="00827B2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Обработка проймы обтачкой.</w:t>
            </w:r>
          </w:p>
        </w:tc>
        <w:tc>
          <w:tcPr>
            <w:tcW w:w="985" w:type="dxa"/>
          </w:tcPr>
          <w:p w:rsidR="0012758F" w:rsidRPr="00464232" w:rsidRDefault="00827B2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Обработка проймы обтачкой.</w:t>
            </w:r>
          </w:p>
        </w:tc>
        <w:tc>
          <w:tcPr>
            <w:tcW w:w="985" w:type="dxa"/>
          </w:tcPr>
          <w:p w:rsidR="0012758F" w:rsidRPr="00464232" w:rsidRDefault="00827B2B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Обработка нижнего среза оборкой.</w:t>
            </w:r>
          </w:p>
        </w:tc>
        <w:tc>
          <w:tcPr>
            <w:tcW w:w="985" w:type="dxa"/>
          </w:tcPr>
          <w:p w:rsidR="0012758F" w:rsidRPr="00FA2E53" w:rsidRDefault="00FA2E53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2E53">
              <w:rPr>
                <w:rFonts w:ascii="Arial" w:hAnsi="Arial" w:cs="Arial"/>
                <w:color w:val="FF0000"/>
                <w:sz w:val="18"/>
                <w:szCs w:val="18"/>
              </w:rPr>
              <w:t>04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Окончательная отделка изделия.</w:t>
            </w:r>
          </w:p>
        </w:tc>
        <w:tc>
          <w:tcPr>
            <w:tcW w:w="985" w:type="dxa"/>
          </w:tcPr>
          <w:p w:rsidR="0012758F" w:rsidRPr="00FA2E53" w:rsidRDefault="00FA2E53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2E53">
              <w:rPr>
                <w:rFonts w:ascii="Arial" w:hAnsi="Arial" w:cs="Arial"/>
                <w:color w:val="FF0000"/>
                <w:sz w:val="18"/>
                <w:szCs w:val="18"/>
              </w:rPr>
              <w:t>04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Практическое повторение по теме: "Постельное белье".</w:t>
            </w:r>
          </w:p>
        </w:tc>
        <w:tc>
          <w:tcPr>
            <w:tcW w:w="985" w:type="dxa"/>
          </w:tcPr>
          <w:p w:rsidR="0012758F" w:rsidRPr="00FA2E53" w:rsidRDefault="00FA2E53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2E53">
              <w:rPr>
                <w:rFonts w:ascii="Arial" w:hAnsi="Arial" w:cs="Arial"/>
                <w:color w:val="FF0000"/>
                <w:sz w:val="18"/>
                <w:szCs w:val="18"/>
              </w:rPr>
              <w:t>05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Бельевые швы.</w:t>
            </w:r>
          </w:p>
        </w:tc>
        <w:tc>
          <w:tcPr>
            <w:tcW w:w="985" w:type="dxa"/>
          </w:tcPr>
          <w:p w:rsidR="0012758F" w:rsidRPr="00FA2E53" w:rsidRDefault="00FA2E53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2E53">
              <w:rPr>
                <w:rFonts w:ascii="Arial" w:hAnsi="Arial" w:cs="Arial"/>
                <w:color w:val="FF0000"/>
                <w:sz w:val="18"/>
                <w:szCs w:val="18"/>
              </w:rPr>
              <w:t>05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Пошив наволочки</w:t>
            </w:r>
          </w:p>
        </w:tc>
        <w:tc>
          <w:tcPr>
            <w:tcW w:w="985" w:type="dxa"/>
          </w:tcPr>
          <w:p w:rsidR="0012758F" w:rsidRPr="00FA2E53" w:rsidRDefault="00FA2E53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2E53">
              <w:rPr>
                <w:rFonts w:ascii="Arial" w:hAnsi="Arial" w:cs="Arial"/>
                <w:color w:val="FF0000"/>
                <w:sz w:val="18"/>
                <w:szCs w:val="18"/>
              </w:rPr>
              <w:t>05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Пошив простыни.</w:t>
            </w:r>
          </w:p>
        </w:tc>
        <w:tc>
          <w:tcPr>
            <w:tcW w:w="985" w:type="dxa"/>
          </w:tcPr>
          <w:p w:rsidR="0012758F" w:rsidRPr="00FA2E53" w:rsidRDefault="00FA2E53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2E53">
              <w:rPr>
                <w:rFonts w:ascii="Arial" w:hAnsi="Arial" w:cs="Arial"/>
                <w:color w:val="FF0000"/>
                <w:sz w:val="18"/>
                <w:szCs w:val="18"/>
              </w:rPr>
              <w:t>06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Пошив пододеяльника</w:t>
            </w:r>
          </w:p>
        </w:tc>
        <w:tc>
          <w:tcPr>
            <w:tcW w:w="985" w:type="dxa"/>
          </w:tcPr>
          <w:p w:rsidR="0012758F" w:rsidRPr="00FA2E53" w:rsidRDefault="00FA2E53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2E53">
              <w:rPr>
                <w:rFonts w:ascii="Arial" w:hAnsi="Arial" w:cs="Arial"/>
                <w:color w:val="FF0000"/>
                <w:sz w:val="18"/>
                <w:szCs w:val="18"/>
              </w:rPr>
              <w:t>06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Пошив пододеяльника</w:t>
            </w:r>
          </w:p>
        </w:tc>
        <w:tc>
          <w:tcPr>
            <w:tcW w:w="985" w:type="dxa"/>
          </w:tcPr>
          <w:p w:rsidR="0012758F" w:rsidRPr="00FA2E53" w:rsidRDefault="00FA2E53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2E53">
              <w:rPr>
                <w:rFonts w:ascii="Arial" w:hAnsi="Arial" w:cs="Arial"/>
                <w:color w:val="FF0000"/>
                <w:sz w:val="18"/>
                <w:szCs w:val="18"/>
              </w:rPr>
              <w:t>07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Самостоятельная работа по теме: "Обработка воротника"</w:t>
            </w:r>
          </w:p>
        </w:tc>
        <w:tc>
          <w:tcPr>
            <w:tcW w:w="985" w:type="dxa"/>
          </w:tcPr>
          <w:p w:rsidR="0012758F" w:rsidRPr="00FA2E53" w:rsidRDefault="00FA2E53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2E53">
              <w:rPr>
                <w:rFonts w:ascii="Arial" w:hAnsi="Arial" w:cs="Arial"/>
                <w:color w:val="FF0000"/>
                <w:sz w:val="18"/>
                <w:szCs w:val="18"/>
              </w:rPr>
              <w:t>08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Практическое повторение по </w:t>
            </w:r>
            <w:proofErr w:type="spellStart"/>
            <w:r w:rsidRPr="00464232">
              <w:rPr>
                <w:rFonts w:ascii="Arial" w:hAnsi="Arial" w:cs="Arial"/>
                <w:sz w:val="18"/>
                <w:szCs w:val="18"/>
              </w:rPr>
              <w:t>теме</w:t>
            </w:r>
            <w:proofErr w:type="gramStart"/>
            <w:r w:rsidRPr="00464232">
              <w:rPr>
                <w:rFonts w:ascii="Arial" w:hAnsi="Arial" w:cs="Arial"/>
                <w:sz w:val="18"/>
                <w:szCs w:val="18"/>
              </w:rPr>
              <w:t>:"</w:t>
            </w:r>
            <w:proofErr w:type="gramEnd"/>
            <w:r w:rsidRPr="00464232">
              <w:rPr>
                <w:rFonts w:ascii="Arial" w:hAnsi="Arial" w:cs="Arial"/>
                <w:sz w:val="18"/>
                <w:szCs w:val="18"/>
              </w:rPr>
              <w:t>Ремонт</w:t>
            </w:r>
            <w:proofErr w:type="spellEnd"/>
            <w:r w:rsidRPr="00464232">
              <w:rPr>
                <w:rFonts w:ascii="Arial" w:hAnsi="Arial" w:cs="Arial"/>
                <w:sz w:val="18"/>
                <w:szCs w:val="18"/>
              </w:rPr>
              <w:t xml:space="preserve"> одежды".</w:t>
            </w:r>
          </w:p>
        </w:tc>
        <w:tc>
          <w:tcPr>
            <w:tcW w:w="985" w:type="dxa"/>
          </w:tcPr>
          <w:p w:rsidR="0012758F" w:rsidRPr="00FA2E53" w:rsidRDefault="00FA2E53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2E53">
              <w:rPr>
                <w:rFonts w:ascii="Arial" w:hAnsi="Arial" w:cs="Arial"/>
                <w:color w:val="FF0000"/>
                <w:sz w:val="18"/>
                <w:szCs w:val="18"/>
              </w:rPr>
              <w:t>08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Заплата из гладкокрашеной ткани.</w:t>
            </w:r>
          </w:p>
        </w:tc>
        <w:tc>
          <w:tcPr>
            <w:tcW w:w="985" w:type="dxa"/>
          </w:tcPr>
          <w:p w:rsidR="0012758F" w:rsidRPr="00FA2E53" w:rsidRDefault="00FA2E53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2E53">
              <w:rPr>
                <w:rFonts w:ascii="Arial" w:hAnsi="Arial" w:cs="Arial"/>
                <w:color w:val="FF0000"/>
                <w:sz w:val="18"/>
                <w:szCs w:val="18"/>
              </w:rPr>
              <w:t>08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Штопка.</w:t>
            </w:r>
          </w:p>
        </w:tc>
        <w:tc>
          <w:tcPr>
            <w:tcW w:w="985" w:type="dxa"/>
          </w:tcPr>
          <w:p w:rsidR="0012758F" w:rsidRPr="00464232" w:rsidRDefault="00FA2E53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Вводное занятие.</w:t>
            </w:r>
          </w:p>
        </w:tc>
        <w:tc>
          <w:tcPr>
            <w:tcW w:w="985" w:type="dxa"/>
          </w:tcPr>
          <w:p w:rsidR="0012758F" w:rsidRPr="00464232" w:rsidRDefault="00FA2E53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Работа с чертежами одежды в журналах мод.</w:t>
            </w:r>
          </w:p>
        </w:tc>
        <w:tc>
          <w:tcPr>
            <w:tcW w:w="985" w:type="dxa"/>
          </w:tcPr>
          <w:p w:rsidR="0012758F" w:rsidRPr="00464232" w:rsidRDefault="00FA2E53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Описание фасона изделия по рисунку.</w:t>
            </w:r>
          </w:p>
        </w:tc>
        <w:tc>
          <w:tcPr>
            <w:tcW w:w="985" w:type="dxa"/>
          </w:tcPr>
          <w:p w:rsidR="0012758F" w:rsidRPr="00464232" w:rsidRDefault="00FA2E53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Выбор фасона изделия.</w:t>
            </w:r>
          </w:p>
        </w:tc>
        <w:tc>
          <w:tcPr>
            <w:tcW w:w="985" w:type="dxa"/>
          </w:tcPr>
          <w:p w:rsidR="0012758F" w:rsidRPr="00464232" w:rsidRDefault="00FA2E53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11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Перевод чертежей выкроек в натуральную величину.</w:t>
            </w:r>
          </w:p>
        </w:tc>
        <w:tc>
          <w:tcPr>
            <w:tcW w:w="985" w:type="dxa"/>
          </w:tcPr>
          <w:p w:rsidR="0012758F" w:rsidRPr="00464232" w:rsidRDefault="00FA2E53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Проверка выкройки в соответствии со своими мерками.</w:t>
            </w:r>
          </w:p>
        </w:tc>
        <w:tc>
          <w:tcPr>
            <w:tcW w:w="985" w:type="dxa"/>
          </w:tcPr>
          <w:p w:rsidR="0012758F" w:rsidRPr="00464232" w:rsidRDefault="00FA2E53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Детская блузка с застёжкой до верха.</w:t>
            </w:r>
          </w:p>
        </w:tc>
        <w:tc>
          <w:tcPr>
            <w:tcW w:w="985" w:type="dxa"/>
          </w:tcPr>
          <w:p w:rsidR="0012758F" w:rsidRPr="00464232" w:rsidRDefault="00FA2E53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Раскрой блузки.</w:t>
            </w:r>
          </w:p>
        </w:tc>
        <w:tc>
          <w:tcPr>
            <w:tcW w:w="985" w:type="dxa"/>
          </w:tcPr>
          <w:p w:rsidR="0012758F" w:rsidRPr="00464232" w:rsidRDefault="00FA2E53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12 Раскрой блузки.</w:t>
            </w:r>
          </w:p>
        </w:tc>
        <w:tc>
          <w:tcPr>
            <w:tcW w:w="985" w:type="dxa"/>
          </w:tcPr>
          <w:p w:rsidR="0012758F" w:rsidRPr="00464232" w:rsidRDefault="00FA2E53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13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Подготовка деталей кроя.</w:t>
            </w:r>
          </w:p>
        </w:tc>
        <w:tc>
          <w:tcPr>
            <w:tcW w:w="985" w:type="dxa"/>
          </w:tcPr>
          <w:p w:rsidR="0012758F" w:rsidRPr="00464232" w:rsidRDefault="00FA2E53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Пошив блузки.</w:t>
            </w:r>
          </w:p>
        </w:tc>
        <w:tc>
          <w:tcPr>
            <w:tcW w:w="985" w:type="dxa"/>
          </w:tcPr>
          <w:p w:rsidR="0012758F" w:rsidRPr="00FA2E53" w:rsidRDefault="00FA2E53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2E53">
              <w:rPr>
                <w:rFonts w:ascii="Arial" w:hAnsi="Arial" w:cs="Arial"/>
                <w:color w:val="FF0000"/>
                <w:sz w:val="18"/>
                <w:szCs w:val="18"/>
              </w:rPr>
              <w:t>18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Практическая работа № 14 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Обработка вытачек.</w:t>
            </w:r>
          </w:p>
        </w:tc>
        <w:tc>
          <w:tcPr>
            <w:tcW w:w="985" w:type="dxa"/>
          </w:tcPr>
          <w:p w:rsidR="0012758F" w:rsidRPr="00FA2E53" w:rsidRDefault="00FA2E53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2E53">
              <w:rPr>
                <w:rFonts w:ascii="Arial" w:hAnsi="Arial" w:cs="Arial"/>
                <w:color w:val="FF0000"/>
                <w:sz w:val="18"/>
                <w:szCs w:val="18"/>
              </w:rPr>
              <w:t>18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15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Обработка плечевых срезов.</w:t>
            </w:r>
          </w:p>
        </w:tc>
        <w:tc>
          <w:tcPr>
            <w:tcW w:w="985" w:type="dxa"/>
          </w:tcPr>
          <w:p w:rsidR="0012758F" w:rsidRPr="00FA2E53" w:rsidRDefault="00FA2E53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2E53">
              <w:rPr>
                <w:rFonts w:ascii="Arial" w:hAnsi="Arial" w:cs="Arial"/>
                <w:color w:val="FF0000"/>
                <w:sz w:val="18"/>
                <w:szCs w:val="18"/>
              </w:rPr>
              <w:t>19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16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Обработка боковых срезов.</w:t>
            </w:r>
          </w:p>
        </w:tc>
        <w:tc>
          <w:tcPr>
            <w:tcW w:w="985" w:type="dxa"/>
          </w:tcPr>
          <w:p w:rsidR="0012758F" w:rsidRPr="00FA2E53" w:rsidRDefault="00FA2E53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2E53">
              <w:rPr>
                <w:rFonts w:ascii="Arial" w:hAnsi="Arial" w:cs="Arial"/>
                <w:color w:val="FF0000"/>
                <w:sz w:val="18"/>
                <w:szCs w:val="18"/>
              </w:rPr>
              <w:t>19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Обработка воротника.</w:t>
            </w:r>
          </w:p>
        </w:tc>
        <w:tc>
          <w:tcPr>
            <w:tcW w:w="985" w:type="dxa"/>
          </w:tcPr>
          <w:p w:rsidR="0012758F" w:rsidRPr="00FA2E53" w:rsidRDefault="00FA2E53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2E53">
              <w:rPr>
                <w:rFonts w:ascii="Arial" w:hAnsi="Arial" w:cs="Arial"/>
                <w:color w:val="FF0000"/>
                <w:sz w:val="18"/>
                <w:szCs w:val="18"/>
              </w:rPr>
              <w:t>19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17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Соединение воротника с изделием.</w:t>
            </w:r>
          </w:p>
        </w:tc>
        <w:tc>
          <w:tcPr>
            <w:tcW w:w="985" w:type="dxa"/>
          </w:tcPr>
          <w:p w:rsidR="0012758F" w:rsidRPr="00FA2E53" w:rsidRDefault="00FA2E53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2E53">
              <w:rPr>
                <w:rFonts w:ascii="Arial" w:hAnsi="Arial" w:cs="Arial"/>
                <w:color w:val="FF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Обработка рукавов.</w:t>
            </w:r>
          </w:p>
        </w:tc>
        <w:tc>
          <w:tcPr>
            <w:tcW w:w="985" w:type="dxa"/>
          </w:tcPr>
          <w:p w:rsidR="0012758F" w:rsidRPr="00FA2E53" w:rsidRDefault="00FA2E53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2E53">
              <w:rPr>
                <w:rFonts w:ascii="Arial" w:hAnsi="Arial" w:cs="Arial"/>
                <w:color w:val="FF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18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Обработка рукавов.</w:t>
            </w:r>
          </w:p>
        </w:tc>
        <w:tc>
          <w:tcPr>
            <w:tcW w:w="985" w:type="dxa"/>
          </w:tcPr>
          <w:p w:rsidR="0012758F" w:rsidRPr="00FA2E53" w:rsidRDefault="00FA2E53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2E53">
              <w:rPr>
                <w:rFonts w:ascii="Arial" w:hAnsi="Arial" w:cs="Arial"/>
                <w:color w:val="FF0000"/>
                <w:sz w:val="18"/>
                <w:szCs w:val="18"/>
              </w:rPr>
              <w:t>21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Втачивание рукавов в пройму.</w:t>
            </w:r>
          </w:p>
        </w:tc>
        <w:tc>
          <w:tcPr>
            <w:tcW w:w="985" w:type="dxa"/>
          </w:tcPr>
          <w:p w:rsidR="0012758F" w:rsidRPr="00FA2E53" w:rsidRDefault="00FA2E53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2E53">
              <w:rPr>
                <w:rFonts w:ascii="Arial" w:hAnsi="Arial" w:cs="Arial"/>
                <w:color w:val="FF0000"/>
                <w:sz w:val="18"/>
                <w:szCs w:val="18"/>
              </w:rPr>
              <w:t>22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 19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Втачивание рукавов в пройму.</w:t>
            </w:r>
          </w:p>
        </w:tc>
        <w:tc>
          <w:tcPr>
            <w:tcW w:w="985" w:type="dxa"/>
          </w:tcPr>
          <w:p w:rsidR="0012758F" w:rsidRPr="00FA2E53" w:rsidRDefault="00FA2E53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2E53">
              <w:rPr>
                <w:rFonts w:ascii="Arial" w:hAnsi="Arial" w:cs="Arial"/>
                <w:color w:val="FF0000"/>
                <w:sz w:val="18"/>
                <w:szCs w:val="18"/>
              </w:rPr>
              <w:t>22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Обработка нижнего среза блузки.</w:t>
            </w:r>
          </w:p>
        </w:tc>
        <w:tc>
          <w:tcPr>
            <w:tcW w:w="985" w:type="dxa"/>
          </w:tcPr>
          <w:p w:rsidR="0012758F" w:rsidRPr="00464232" w:rsidRDefault="00FA2E53" w:rsidP="0012758F">
            <w:pPr>
              <w:rPr>
                <w:rFonts w:ascii="Arial" w:hAnsi="Arial" w:cs="Arial"/>
                <w:sz w:val="18"/>
                <w:szCs w:val="18"/>
              </w:rPr>
            </w:pPr>
            <w:r w:rsidRPr="00FA2E53">
              <w:rPr>
                <w:rFonts w:ascii="Arial" w:hAnsi="Arial" w:cs="Arial"/>
                <w:color w:val="FF0000"/>
                <w:sz w:val="18"/>
                <w:szCs w:val="18"/>
              </w:rPr>
              <w:t>22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20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Обработка нижнего среза изделия.</w:t>
            </w:r>
          </w:p>
        </w:tc>
        <w:tc>
          <w:tcPr>
            <w:tcW w:w="985" w:type="dxa"/>
          </w:tcPr>
          <w:p w:rsidR="0012758F" w:rsidRPr="00464232" w:rsidRDefault="00FA2E53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21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Окончательная отделка.</w:t>
            </w:r>
          </w:p>
        </w:tc>
        <w:tc>
          <w:tcPr>
            <w:tcW w:w="985" w:type="dxa"/>
          </w:tcPr>
          <w:p w:rsidR="0012758F" w:rsidRPr="00464232" w:rsidRDefault="00FA2E53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Универсальные промышленные швейные машины.</w:t>
            </w:r>
          </w:p>
        </w:tc>
        <w:tc>
          <w:tcPr>
            <w:tcW w:w="985" w:type="dxa"/>
          </w:tcPr>
          <w:p w:rsidR="0012758F" w:rsidRPr="00464232" w:rsidRDefault="00FA2E53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Организация рабочего места.</w:t>
            </w:r>
          </w:p>
        </w:tc>
        <w:tc>
          <w:tcPr>
            <w:tcW w:w="985" w:type="dxa"/>
          </w:tcPr>
          <w:p w:rsidR="0012758F" w:rsidRPr="00464232" w:rsidRDefault="00FA2E53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Правила работы на универсальной промышленной швейной машине.</w:t>
            </w:r>
          </w:p>
        </w:tc>
        <w:tc>
          <w:tcPr>
            <w:tcW w:w="985" w:type="dxa"/>
          </w:tcPr>
          <w:p w:rsidR="0012758F" w:rsidRPr="00464232" w:rsidRDefault="00FA2E53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Приспособления к универсальной швейной машине.</w:t>
            </w:r>
          </w:p>
        </w:tc>
        <w:tc>
          <w:tcPr>
            <w:tcW w:w="985" w:type="dxa"/>
          </w:tcPr>
          <w:p w:rsidR="0012758F" w:rsidRPr="00464232" w:rsidRDefault="00FA2E53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22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Выполнение пробных строчек.</w:t>
            </w:r>
          </w:p>
        </w:tc>
        <w:tc>
          <w:tcPr>
            <w:tcW w:w="985" w:type="dxa"/>
          </w:tcPr>
          <w:p w:rsidR="0012758F" w:rsidRPr="00464232" w:rsidRDefault="00FA2E53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Механизмы промышленной швейной машины.</w:t>
            </w:r>
          </w:p>
        </w:tc>
        <w:tc>
          <w:tcPr>
            <w:tcW w:w="985" w:type="dxa"/>
          </w:tcPr>
          <w:p w:rsidR="0012758F" w:rsidRPr="00464232" w:rsidRDefault="00FA2E53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Сведения о специальных швейных машинах.</w:t>
            </w:r>
          </w:p>
        </w:tc>
        <w:tc>
          <w:tcPr>
            <w:tcW w:w="985" w:type="dxa"/>
          </w:tcPr>
          <w:p w:rsidR="0012758F" w:rsidRPr="00464232" w:rsidRDefault="00FA2E53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64232">
              <w:rPr>
                <w:rFonts w:ascii="Arial" w:hAnsi="Arial" w:cs="Arial"/>
                <w:sz w:val="18"/>
                <w:szCs w:val="18"/>
              </w:rPr>
              <w:t>Краеобмёточная</w:t>
            </w:r>
            <w:proofErr w:type="spellEnd"/>
            <w:r w:rsidRPr="0046423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4453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4232">
              <w:rPr>
                <w:rFonts w:ascii="Arial" w:hAnsi="Arial" w:cs="Arial"/>
                <w:sz w:val="18"/>
                <w:szCs w:val="18"/>
              </w:rPr>
              <w:t>швейная машина 51 - ПМЗ.</w:t>
            </w:r>
          </w:p>
        </w:tc>
        <w:tc>
          <w:tcPr>
            <w:tcW w:w="985" w:type="dxa"/>
          </w:tcPr>
          <w:p w:rsidR="0012758F" w:rsidRPr="00464232" w:rsidRDefault="00FA2E53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23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Заправка нитей на специальной швейной машине.</w:t>
            </w:r>
          </w:p>
        </w:tc>
        <w:tc>
          <w:tcPr>
            <w:tcW w:w="985" w:type="dxa"/>
          </w:tcPr>
          <w:p w:rsidR="0012758F" w:rsidRPr="00464232" w:rsidRDefault="00FA2E53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24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Регулировка натяжения нитей на специальной швейной машине.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04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25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Выполнение обмёточных строчек.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04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Уход за швейной машиной.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05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Самостоятельная работа по теме:  "Обработка рукава манжетой".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05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Практическое повторение по теме: "Мережка".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05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Практическое повторение по теме: "Мережка".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06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Практическое повторение по теме</w:t>
            </w:r>
            <w:r w:rsidR="00944531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gramStart"/>
            <w:r w:rsidRPr="00464232">
              <w:rPr>
                <w:rFonts w:ascii="Arial" w:hAnsi="Arial" w:cs="Arial"/>
                <w:sz w:val="18"/>
                <w:szCs w:val="18"/>
              </w:rPr>
              <w:t>:"</w:t>
            </w:r>
            <w:proofErr w:type="gramEnd"/>
            <w:r w:rsidRPr="00464232">
              <w:rPr>
                <w:rFonts w:ascii="Arial" w:hAnsi="Arial" w:cs="Arial"/>
                <w:sz w:val="18"/>
                <w:szCs w:val="18"/>
              </w:rPr>
              <w:t>Машинные швы"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06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Практическое повторение по теме: "Пошив салфеток".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07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Практическое повторение по теме: «Пошив простыни".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Практическое повторение по теме: «Пошив простыни".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Практическое повторение по теме: «Пошив прихваток в столовую".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Вводное занятие.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Основные этапы изготовления одежды в швейной промышленности.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Производственный технологический процесс изготовления одежды.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Организация труда на швейной фабрике.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Безопасность труда на швейных фабриках.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Ассортимент простейших изделий фабрики.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Технические свойства ткани.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Основные детали изделий.  Названия срезов.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Последовательность обработки изделий.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18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Виды  швов, используемых при пошиве изделий на швейной фабрике.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18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№26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Выполнение соединительных швов.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19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26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Выполнение краевых швов.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19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Обработка вытачек.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19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27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Обработка вытачек.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Обработка подрезов.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28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Выполнение подрезов.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21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Складки.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22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29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Выполнение складок.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22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Сборки.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22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30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Выполнение сборок, мягких складок.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Оборки.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31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Выполнение оборок.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Воланы.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32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Выполнение волана.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Рюша.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33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Выполнение рюши.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Кокетки.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34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Обработка притачной кокетки.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35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Обработка кокеток кантом.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36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Обработка кокеток кружевом.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Универсальная швейная машина, используемая для выполнения машинных закрепок.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08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37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Выполнение пробных строчек.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08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Пооперационное разделение труда.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09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Нормы выработки в производственных условиях.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09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Изготовление изделия с пооперационным разделением труда.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09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38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Пошив фартука.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10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Цельнокроеное платье с несложной отделкой.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10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Раскрой платья.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11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39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Раскрой платья.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12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Последовательность пошива платья на фабриках.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12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Заготовка переда платья.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12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40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Обработка вытачек.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41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Обработка накладных карманов.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42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Обработка плечевых срезов.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Практическая работа № 43 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Обработка боковых срезов.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Обработка воротника.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44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Обработка отложного воротника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45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Соединение воротника с изделием.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Обработка рукавов.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46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Обработка рукава "фонарик".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47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Соединение рукава с изделием.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48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Обработка низа изделия оборкой.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Практическая работа № 49</w:t>
            </w:r>
          </w:p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 xml:space="preserve"> Окончательная отделка платья.</w:t>
            </w:r>
          </w:p>
        </w:tc>
        <w:tc>
          <w:tcPr>
            <w:tcW w:w="985" w:type="dxa"/>
          </w:tcPr>
          <w:p w:rsidR="0012758F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Практическое повторение по теме: "Снятие мерок"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22</w:t>
            </w:r>
            <w:r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Практическое повторение по теме: "Раскрой изделия".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23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Практическое повторение по теме: "Раскрой изделия".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23</w:t>
            </w:r>
            <w:r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Практическое повторение по теме:  «Обмётывание срезов в изделиях на машине 51 - А класса ПМЗ".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23</w:t>
            </w:r>
            <w:r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Практическое повторение по теме:  «Обмётывание срезов в изделиях швейной машиной зигзагообразной строчкой ".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24</w:t>
            </w:r>
            <w:r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Самостоятельная работа по теме: " Обработка накладного кармана".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24</w:t>
            </w:r>
            <w:r w:rsidR="001F6C6D"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Вводное занятие.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Текстильное сырьё.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26</w:t>
            </w:r>
            <w:r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Способы распознавания текстильных волокон.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26</w:t>
            </w:r>
            <w:r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58F" w:rsidRPr="00464232" w:rsidTr="0012758F">
        <w:tc>
          <w:tcPr>
            <w:tcW w:w="815" w:type="dxa"/>
          </w:tcPr>
          <w:p w:rsidR="0012758F" w:rsidRPr="00464232" w:rsidRDefault="0012758F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12758F" w:rsidRPr="00464232" w:rsidRDefault="0012758F" w:rsidP="00464232">
            <w:pPr>
              <w:rPr>
                <w:rFonts w:ascii="Arial" w:hAnsi="Arial" w:cs="Arial"/>
                <w:sz w:val="18"/>
                <w:szCs w:val="18"/>
              </w:rPr>
            </w:pPr>
            <w:r w:rsidRPr="00464232">
              <w:rPr>
                <w:rFonts w:ascii="Arial" w:hAnsi="Arial" w:cs="Arial"/>
                <w:sz w:val="18"/>
                <w:szCs w:val="18"/>
              </w:rPr>
              <w:t>Технологические свойства тканей.</w:t>
            </w:r>
          </w:p>
        </w:tc>
        <w:tc>
          <w:tcPr>
            <w:tcW w:w="985" w:type="dxa"/>
          </w:tcPr>
          <w:p w:rsidR="0012758F" w:rsidRPr="0082732E" w:rsidRDefault="0082732E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732E">
              <w:rPr>
                <w:rFonts w:ascii="Arial" w:hAnsi="Arial" w:cs="Arial"/>
                <w:color w:val="FF0000"/>
                <w:sz w:val="18"/>
                <w:szCs w:val="18"/>
              </w:rPr>
              <w:t>26</w:t>
            </w:r>
            <w:r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12758F" w:rsidRPr="00464232" w:rsidRDefault="0012758F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 xml:space="preserve">Выращивание  рассады  </w:t>
            </w:r>
          </w:p>
        </w:tc>
        <w:tc>
          <w:tcPr>
            <w:tcW w:w="985" w:type="dxa"/>
          </w:tcPr>
          <w:p w:rsidR="00944531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  <w:r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>Выращивание  томата  в  открытом  грунте</w:t>
            </w:r>
          </w:p>
        </w:tc>
        <w:tc>
          <w:tcPr>
            <w:tcW w:w="985" w:type="dxa"/>
          </w:tcPr>
          <w:p w:rsidR="00944531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  <w:r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>Строение  и  некоторые  особенности  огурца</w:t>
            </w:r>
          </w:p>
        </w:tc>
        <w:tc>
          <w:tcPr>
            <w:tcW w:w="985" w:type="dxa"/>
          </w:tcPr>
          <w:p w:rsidR="00944531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  <w:r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>Сорта  и  гибриды  огурца  для  открытого  грунта</w:t>
            </w:r>
          </w:p>
        </w:tc>
        <w:tc>
          <w:tcPr>
            <w:tcW w:w="985" w:type="dxa"/>
          </w:tcPr>
          <w:p w:rsidR="00944531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  <w:r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>Выращивание  огурца  в  закрытом  грунте</w:t>
            </w:r>
          </w:p>
        </w:tc>
        <w:tc>
          <w:tcPr>
            <w:tcW w:w="985" w:type="dxa"/>
          </w:tcPr>
          <w:p w:rsidR="00944531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30.04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 xml:space="preserve"> Выбор  места  под  сад</w:t>
            </w:r>
          </w:p>
        </w:tc>
        <w:tc>
          <w:tcPr>
            <w:tcW w:w="985" w:type="dxa"/>
          </w:tcPr>
          <w:p w:rsidR="00944531" w:rsidRPr="00464232" w:rsidRDefault="0082732E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1F6C6D"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 xml:space="preserve"> Выбор  и  размещение  пород  и  сортов  плодовых  деревьев</w:t>
            </w:r>
          </w:p>
        </w:tc>
        <w:tc>
          <w:tcPr>
            <w:tcW w:w="985" w:type="dxa"/>
          </w:tcPr>
          <w:p w:rsidR="00944531" w:rsidRPr="001F6C6D" w:rsidRDefault="001F6C6D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F6C6D">
              <w:rPr>
                <w:rFonts w:ascii="Arial" w:hAnsi="Arial" w:cs="Arial"/>
                <w:color w:val="FF0000"/>
                <w:sz w:val="18"/>
                <w:szCs w:val="18"/>
              </w:rPr>
              <w:t>06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>Выбор  и  размещение  пород  и  сортов  плодовых  деревьев</w:t>
            </w:r>
          </w:p>
        </w:tc>
        <w:tc>
          <w:tcPr>
            <w:tcW w:w="985" w:type="dxa"/>
          </w:tcPr>
          <w:p w:rsidR="00944531" w:rsidRPr="001F6C6D" w:rsidRDefault="001F6C6D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F6C6D">
              <w:rPr>
                <w:rFonts w:ascii="Arial" w:hAnsi="Arial" w:cs="Arial"/>
                <w:color w:val="FF0000"/>
                <w:sz w:val="18"/>
                <w:szCs w:val="18"/>
              </w:rPr>
              <w:t>07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>Выбор  и  размещение  пород  и  сортов  плодовых  деревьев</w:t>
            </w:r>
          </w:p>
        </w:tc>
        <w:tc>
          <w:tcPr>
            <w:tcW w:w="985" w:type="dxa"/>
          </w:tcPr>
          <w:p w:rsidR="00944531" w:rsidRPr="001F6C6D" w:rsidRDefault="001F6C6D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F6C6D">
              <w:rPr>
                <w:rFonts w:ascii="Arial" w:hAnsi="Arial" w:cs="Arial"/>
                <w:color w:val="FF0000"/>
                <w:sz w:val="18"/>
                <w:szCs w:val="18"/>
              </w:rPr>
              <w:t>07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>Подготовка  к  посадке  плодовых  деревьев</w:t>
            </w:r>
          </w:p>
        </w:tc>
        <w:tc>
          <w:tcPr>
            <w:tcW w:w="985" w:type="dxa"/>
          </w:tcPr>
          <w:p w:rsidR="00944531" w:rsidRPr="001F6C6D" w:rsidRDefault="001F6C6D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F6C6D">
              <w:rPr>
                <w:rFonts w:ascii="Arial" w:hAnsi="Arial" w:cs="Arial"/>
                <w:color w:val="FF0000"/>
                <w:sz w:val="18"/>
                <w:szCs w:val="18"/>
              </w:rPr>
              <w:t>07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>Подготовка  к  посадке  плодовых  деревьев</w:t>
            </w:r>
          </w:p>
        </w:tc>
        <w:tc>
          <w:tcPr>
            <w:tcW w:w="985" w:type="dxa"/>
          </w:tcPr>
          <w:p w:rsidR="00944531" w:rsidRPr="001F6C6D" w:rsidRDefault="001F6C6D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F6C6D">
              <w:rPr>
                <w:rFonts w:ascii="Arial" w:hAnsi="Arial" w:cs="Arial"/>
                <w:color w:val="FF0000"/>
                <w:sz w:val="18"/>
                <w:szCs w:val="18"/>
              </w:rPr>
              <w:t>08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bookmarkStart w:id="0" w:name="_GoBack"/>
        <w:bookmarkEnd w:id="0"/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>Посадка  плодовых  деревьев</w:t>
            </w:r>
          </w:p>
        </w:tc>
        <w:tc>
          <w:tcPr>
            <w:tcW w:w="985" w:type="dxa"/>
          </w:tcPr>
          <w:p w:rsidR="00944531" w:rsidRPr="001F6C6D" w:rsidRDefault="001F6C6D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F6C6D">
              <w:rPr>
                <w:rFonts w:ascii="Arial" w:hAnsi="Arial" w:cs="Arial"/>
                <w:color w:val="FF0000"/>
                <w:sz w:val="18"/>
                <w:szCs w:val="18"/>
              </w:rPr>
              <w:t>08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>Посадка  плодовых  деревьев</w:t>
            </w:r>
          </w:p>
        </w:tc>
        <w:tc>
          <w:tcPr>
            <w:tcW w:w="985" w:type="dxa"/>
          </w:tcPr>
          <w:p w:rsidR="00944531" w:rsidRPr="00464232" w:rsidRDefault="001F6C6D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>Посадка  плодовых  деревьев</w:t>
            </w:r>
          </w:p>
        </w:tc>
        <w:tc>
          <w:tcPr>
            <w:tcW w:w="985" w:type="dxa"/>
          </w:tcPr>
          <w:p w:rsidR="00944531" w:rsidRPr="00464232" w:rsidRDefault="001F6C6D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>Посадка  плодовых  деревьев</w:t>
            </w:r>
          </w:p>
        </w:tc>
        <w:tc>
          <w:tcPr>
            <w:tcW w:w="985" w:type="dxa"/>
          </w:tcPr>
          <w:p w:rsidR="00944531" w:rsidRPr="00464232" w:rsidRDefault="001F6C6D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>Строение  плодового  дерева</w:t>
            </w:r>
            <w:r>
              <w:rPr>
                <w:w w:val="82"/>
              </w:rPr>
              <w:t xml:space="preserve">§ 12 </w:t>
            </w:r>
            <w:r w:rsidRPr="00DB001D">
              <w:rPr>
                <w:w w:val="82"/>
              </w:rPr>
              <w:t>стр</w:t>
            </w:r>
            <w:r>
              <w:rPr>
                <w:w w:val="82"/>
              </w:rPr>
              <w:t>36</w:t>
            </w:r>
          </w:p>
        </w:tc>
        <w:tc>
          <w:tcPr>
            <w:tcW w:w="985" w:type="dxa"/>
          </w:tcPr>
          <w:p w:rsidR="00944531" w:rsidRPr="00464232" w:rsidRDefault="001F6C6D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 xml:space="preserve">Сроки  вступления  плодовых  деревьев  в  плодоношение </w:t>
            </w:r>
            <w:r>
              <w:rPr>
                <w:w w:val="82"/>
              </w:rPr>
              <w:t xml:space="preserve">§ 12 </w:t>
            </w:r>
            <w:r w:rsidRPr="00DB001D">
              <w:rPr>
                <w:w w:val="82"/>
              </w:rPr>
              <w:t>стр</w:t>
            </w:r>
            <w:r>
              <w:rPr>
                <w:w w:val="82"/>
              </w:rPr>
              <w:t>37</w:t>
            </w:r>
          </w:p>
        </w:tc>
        <w:tc>
          <w:tcPr>
            <w:tcW w:w="985" w:type="dxa"/>
          </w:tcPr>
          <w:p w:rsidR="00944531" w:rsidRPr="00464232" w:rsidRDefault="001F6C6D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>Отношение  низкорослых  и  высокорослых  деревьев  к  погодным  условиям.</w:t>
            </w:r>
            <w:r>
              <w:rPr>
                <w:w w:val="82"/>
              </w:rPr>
              <w:t xml:space="preserve"> § 12 </w:t>
            </w:r>
            <w:r w:rsidRPr="00DB001D">
              <w:rPr>
                <w:w w:val="82"/>
              </w:rPr>
              <w:t>стр</w:t>
            </w:r>
            <w:r>
              <w:rPr>
                <w:w w:val="82"/>
              </w:rPr>
              <w:t>38</w:t>
            </w:r>
          </w:p>
        </w:tc>
        <w:tc>
          <w:tcPr>
            <w:tcW w:w="985" w:type="dxa"/>
          </w:tcPr>
          <w:p w:rsidR="00944531" w:rsidRPr="00464232" w:rsidRDefault="001F6C6D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 xml:space="preserve">Строение  плодового  дерева. </w:t>
            </w:r>
            <w:r>
              <w:rPr>
                <w:w w:val="82"/>
              </w:rPr>
              <w:t xml:space="preserve">§ 12 </w:t>
            </w:r>
            <w:r w:rsidRPr="00DB001D">
              <w:rPr>
                <w:w w:val="82"/>
              </w:rPr>
              <w:t>стр</w:t>
            </w:r>
            <w:r>
              <w:rPr>
                <w:w w:val="82"/>
              </w:rPr>
              <w:t>37 записи</w:t>
            </w:r>
          </w:p>
        </w:tc>
        <w:tc>
          <w:tcPr>
            <w:tcW w:w="985" w:type="dxa"/>
          </w:tcPr>
          <w:p w:rsidR="00944531" w:rsidRPr="00464232" w:rsidRDefault="001F6C6D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 xml:space="preserve">Вредители плодовых  деревьев. </w:t>
            </w:r>
            <w:r>
              <w:rPr>
                <w:w w:val="82"/>
              </w:rPr>
              <w:t xml:space="preserve">§ 13 </w:t>
            </w:r>
            <w:r w:rsidRPr="00DB001D">
              <w:rPr>
                <w:w w:val="82"/>
              </w:rPr>
              <w:t>стр</w:t>
            </w:r>
            <w:r>
              <w:rPr>
                <w:w w:val="82"/>
              </w:rPr>
              <w:t>38</w:t>
            </w:r>
          </w:p>
        </w:tc>
        <w:tc>
          <w:tcPr>
            <w:tcW w:w="985" w:type="dxa"/>
          </w:tcPr>
          <w:p w:rsidR="00944531" w:rsidRPr="00464232" w:rsidRDefault="001F6C6D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proofErr w:type="gramStart"/>
            <w:r>
              <w:t>Ущерб</w:t>
            </w:r>
            <w:proofErr w:type="gramEnd"/>
            <w:r>
              <w:t xml:space="preserve">  наносимый  плодовым  деревьям</w:t>
            </w:r>
            <w:r>
              <w:rPr>
                <w:w w:val="82"/>
              </w:rPr>
              <w:t xml:space="preserve">§ 12 </w:t>
            </w:r>
            <w:r w:rsidRPr="00DB001D">
              <w:rPr>
                <w:w w:val="82"/>
              </w:rPr>
              <w:t>стр</w:t>
            </w:r>
            <w:r>
              <w:rPr>
                <w:w w:val="82"/>
              </w:rPr>
              <w:t>38</w:t>
            </w:r>
          </w:p>
        </w:tc>
        <w:tc>
          <w:tcPr>
            <w:tcW w:w="985" w:type="dxa"/>
          </w:tcPr>
          <w:p w:rsidR="00944531" w:rsidRPr="00464232" w:rsidRDefault="001F6C6D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>Вредители</w:t>
            </w:r>
            <w:proofErr w:type="gramStart"/>
            <w:r>
              <w:t xml:space="preserve"> :</w:t>
            </w:r>
            <w:proofErr w:type="gramEnd"/>
            <w:r>
              <w:t xml:space="preserve"> боярышница,  златогузка.</w:t>
            </w:r>
            <w:r>
              <w:rPr>
                <w:w w:val="82"/>
              </w:rPr>
              <w:t xml:space="preserve"> § 13 </w:t>
            </w:r>
            <w:r w:rsidRPr="00DB001D">
              <w:rPr>
                <w:w w:val="82"/>
              </w:rPr>
              <w:t>стр</w:t>
            </w:r>
            <w:r>
              <w:rPr>
                <w:w w:val="82"/>
              </w:rPr>
              <w:t>38</w:t>
            </w:r>
          </w:p>
        </w:tc>
        <w:tc>
          <w:tcPr>
            <w:tcW w:w="985" w:type="dxa"/>
          </w:tcPr>
          <w:p w:rsidR="00944531" w:rsidRPr="00464232" w:rsidRDefault="001F6C6D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>Вредители:  кольчатый  шелкопряд,  красный  яблонный  клещ.</w:t>
            </w:r>
            <w:r>
              <w:rPr>
                <w:w w:val="82"/>
              </w:rPr>
              <w:t xml:space="preserve"> § 13 </w:t>
            </w:r>
            <w:r w:rsidRPr="00DB001D">
              <w:rPr>
                <w:w w:val="82"/>
              </w:rPr>
              <w:t>стр</w:t>
            </w:r>
            <w:r>
              <w:rPr>
                <w:w w:val="82"/>
              </w:rPr>
              <w:t>39</w:t>
            </w:r>
          </w:p>
        </w:tc>
        <w:tc>
          <w:tcPr>
            <w:tcW w:w="985" w:type="dxa"/>
          </w:tcPr>
          <w:p w:rsidR="00944531" w:rsidRPr="00464232" w:rsidRDefault="001F6C6D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>Работа  с  коллекцией  «Вредители  сада»</w:t>
            </w:r>
            <w:r>
              <w:rPr>
                <w:w w:val="82"/>
              </w:rPr>
              <w:t xml:space="preserve"> § 13 </w:t>
            </w:r>
            <w:r w:rsidRPr="00DB001D">
              <w:rPr>
                <w:w w:val="82"/>
              </w:rPr>
              <w:t>стр</w:t>
            </w:r>
            <w:r>
              <w:rPr>
                <w:w w:val="82"/>
              </w:rPr>
              <w:t>39</w:t>
            </w:r>
          </w:p>
        </w:tc>
        <w:tc>
          <w:tcPr>
            <w:tcW w:w="985" w:type="dxa"/>
          </w:tcPr>
          <w:p w:rsidR="00944531" w:rsidRPr="001F6C6D" w:rsidRDefault="001F6C6D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F6C6D">
              <w:rPr>
                <w:rFonts w:ascii="Arial" w:hAnsi="Arial" w:cs="Arial"/>
                <w:color w:val="FF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>Работа  с  коллекцией  «Вредители  сада»</w:t>
            </w:r>
            <w:r>
              <w:rPr>
                <w:w w:val="82"/>
              </w:rPr>
              <w:t xml:space="preserve"> § 13 </w:t>
            </w:r>
            <w:r w:rsidRPr="00DB001D">
              <w:rPr>
                <w:w w:val="82"/>
              </w:rPr>
              <w:t>стр</w:t>
            </w:r>
            <w:r>
              <w:rPr>
                <w:w w:val="82"/>
              </w:rPr>
              <w:t>39</w:t>
            </w:r>
          </w:p>
        </w:tc>
        <w:tc>
          <w:tcPr>
            <w:tcW w:w="985" w:type="dxa"/>
          </w:tcPr>
          <w:p w:rsidR="00944531" w:rsidRPr="001F6C6D" w:rsidRDefault="001F6C6D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F6C6D">
              <w:rPr>
                <w:rFonts w:ascii="Arial" w:hAnsi="Arial" w:cs="Arial"/>
                <w:color w:val="FF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 xml:space="preserve"> Уход  за  садом  ранней  осенью.  Борьба  с  вредителями  сада. </w:t>
            </w:r>
            <w:r>
              <w:rPr>
                <w:w w:val="82"/>
              </w:rPr>
              <w:t xml:space="preserve">§ 14 </w:t>
            </w:r>
            <w:r w:rsidRPr="00DB001D">
              <w:rPr>
                <w:w w:val="82"/>
              </w:rPr>
              <w:t>стр</w:t>
            </w:r>
            <w:r>
              <w:rPr>
                <w:w w:val="82"/>
              </w:rPr>
              <w:t>39</w:t>
            </w:r>
          </w:p>
        </w:tc>
        <w:tc>
          <w:tcPr>
            <w:tcW w:w="985" w:type="dxa"/>
          </w:tcPr>
          <w:p w:rsidR="00944531" w:rsidRPr="001F6C6D" w:rsidRDefault="001F6C6D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F6C6D">
              <w:rPr>
                <w:rFonts w:ascii="Arial" w:hAnsi="Arial" w:cs="Arial"/>
                <w:color w:val="FF0000"/>
                <w:sz w:val="18"/>
                <w:szCs w:val="18"/>
              </w:rPr>
              <w:t>21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>Травяные  настои.  Приготовление  травяных  настоев</w:t>
            </w:r>
            <w:r>
              <w:rPr>
                <w:w w:val="82"/>
              </w:rPr>
              <w:t xml:space="preserve">§ 14 </w:t>
            </w:r>
            <w:r w:rsidRPr="00DB001D">
              <w:rPr>
                <w:w w:val="82"/>
              </w:rPr>
              <w:t>стр</w:t>
            </w:r>
            <w:r>
              <w:rPr>
                <w:w w:val="82"/>
              </w:rPr>
              <w:t>40</w:t>
            </w:r>
          </w:p>
        </w:tc>
        <w:tc>
          <w:tcPr>
            <w:tcW w:w="985" w:type="dxa"/>
          </w:tcPr>
          <w:p w:rsidR="00944531" w:rsidRPr="001F6C6D" w:rsidRDefault="001F6C6D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F6C6D">
              <w:rPr>
                <w:rFonts w:ascii="Arial" w:hAnsi="Arial" w:cs="Arial"/>
                <w:color w:val="FF0000"/>
                <w:sz w:val="18"/>
                <w:szCs w:val="18"/>
              </w:rPr>
              <w:t>21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>Приготовление  травяных  настоев</w:t>
            </w:r>
            <w:r>
              <w:rPr>
                <w:w w:val="82"/>
              </w:rPr>
              <w:t xml:space="preserve">§ 14 </w:t>
            </w:r>
            <w:r w:rsidRPr="00DB001D">
              <w:rPr>
                <w:w w:val="82"/>
              </w:rPr>
              <w:t>стр</w:t>
            </w:r>
            <w:r>
              <w:rPr>
                <w:w w:val="82"/>
              </w:rPr>
              <w:t>40</w:t>
            </w:r>
          </w:p>
        </w:tc>
        <w:tc>
          <w:tcPr>
            <w:tcW w:w="985" w:type="dxa"/>
          </w:tcPr>
          <w:p w:rsidR="00944531" w:rsidRPr="001F6C6D" w:rsidRDefault="001F6C6D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F6C6D">
              <w:rPr>
                <w:rFonts w:ascii="Arial" w:hAnsi="Arial" w:cs="Arial"/>
                <w:color w:val="FF0000"/>
                <w:sz w:val="18"/>
                <w:szCs w:val="18"/>
              </w:rPr>
              <w:t>21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>Удаление  коневой  поросли</w:t>
            </w:r>
            <w:r>
              <w:rPr>
                <w:w w:val="82"/>
              </w:rPr>
              <w:t xml:space="preserve">§ 14 </w:t>
            </w:r>
            <w:proofErr w:type="spellStart"/>
            <w:proofErr w:type="gramStart"/>
            <w:r w:rsidRPr="00DB001D">
              <w:rPr>
                <w:w w:val="82"/>
              </w:rPr>
              <w:t>стр</w:t>
            </w:r>
            <w:proofErr w:type="spellEnd"/>
            <w:proofErr w:type="gramEnd"/>
            <w:r>
              <w:rPr>
                <w:w w:val="82"/>
              </w:rPr>
              <w:t xml:space="preserve"> 40</w:t>
            </w:r>
          </w:p>
        </w:tc>
        <w:tc>
          <w:tcPr>
            <w:tcW w:w="985" w:type="dxa"/>
          </w:tcPr>
          <w:p w:rsidR="00944531" w:rsidRPr="001F6C6D" w:rsidRDefault="001F6C6D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F6C6D">
              <w:rPr>
                <w:rFonts w:ascii="Arial" w:hAnsi="Arial" w:cs="Arial"/>
                <w:color w:val="FF0000"/>
                <w:sz w:val="18"/>
                <w:szCs w:val="18"/>
              </w:rPr>
              <w:t>22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>Обработка  корневой  поросли</w:t>
            </w:r>
            <w:r>
              <w:rPr>
                <w:w w:val="82"/>
              </w:rPr>
              <w:t xml:space="preserve">§ 14 </w:t>
            </w:r>
            <w:proofErr w:type="spellStart"/>
            <w:proofErr w:type="gramStart"/>
            <w:r w:rsidRPr="00DB001D">
              <w:rPr>
                <w:w w:val="82"/>
              </w:rPr>
              <w:t>стр</w:t>
            </w:r>
            <w:proofErr w:type="spellEnd"/>
            <w:proofErr w:type="gramEnd"/>
            <w:r>
              <w:rPr>
                <w:w w:val="82"/>
              </w:rPr>
              <w:t xml:space="preserve"> 41</w:t>
            </w:r>
          </w:p>
        </w:tc>
        <w:tc>
          <w:tcPr>
            <w:tcW w:w="985" w:type="dxa"/>
          </w:tcPr>
          <w:p w:rsidR="00944531" w:rsidRPr="001F6C6D" w:rsidRDefault="001F6C6D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F6C6D">
              <w:rPr>
                <w:rFonts w:ascii="Arial" w:hAnsi="Arial" w:cs="Arial"/>
                <w:color w:val="FF0000"/>
                <w:sz w:val="18"/>
                <w:szCs w:val="18"/>
              </w:rPr>
              <w:t>22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 xml:space="preserve">Внесение  удобрений   </w:t>
            </w:r>
            <w:r>
              <w:rPr>
                <w:w w:val="82"/>
              </w:rPr>
              <w:t xml:space="preserve">§ 14 </w:t>
            </w:r>
            <w:proofErr w:type="spellStart"/>
            <w:proofErr w:type="gramStart"/>
            <w:r w:rsidRPr="00DB001D">
              <w:rPr>
                <w:w w:val="82"/>
              </w:rPr>
              <w:t>стр</w:t>
            </w:r>
            <w:proofErr w:type="spellEnd"/>
            <w:proofErr w:type="gramEnd"/>
            <w:r>
              <w:rPr>
                <w:w w:val="82"/>
              </w:rPr>
              <w:t xml:space="preserve"> 42</w:t>
            </w:r>
          </w:p>
        </w:tc>
        <w:tc>
          <w:tcPr>
            <w:tcW w:w="985" w:type="dxa"/>
          </w:tcPr>
          <w:p w:rsidR="00944531" w:rsidRPr="001F6C6D" w:rsidRDefault="001F6C6D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F6C6D">
              <w:rPr>
                <w:rFonts w:ascii="Arial" w:hAnsi="Arial" w:cs="Arial"/>
                <w:color w:val="FF0000"/>
                <w:sz w:val="18"/>
                <w:szCs w:val="18"/>
              </w:rPr>
              <w:t>23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>Способы  внесения  удобрений</w:t>
            </w:r>
            <w:r>
              <w:rPr>
                <w:w w:val="82"/>
              </w:rPr>
              <w:t xml:space="preserve">§ 14 </w:t>
            </w:r>
            <w:proofErr w:type="spellStart"/>
            <w:proofErr w:type="gramStart"/>
            <w:r w:rsidRPr="00DB001D">
              <w:rPr>
                <w:w w:val="82"/>
              </w:rPr>
              <w:t>стр</w:t>
            </w:r>
            <w:proofErr w:type="spellEnd"/>
            <w:proofErr w:type="gramEnd"/>
            <w:r>
              <w:rPr>
                <w:w w:val="82"/>
              </w:rPr>
              <w:t xml:space="preserve"> 42</w:t>
            </w:r>
          </w:p>
        </w:tc>
        <w:tc>
          <w:tcPr>
            <w:tcW w:w="985" w:type="dxa"/>
          </w:tcPr>
          <w:p w:rsidR="00944531" w:rsidRPr="001F6C6D" w:rsidRDefault="001F6C6D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F6C6D">
              <w:rPr>
                <w:rFonts w:ascii="Arial" w:hAnsi="Arial" w:cs="Arial"/>
                <w:color w:val="FF0000"/>
                <w:sz w:val="18"/>
                <w:szCs w:val="18"/>
              </w:rPr>
              <w:t>24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>Нормы  и  дозы  внесения  удобрений</w:t>
            </w:r>
            <w:r>
              <w:rPr>
                <w:w w:val="82"/>
              </w:rPr>
              <w:t xml:space="preserve">§ 14 </w:t>
            </w:r>
            <w:proofErr w:type="spellStart"/>
            <w:proofErr w:type="gramStart"/>
            <w:r w:rsidRPr="00DB001D">
              <w:rPr>
                <w:w w:val="82"/>
              </w:rPr>
              <w:t>стр</w:t>
            </w:r>
            <w:proofErr w:type="spellEnd"/>
            <w:proofErr w:type="gramEnd"/>
            <w:r>
              <w:rPr>
                <w:w w:val="82"/>
              </w:rPr>
              <w:t xml:space="preserve"> 43</w:t>
            </w:r>
          </w:p>
        </w:tc>
        <w:tc>
          <w:tcPr>
            <w:tcW w:w="985" w:type="dxa"/>
          </w:tcPr>
          <w:p w:rsidR="00944531" w:rsidRPr="001F6C6D" w:rsidRDefault="001F6C6D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F6C6D">
              <w:rPr>
                <w:rFonts w:ascii="Arial" w:hAnsi="Arial" w:cs="Arial"/>
                <w:color w:val="FF0000"/>
                <w:sz w:val="18"/>
                <w:szCs w:val="18"/>
              </w:rPr>
              <w:t>24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>Нормы  и  дозы  внесения.</w:t>
            </w:r>
            <w:r>
              <w:rPr>
                <w:w w:val="82"/>
              </w:rPr>
              <w:t xml:space="preserve"> § 14 </w:t>
            </w:r>
            <w:proofErr w:type="spellStart"/>
            <w:proofErr w:type="gramStart"/>
            <w:r w:rsidRPr="00DB001D">
              <w:rPr>
                <w:w w:val="82"/>
              </w:rPr>
              <w:t>стр</w:t>
            </w:r>
            <w:proofErr w:type="spellEnd"/>
            <w:proofErr w:type="gramEnd"/>
            <w:r>
              <w:rPr>
                <w:w w:val="82"/>
              </w:rPr>
              <w:t xml:space="preserve">  44</w:t>
            </w:r>
          </w:p>
        </w:tc>
        <w:tc>
          <w:tcPr>
            <w:tcW w:w="985" w:type="dxa"/>
          </w:tcPr>
          <w:p w:rsidR="00944531" w:rsidRPr="001F6C6D" w:rsidRDefault="001F6C6D" w:rsidP="001275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F6C6D">
              <w:rPr>
                <w:rFonts w:ascii="Arial" w:hAnsi="Arial" w:cs="Arial"/>
                <w:color w:val="FF0000"/>
                <w:sz w:val="18"/>
                <w:szCs w:val="18"/>
              </w:rPr>
              <w:t>24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 xml:space="preserve">Пр. </w:t>
            </w:r>
            <w:proofErr w:type="gramStart"/>
            <w:r>
              <w:t>Р</w:t>
            </w:r>
            <w:proofErr w:type="gramEnd"/>
            <w:r>
              <w:t>№10 Сбор  ловчих  поясов</w:t>
            </w:r>
          </w:p>
        </w:tc>
        <w:tc>
          <w:tcPr>
            <w:tcW w:w="985" w:type="dxa"/>
          </w:tcPr>
          <w:p w:rsidR="00944531" w:rsidRPr="00464232" w:rsidRDefault="001F6C6D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proofErr w:type="gramStart"/>
            <w:r>
              <w:t>ПР</w:t>
            </w:r>
            <w:proofErr w:type="gramEnd"/>
            <w:r>
              <w:t>№11  Внесение  удобрений  и  обработка  почвы  в  приствольных  кругах</w:t>
            </w:r>
          </w:p>
        </w:tc>
        <w:tc>
          <w:tcPr>
            <w:tcW w:w="985" w:type="dxa"/>
          </w:tcPr>
          <w:p w:rsidR="00944531" w:rsidRPr="00464232" w:rsidRDefault="001F6C6D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 xml:space="preserve"> Уход  за  плодоносящим  садом  поздней  осенью</w:t>
            </w:r>
            <w:r>
              <w:br/>
              <w:t xml:space="preserve">                Борьба  с  вредителями  сада    </w:t>
            </w:r>
            <w:r>
              <w:rPr>
                <w:w w:val="82"/>
              </w:rPr>
              <w:t xml:space="preserve">§ 15 </w:t>
            </w:r>
            <w:proofErr w:type="spellStart"/>
            <w:proofErr w:type="gramStart"/>
            <w:r w:rsidRPr="00DB001D">
              <w:rPr>
                <w:w w:val="82"/>
              </w:rPr>
              <w:t>стр</w:t>
            </w:r>
            <w:proofErr w:type="spellEnd"/>
            <w:proofErr w:type="gramEnd"/>
            <w:r>
              <w:rPr>
                <w:w w:val="82"/>
              </w:rPr>
              <w:t xml:space="preserve">  48</w:t>
            </w:r>
          </w:p>
        </w:tc>
        <w:tc>
          <w:tcPr>
            <w:tcW w:w="985" w:type="dxa"/>
          </w:tcPr>
          <w:p w:rsidR="00944531" w:rsidRPr="00464232" w:rsidRDefault="001F6C6D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 xml:space="preserve">Побелка штамбов  плодовых  деревьев  </w:t>
            </w:r>
            <w:r>
              <w:rPr>
                <w:w w:val="82"/>
              </w:rPr>
              <w:t xml:space="preserve">§ 15 </w:t>
            </w:r>
            <w:proofErr w:type="spellStart"/>
            <w:proofErr w:type="gramStart"/>
            <w:r w:rsidRPr="00DB001D">
              <w:rPr>
                <w:w w:val="82"/>
              </w:rPr>
              <w:t>стр</w:t>
            </w:r>
            <w:proofErr w:type="spellEnd"/>
            <w:proofErr w:type="gramEnd"/>
            <w:r>
              <w:rPr>
                <w:w w:val="82"/>
              </w:rPr>
              <w:t xml:space="preserve">  48</w:t>
            </w:r>
          </w:p>
        </w:tc>
        <w:tc>
          <w:tcPr>
            <w:tcW w:w="985" w:type="dxa"/>
          </w:tcPr>
          <w:p w:rsidR="00944531" w:rsidRPr="00464232" w:rsidRDefault="001F6C6D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>Ручной  инвентарь  для  очистки  штамбов</w:t>
            </w:r>
            <w:r>
              <w:rPr>
                <w:w w:val="82"/>
              </w:rPr>
              <w:t xml:space="preserve">§ 15 </w:t>
            </w:r>
            <w:proofErr w:type="spellStart"/>
            <w:proofErr w:type="gramStart"/>
            <w:r w:rsidRPr="00DB001D">
              <w:rPr>
                <w:w w:val="82"/>
              </w:rPr>
              <w:t>стр</w:t>
            </w:r>
            <w:proofErr w:type="spellEnd"/>
            <w:proofErr w:type="gramEnd"/>
            <w:r>
              <w:rPr>
                <w:w w:val="82"/>
              </w:rPr>
              <w:t xml:space="preserve">  49</w:t>
            </w:r>
          </w:p>
        </w:tc>
        <w:tc>
          <w:tcPr>
            <w:tcW w:w="985" w:type="dxa"/>
          </w:tcPr>
          <w:p w:rsidR="00944531" w:rsidRPr="00464232" w:rsidRDefault="001F6C6D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>Кисти  для  побелки  штамбов  и  ветвей</w:t>
            </w:r>
            <w:r>
              <w:rPr>
                <w:w w:val="82"/>
              </w:rPr>
              <w:t xml:space="preserve">§ 15 </w:t>
            </w:r>
            <w:proofErr w:type="spellStart"/>
            <w:proofErr w:type="gramStart"/>
            <w:r w:rsidRPr="00DB001D">
              <w:rPr>
                <w:w w:val="82"/>
              </w:rPr>
              <w:t>стр</w:t>
            </w:r>
            <w:proofErr w:type="spellEnd"/>
            <w:proofErr w:type="gramEnd"/>
            <w:r>
              <w:rPr>
                <w:w w:val="82"/>
              </w:rPr>
              <w:t xml:space="preserve">  49</w:t>
            </w:r>
          </w:p>
        </w:tc>
        <w:tc>
          <w:tcPr>
            <w:tcW w:w="985" w:type="dxa"/>
          </w:tcPr>
          <w:p w:rsidR="00944531" w:rsidRPr="00464232" w:rsidRDefault="001F6C6D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>Санитарная  обрезка  плодовых  деревьев</w:t>
            </w:r>
            <w:r>
              <w:rPr>
                <w:w w:val="82"/>
              </w:rPr>
              <w:t xml:space="preserve">§ 15 </w:t>
            </w:r>
            <w:proofErr w:type="spellStart"/>
            <w:proofErr w:type="gramStart"/>
            <w:r w:rsidRPr="00DB001D">
              <w:rPr>
                <w:w w:val="82"/>
              </w:rPr>
              <w:t>стр</w:t>
            </w:r>
            <w:proofErr w:type="spellEnd"/>
            <w:proofErr w:type="gramEnd"/>
            <w:r>
              <w:rPr>
                <w:w w:val="82"/>
              </w:rPr>
              <w:t xml:space="preserve">  50</w:t>
            </w:r>
          </w:p>
        </w:tc>
        <w:tc>
          <w:tcPr>
            <w:tcW w:w="985" w:type="dxa"/>
          </w:tcPr>
          <w:p w:rsidR="00944531" w:rsidRPr="00464232" w:rsidRDefault="001F6C6D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 xml:space="preserve">Правила  безопасной  работы  при  побелке  плодовых  деревьев </w:t>
            </w:r>
            <w:r>
              <w:rPr>
                <w:w w:val="82"/>
              </w:rPr>
              <w:t xml:space="preserve">§ 15 </w:t>
            </w:r>
            <w:proofErr w:type="spellStart"/>
            <w:proofErr w:type="gramStart"/>
            <w:r w:rsidRPr="00DB001D">
              <w:rPr>
                <w:w w:val="82"/>
              </w:rPr>
              <w:t>стр</w:t>
            </w:r>
            <w:proofErr w:type="spellEnd"/>
            <w:proofErr w:type="gramEnd"/>
            <w:r>
              <w:rPr>
                <w:w w:val="82"/>
              </w:rPr>
              <w:t xml:space="preserve">  51</w:t>
            </w:r>
          </w:p>
        </w:tc>
        <w:tc>
          <w:tcPr>
            <w:tcW w:w="985" w:type="dxa"/>
          </w:tcPr>
          <w:p w:rsidR="00944531" w:rsidRPr="00464232" w:rsidRDefault="001F6C6D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 xml:space="preserve">Защищённый  грунт  и  его  значение. </w:t>
            </w:r>
            <w:r>
              <w:rPr>
                <w:w w:val="82"/>
              </w:rPr>
              <w:t xml:space="preserve">§ 16 </w:t>
            </w:r>
            <w:proofErr w:type="spellStart"/>
            <w:proofErr w:type="gramStart"/>
            <w:r w:rsidRPr="00DB001D">
              <w:rPr>
                <w:w w:val="82"/>
              </w:rPr>
              <w:t>стр</w:t>
            </w:r>
            <w:proofErr w:type="spellEnd"/>
            <w:proofErr w:type="gramEnd"/>
            <w:r>
              <w:rPr>
                <w:w w:val="82"/>
              </w:rPr>
              <w:t xml:space="preserve">  52</w:t>
            </w:r>
          </w:p>
        </w:tc>
        <w:tc>
          <w:tcPr>
            <w:tcW w:w="985" w:type="dxa"/>
          </w:tcPr>
          <w:p w:rsidR="00944531" w:rsidRPr="00464232" w:rsidRDefault="001F6C6D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  <w:r>
              <w:rPr>
                <w:rFonts w:ascii="Arial" w:hAnsi="Arial" w:cs="Arial"/>
                <w:sz w:val="18"/>
                <w:szCs w:val="18"/>
              </w:rPr>
              <w:t>.05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531" w:rsidRPr="00464232" w:rsidTr="0012758F">
        <w:tc>
          <w:tcPr>
            <w:tcW w:w="815" w:type="dxa"/>
          </w:tcPr>
          <w:p w:rsidR="00944531" w:rsidRPr="00464232" w:rsidRDefault="00944531" w:rsidP="0012758F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9" w:type="dxa"/>
          </w:tcPr>
          <w:p w:rsidR="00944531" w:rsidRDefault="00944531" w:rsidP="00944531">
            <w:r>
              <w:t xml:space="preserve">Защищённый  грунт  и  его  значение. </w:t>
            </w:r>
            <w:r>
              <w:rPr>
                <w:w w:val="82"/>
              </w:rPr>
              <w:t xml:space="preserve">§ 16 </w:t>
            </w:r>
            <w:proofErr w:type="spellStart"/>
            <w:proofErr w:type="gramStart"/>
            <w:r w:rsidRPr="00DB001D">
              <w:rPr>
                <w:w w:val="82"/>
              </w:rPr>
              <w:t>стр</w:t>
            </w:r>
            <w:proofErr w:type="spellEnd"/>
            <w:proofErr w:type="gramEnd"/>
            <w:r>
              <w:rPr>
                <w:w w:val="82"/>
              </w:rPr>
              <w:t xml:space="preserve">  52</w:t>
            </w:r>
          </w:p>
        </w:tc>
        <w:tc>
          <w:tcPr>
            <w:tcW w:w="985" w:type="dxa"/>
          </w:tcPr>
          <w:p w:rsidR="00944531" w:rsidRPr="00464232" w:rsidRDefault="001F6C6D" w:rsidP="001275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292" w:type="dxa"/>
          </w:tcPr>
          <w:p w:rsidR="00944531" w:rsidRPr="00464232" w:rsidRDefault="00944531" w:rsidP="001275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2758F" w:rsidRPr="00464232" w:rsidRDefault="0012758F">
      <w:pPr>
        <w:rPr>
          <w:rFonts w:ascii="Arial" w:hAnsi="Arial" w:cs="Arial"/>
          <w:sz w:val="18"/>
          <w:szCs w:val="18"/>
        </w:rPr>
      </w:pPr>
    </w:p>
    <w:sectPr w:rsidR="0012758F" w:rsidRPr="00464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6301"/>
    <w:multiLevelType w:val="hybridMultilevel"/>
    <w:tmpl w:val="C2F83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7CE"/>
    <w:rsid w:val="0012758F"/>
    <w:rsid w:val="001F6C6D"/>
    <w:rsid w:val="0026650B"/>
    <w:rsid w:val="00464232"/>
    <w:rsid w:val="006337CE"/>
    <w:rsid w:val="006A282A"/>
    <w:rsid w:val="0082732E"/>
    <w:rsid w:val="00827B2B"/>
    <w:rsid w:val="00944531"/>
    <w:rsid w:val="00D36D42"/>
    <w:rsid w:val="00D94AD9"/>
    <w:rsid w:val="00EB1154"/>
    <w:rsid w:val="00FA2E53"/>
    <w:rsid w:val="00FB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7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75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7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7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2634</Words>
  <Characters>15014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4</cp:revision>
  <dcterms:created xsi:type="dcterms:W3CDTF">2018-09-19T15:36:00Z</dcterms:created>
  <dcterms:modified xsi:type="dcterms:W3CDTF">2018-09-23T15:24:00Z</dcterms:modified>
</cp:coreProperties>
</file>