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E93" w:rsidRPr="00512E53" w:rsidRDefault="00050E93" w:rsidP="00435776">
      <w:pPr>
        <w:ind w:left="-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435776">
        <w:rPr>
          <w:rFonts w:ascii="Times New Roman" w:hAnsi="Times New Roman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1.5pt">
            <v:imagedata r:id="rId7" o:title=""/>
          </v:shape>
        </w:pict>
      </w:r>
      <w:r w:rsidRPr="00512E53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050E93" w:rsidRPr="00512E53" w:rsidRDefault="00050E93" w:rsidP="00986F79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Рабочая программа по географии 6 класса составлена в соответствие с Приказом Министерства образования  Российской Федерации «Об утверждении федерального компонента государственных образовательных стандартов начального общего, основного общего и среднего (полного)  общего образования» от  05.03.2004 №1089 с учетом авторской программы под редакцией Т.П. Герасимовой.</w:t>
      </w:r>
    </w:p>
    <w:p w:rsidR="00050E93" w:rsidRPr="00512E53" w:rsidRDefault="00050E93" w:rsidP="00986F79">
      <w:pPr>
        <w:pStyle w:val="BodyTextIndent"/>
        <w:ind w:firstLine="709"/>
        <w:jc w:val="both"/>
        <w:rPr>
          <w:b/>
          <w:bCs/>
        </w:rPr>
      </w:pPr>
      <w:r w:rsidRPr="00512E53">
        <w:rPr>
          <w:b/>
          <w:bCs/>
        </w:rPr>
        <w:t>Общая характеристика предмета</w:t>
      </w:r>
    </w:p>
    <w:p w:rsidR="00050E93" w:rsidRPr="00512E53" w:rsidRDefault="00050E93" w:rsidP="00986F79">
      <w:pPr>
        <w:pStyle w:val="BodyTextIndent"/>
        <w:ind w:firstLine="709"/>
        <w:jc w:val="both"/>
      </w:pPr>
      <w:r w:rsidRPr="00512E53">
        <w:t xml:space="preserve">Начальный курс географии – это первый по счету школьный курс географии. </w:t>
      </w:r>
    </w:p>
    <w:p w:rsidR="00050E93" w:rsidRPr="00512E53" w:rsidRDefault="00050E93" w:rsidP="00986F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color w:val="000000"/>
          <w:sz w:val="24"/>
          <w:szCs w:val="24"/>
        </w:rPr>
        <w:t>Начальный курс географии достаточно стабилен, с него начинается изучение географии в школе. В его структуре заложена преемственность между курсами, обеспечивающая динамизм в развитии, расширении и углублении знаний и умений учащихся, в развитии их географического мышления, самостоятельности в приобретении новых знаний.</w:t>
      </w:r>
    </w:p>
    <w:p w:rsidR="00050E93" w:rsidRPr="00512E53" w:rsidRDefault="00050E93" w:rsidP="00986F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color w:val="000000"/>
          <w:sz w:val="24"/>
          <w:szCs w:val="24"/>
        </w:rPr>
        <w:t>При его изучении учащиеся должны усвоить основные общие предметные понятия о географических объектах, явлениях, а также на элементарном уровне знания о земных оболочках. Кроме того, учащиеся приобретают топограф – картографические знания и обобщенные приемы учебной работы на местности, а также в классе.</w:t>
      </w:r>
    </w:p>
    <w:p w:rsidR="00050E93" w:rsidRPr="00512E53" w:rsidRDefault="00050E93" w:rsidP="00986F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color w:val="000000"/>
          <w:sz w:val="24"/>
          <w:szCs w:val="24"/>
        </w:rPr>
        <w:t>Нельзя не отметить, что именно при изучении этого курса начинается формирование географической культуры и обучение географическому языку; изучая его, школьники овладевают первоначальными представлениями, понятиями, причинно – следственными связями, а также умениями, связанными с использованием источников географической информации, прежде всего, карты. Большое внимание уделяется изучению своей местности для накопления представлений (знаний), которые будут использоваться в дальнейшем.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Кроме того, программа содержит перечень практических работ по каждому разделу.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Место предмета в базисном учебном плане</w:t>
      </w:r>
    </w:p>
    <w:p w:rsidR="00050E93" w:rsidRPr="00512E53" w:rsidRDefault="00050E93" w:rsidP="00CF6ADB">
      <w:pPr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12E53">
        <w:rPr>
          <w:rFonts w:ascii="Times New Roman" w:hAnsi="Times New Roman" w:cs="Times New Roman"/>
          <w:sz w:val="24"/>
          <w:szCs w:val="24"/>
        </w:rPr>
        <w:t xml:space="preserve">Федеральный учебный план для образовательных учреждений Российской Федерации отводит 238 часов для обязательного изучения учебного предмета «География». </w:t>
      </w:r>
      <w:r>
        <w:rPr>
          <w:rFonts w:ascii="Times New Roman" w:hAnsi="Times New Roman" w:cs="Times New Roman"/>
          <w:sz w:val="24"/>
          <w:szCs w:val="24"/>
          <w:lang w:eastAsia="ar-SA"/>
        </w:rPr>
        <w:t>Согласно Учебному плану</w:t>
      </w:r>
      <w:r w:rsidRPr="00512E53">
        <w:rPr>
          <w:rFonts w:ascii="Times New Roman" w:hAnsi="Times New Roman" w:cs="Times New Roman"/>
          <w:sz w:val="24"/>
          <w:szCs w:val="24"/>
          <w:lang w:eastAsia="ar-SA"/>
        </w:rPr>
        <w:t xml:space="preserve"> филиала </w:t>
      </w:r>
      <w:r w:rsidRPr="00512E53">
        <w:rPr>
          <w:rFonts w:ascii="Times New Roman" w:hAnsi="Times New Roman" w:cs="Times New Roman"/>
          <w:sz w:val="24"/>
          <w:szCs w:val="24"/>
        </w:rPr>
        <w:t>Муниципального автономного общеобразовательного учреждения Гагаринская средняя общеобразовательная школа – Синицынская общеобразовательная школа</w:t>
      </w:r>
      <w:r w:rsidRPr="00512E53">
        <w:rPr>
          <w:rFonts w:ascii="Times New Roman" w:hAnsi="Times New Roman" w:cs="Times New Roman"/>
          <w:sz w:val="24"/>
          <w:szCs w:val="24"/>
          <w:lang w:eastAsia="ar-SA"/>
        </w:rPr>
        <w:t xml:space="preserve"> на изучение географии в 6 классе отводится 1 ч в неделю (34 часа за год).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• освоение знаний</w:t>
      </w:r>
      <w:r w:rsidRPr="00512E53">
        <w:rPr>
          <w:rFonts w:ascii="Times New Roman" w:hAnsi="Times New Roman" w:cs="Times New Roman"/>
          <w:sz w:val="24"/>
          <w:szCs w:val="24"/>
        </w:rPr>
        <w:t xml:space="preserve"> об основных географических понятиях, географических особенностях природы; об окружающей среде, путях ее сохранения и рационального использования;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• овладение умениями</w:t>
      </w:r>
      <w:r w:rsidRPr="00512E53">
        <w:rPr>
          <w:rFonts w:ascii="Times New Roman" w:hAnsi="Times New Roman" w:cs="Times New Roman"/>
          <w:sz w:val="24"/>
          <w:szCs w:val="24"/>
        </w:rPr>
        <w:t xml:space="preserve"> ориентироваться на местности; использовать один из «языков» международного общения — географическую карту, применять географические знания для объяснения и оценки разнообразных явлений и процессов;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• развитие</w:t>
      </w:r>
      <w:r w:rsidRPr="00512E53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• воспитание</w:t>
      </w:r>
      <w:r w:rsidRPr="00512E53">
        <w:rPr>
          <w:rFonts w:ascii="Times New Roman" w:hAnsi="Times New Roman" w:cs="Times New Roman"/>
          <w:sz w:val="24"/>
          <w:szCs w:val="24"/>
        </w:rPr>
        <w:t xml:space="preserve">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• формирование способности и готовности</w:t>
      </w:r>
      <w:r w:rsidRPr="00512E53">
        <w:rPr>
          <w:rFonts w:ascii="Times New Roman" w:hAnsi="Times New Roman" w:cs="Times New Roman"/>
          <w:sz w:val="24"/>
          <w:szCs w:val="24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самостоятельному оцениванию уровня безопасности окружающей среды как сферы жизнедеятельности.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Учебно-методический комплект</w:t>
      </w:r>
    </w:p>
    <w:p w:rsidR="00050E93" w:rsidRPr="00512E53" w:rsidRDefault="00050E93" w:rsidP="00986F7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Т.П.Герасимова, Н.П.Неклюкова. Начальный курс географии. 6 класс – М.: Дрофа, 2005.</w:t>
      </w:r>
    </w:p>
    <w:p w:rsidR="00050E93" w:rsidRPr="00512E53" w:rsidRDefault="00050E93" w:rsidP="00986F7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 xml:space="preserve">В.И.Сиротин. География. Рабочая тетрадь с комплектом контурных карт „Физическая география, начальный курс“. 6 класс – М.: Дрофа, 2007. </w:t>
      </w:r>
    </w:p>
    <w:p w:rsidR="00050E93" w:rsidRPr="00512E53" w:rsidRDefault="00050E93" w:rsidP="00986F7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А.В.Шатных. Начальный курс географии. Рабочая тетрадь. – М.: Дрофа, 2007.</w:t>
      </w:r>
    </w:p>
    <w:p w:rsidR="00050E93" w:rsidRPr="00512E53" w:rsidRDefault="00050E93" w:rsidP="00986F7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 xml:space="preserve">Атлас. Физическая география, начальный курс. 6 класс. </w:t>
      </w:r>
    </w:p>
    <w:p w:rsidR="00050E93" w:rsidRPr="00512E53" w:rsidRDefault="00050E93" w:rsidP="00986F7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 xml:space="preserve">Мультимедийная программа: География 6-10 класс. 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0E93" w:rsidRPr="00512E53" w:rsidRDefault="00050E93" w:rsidP="00986F79">
      <w:pPr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Тематический план</w:t>
      </w:r>
    </w:p>
    <w:tbl>
      <w:tblPr>
        <w:tblW w:w="10407" w:type="dxa"/>
        <w:tblInd w:w="-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8"/>
        <w:gridCol w:w="3640"/>
        <w:gridCol w:w="1203"/>
        <w:gridCol w:w="2268"/>
        <w:gridCol w:w="2688"/>
      </w:tblGrid>
      <w:tr w:rsidR="00050E93" w:rsidRPr="00512E53" w:rsidTr="00646F1D">
        <w:tc>
          <w:tcPr>
            <w:tcW w:w="608" w:type="dxa"/>
          </w:tcPr>
          <w:p w:rsidR="00050E93" w:rsidRPr="00512E53" w:rsidRDefault="00050E93" w:rsidP="004926AD">
            <w:pPr>
              <w:pStyle w:val="NormalWeb"/>
              <w:spacing w:before="0" w:beforeAutospacing="0" w:after="0" w:afterAutospacing="0"/>
              <w:contextualSpacing/>
            </w:pPr>
            <w:r w:rsidRPr="00512E53">
              <w:t>№ п/п</w:t>
            </w:r>
          </w:p>
        </w:tc>
        <w:tc>
          <w:tcPr>
            <w:tcW w:w="3640" w:type="dxa"/>
          </w:tcPr>
          <w:p w:rsidR="00050E93" w:rsidRPr="00512E53" w:rsidRDefault="00050E93" w:rsidP="004926AD">
            <w:pPr>
              <w:shd w:val="clear" w:color="auto" w:fill="FFFFFF"/>
              <w:ind w:left="770" w:hanging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Раздел, тема</w:t>
            </w:r>
          </w:p>
        </w:tc>
        <w:tc>
          <w:tcPr>
            <w:tcW w:w="1203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Самостоятельные работы</w:t>
            </w:r>
          </w:p>
        </w:tc>
        <w:tc>
          <w:tcPr>
            <w:tcW w:w="2688" w:type="dxa"/>
          </w:tcPr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608" w:type="dxa"/>
          </w:tcPr>
          <w:p w:rsidR="00050E93" w:rsidRPr="00512E53" w:rsidRDefault="00050E93" w:rsidP="004926AD">
            <w:pPr>
              <w:pStyle w:val="NormalWeb"/>
              <w:spacing w:before="0" w:beforeAutospacing="0" w:after="0" w:afterAutospacing="0"/>
              <w:contextualSpacing/>
            </w:pPr>
            <w:r w:rsidRPr="00512E53">
              <w:t>1.</w:t>
            </w:r>
          </w:p>
        </w:tc>
        <w:tc>
          <w:tcPr>
            <w:tcW w:w="3640" w:type="dxa"/>
          </w:tcPr>
          <w:p w:rsidR="00050E93" w:rsidRPr="00512E53" w:rsidRDefault="00050E93" w:rsidP="004926AD">
            <w:pPr>
              <w:shd w:val="clear" w:color="auto" w:fill="FFFFFF"/>
              <w:ind w:left="770" w:hanging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203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608" w:type="dxa"/>
          </w:tcPr>
          <w:p w:rsidR="00050E93" w:rsidRPr="00512E53" w:rsidRDefault="00050E93" w:rsidP="004926AD">
            <w:pPr>
              <w:pStyle w:val="NormalWeb"/>
              <w:spacing w:before="0" w:beforeAutospacing="0" w:after="0" w:afterAutospacing="0"/>
              <w:contextualSpacing/>
            </w:pPr>
            <w:r w:rsidRPr="00512E53">
              <w:t>2.</w:t>
            </w:r>
          </w:p>
        </w:tc>
        <w:tc>
          <w:tcPr>
            <w:tcW w:w="3640" w:type="dxa"/>
          </w:tcPr>
          <w:p w:rsidR="00050E93" w:rsidRPr="00512E53" w:rsidRDefault="00050E93" w:rsidP="004926AD">
            <w:pPr>
              <w:shd w:val="clear" w:color="auto" w:fill="FFFFFF"/>
              <w:ind w:left="770" w:hanging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Виды изображений поверхности Земли</w:t>
            </w:r>
          </w:p>
        </w:tc>
        <w:tc>
          <w:tcPr>
            <w:tcW w:w="1203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С.р.№1 Виды изображений поверхности Земли.(15 мин.)</w:t>
            </w:r>
          </w:p>
        </w:tc>
        <w:tc>
          <w:tcPr>
            <w:tcW w:w="2688" w:type="dxa"/>
          </w:tcPr>
          <w:p w:rsidR="00050E93" w:rsidRPr="00512E53" w:rsidRDefault="00050E93" w:rsidP="006C4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П.р.№1 «Определение расстояний, направлений и геокоординат»</w:t>
            </w:r>
          </w:p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608" w:type="dxa"/>
          </w:tcPr>
          <w:p w:rsidR="00050E93" w:rsidRPr="00512E53" w:rsidRDefault="00050E93" w:rsidP="004926AD">
            <w:pPr>
              <w:pStyle w:val="NormalWeb"/>
              <w:spacing w:before="0" w:beforeAutospacing="0" w:after="0" w:afterAutospacing="0"/>
              <w:contextualSpacing/>
            </w:pPr>
            <w:r w:rsidRPr="00512E53">
              <w:t>3.</w:t>
            </w:r>
          </w:p>
        </w:tc>
        <w:tc>
          <w:tcPr>
            <w:tcW w:w="3640" w:type="dxa"/>
          </w:tcPr>
          <w:p w:rsidR="00050E93" w:rsidRPr="00512E53" w:rsidRDefault="00050E93" w:rsidP="004926AD">
            <w:pPr>
              <w:shd w:val="clear" w:color="auto" w:fill="FFFFFF"/>
              <w:ind w:left="770" w:hanging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Литосфера</w:t>
            </w:r>
          </w:p>
        </w:tc>
        <w:tc>
          <w:tcPr>
            <w:tcW w:w="1203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050E93" w:rsidRPr="00512E53" w:rsidRDefault="00050E93" w:rsidP="006C4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С.р.№2 Литосфера (15 мин)</w:t>
            </w:r>
          </w:p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П.р.№2 «Описание гор или равнин по плану».</w:t>
            </w:r>
          </w:p>
        </w:tc>
      </w:tr>
      <w:tr w:rsidR="00050E93" w:rsidRPr="00512E53" w:rsidTr="00646F1D">
        <w:tc>
          <w:tcPr>
            <w:tcW w:w="608" w:type="dxa"/>
          </w:tcPr>
          <w:p w:rsidR="00050E93" w:rsidRPr="00512E53" w:rsidRDefault="00050E93" w:rsidP="004926AD">
            <w:pPr>
              <w:pStyle w:val="NormalWeb"/>
              <w:spacing w:before="0" w:beforeAutospacing="0" w:after="0" w:afterAutospacing="0"/>
              <w:contextualSpacing/>
            </w:pPr>
            <w:r w:rsidRPr="00512E53">
              <w:t>4.</w:t>
            </w:r>
          </w:p>
        </w:tc>
        <w:tc>
          <w:tcPr>
            <w:tcW w:w="3640" w:type="dxa"/>
          </w:tcPr>
          <w:p w:rsidR="00050E93" w:rsidRPr="00512E53" w:rsidRDefault="00050E93" w:rsidP="004926AD">
            <w:pPr>
              <w:shd w:val="clear" w:color="auto" w:fill="FFFFFF"/>
              <w:ind w:left="770" w:hanging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Гидросфера</w:t>
            </w:r>
          </w:p>
        </w:tc>
        <w:tc>
          <w:tcPr>
            <w:tcW w:w="1203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С.р.№3 Гидросфера (15 мин.)</w:t>
            </w:r>
          </w:p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П.р.№3 «Описание реки по плану».</w:t>
            </w:r>
          </w:p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608" w:type="dxa"/>
          </w:tcPr>
          <w:p w:rsidR="00050E93" w:rsidRPr="00512E53" w:rsidRDefault="00050E93" w:rsidP="004926AD">
            <w:pPr>
              <w:pStyle w:val="NormalWeb"/>
              <w:spacing w:before="0" w:beforeAutospacing="0" w:after="0" w:afterAutospacing="0"/>
              <w:contextualSpacing/>
            </w:pPr>
            <w:r w:rsidRPr="00512E53">
              <w:t>5.</w:t>
            </w:r>
          </w:p>
        </w:tc>
        <w:tc>
          <w:tcPr>
            <w:tcW w:w="3640" w:type="dxa"/>
          </w:tcPr>
          <w:p w:rsidR="00050E93" w:rsidRPr="00512E53" w:rsidRDefault="00050E93" w:rsidP="004926AD">
            <w:pPr>
              <w:shd w:val="clear" w:color="auto" w:fill="FFFFFF"/>
              <w:ind w:left="770" w:hanging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</w:tc>
        <w:tc>
          <w:tcPr>
            <w:tcW w:w="1203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С.р.№4 Атмосфера (15 мин.)</w:t>
            </w:r>
          </w:p>
          <w:p w:rsidR="00050E93" w:rsidRPr="00512E53" w:rsidRDefault="00050E93" w:rsidP="006C45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 4 «Наблюдение за погодой».</w:t>
            </w:r>
          </w:p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608" w:type="dxa"/>
          </w:tcPr>
          <w:p w:rsidR="00050E93" w:rsidRPr="00512E53" w:rsidRDefault="00050E93" w:rsidP="004926AD">
            <w:pPr>
              <w:pStyle w:val="NormalWeb"/>
              <w:spacing w:before="0" w:beforeAutospacing="0" w:after="0" w:afterAutospacing="0"/>
              <w:contextualSpacing/>
            </w:pPr>
            <w:r w:rsidRPr="00512E53">
              <w:t>6.</w:t>
            </w:r>
          </w:p>
        </w:tc>
        <w:tc>
          <w:tcPr>
            <w:tcW w:w="3640" w:type="dxa"/>
          </w:tcPr>
          <w:p w:rsidR="00050E93" w:rsidRPr="00512E53" w:rsidRDefault="00050E93" w:rsidP="004926AD">
            <w:pPr>
              <w:shd w:val="clear" w:color="auto" w:fill="FFFFFF"/>
              <w:ind w:left="770" w:hanging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Биосфера</w:t>
            </w:r>
          </w:p>
        </w:tc>
        <w:tc>
          <w:tcPr>
            <w:tcW w:w="1203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608" w:type="dxa"/>
          </w:tcPr>
          <w:p w:rsidR="00050E93" w:rsidRPr="00512E53" w:rsidRDefault="00050E93" w:rsidP="004926AD">
            <w:pPr>
              <w:pStyle w:val="NormalWeb"/>
              <w:spacing w:before="0" w:beforeAutospacing="0" w:after="0" w:afterAutospacing="0"/>
              <w:contextualSpacing/>
            </w:pPr>
            <w:r w:rsidRPr="00512E53">
              <w:t>7.</w:t>
            </w:r>
          </w:p>
        </w:tc>
        <w:tc>
          <w:tcPr>
            <w:tcW w:w="3640" w:type="dxa"/>
          </w:tcPr>
          <w:p w:rsidR="00050E93" w:rsidRPr="00512E53" w:rsidRDefault="00050E93" w:rsidP="004926AD">
            <w:pPr>
              <w:shd w:val="clear" w:color="auto" w:fill="FFFFFF"/>
              <w:ind w:left="770" w:hanging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Население Земли</w:t>
            </w:r>
          </w:p>
        </w:tc>
        <w:tc>
          <w:tcPr>
            <w:tcW w:w="1203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 за курс географии 6 класса</w:t>
            </w:r>
          </w:p>
        </w:tc>
        <w:tc>
          <w:tcPr>
            <w:tcW w:w="268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608" w:type="dxa"/>
          </w:tcPr>
          <w:p w:rsidR="00050E93" w:rsidRPr="00512E53" w:rsidRDefault="00050E93" w:rsidP="004926AD">
            <w:pPr>
              <w:pStyle w:val="NormalWeb"/>
              <w:spacing w:before="0" w:beforeAutospacing="0" w:after="0" w:afterAutospacing="0"/>
              <w:contextualSpacing/>
            </w:pPr>
          </w:p>
        </w:tc>
        <w:tc>
          <w:tcPr>
            <w:tcW w:w="3640" w:type="dxa"/>
          </w:tcPr>
          <w:p w:rsidR="00050E93" w:rsidRPr="00512E53" w:rsidRDefault="00050E93" w:rsidP="004926AD">
            <w:pPr>
              <w:shd w:val="clear" w:color="auto" w:fill="FFFFFF"/>
              <w:ind w:left="770" w:hanging="7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03" w:type="dxa"/>
          </w:tcPr>
          <w:p w:rsidR="00050E93" w:rsidRPr="00512E53" w:rsidRDefault="00050E93" w:rsidP="004926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88" w:type="dxa"/>
          </w:tcPr>
          <w:p w:rsidR="00050E93" w:rsidRPr="00512E53" w:rsidRDefault="00050E93" w:rsidP="004B30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50E93" w:rsidRPr="00512E53" w:rsidRDefault="00050E93" w:rsidP="00D050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0E93" w:rsidRPr="00512E53" w:rsidRDefault="00050E93" w:rsidP="00596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тем учебного курса VI КЛАСС </w:t>
      </w:r>
      <w:r w:rsidRPr="00512E53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>(34 ч, 1 ч в неделю).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color w:val="FF0000"/>
          <w:sz w:val="24"/>
          <w:szCs w:val="24"/>
        </w:rPr>
        <w:t> </w:t>
      </w:r>
      <w:r w:rsidRPr="00512E53">
        <w:rPr>
          <w:rFonts w:ascii="Times New Roman" w:hAnsi="Times New Roman" w:cs="Times New Roman"/>
          <w:b/>
          <w:bCs/>
          <w:sz w:val="24"/>
          <w:szCs w:val="24"/>
        </w:rPr>
        <w:t>РАЗДЕЛ I. ВВЕДЕНИЕ. ЗЕМЛЯ КАК ПЛАНЕТА   (2 часа)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7"/>
          <w:sz w:val="24"/>
          <w:szCs w:val="24"/>
        </w:rPr>
        <w:t xml:space="preserve">Что изучает география. Значение этой науки в жизни людей. 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> Шарообразная форма Земли и ее доказательства. Путешест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11"/>
          <w:sz w:val="24"/>
          <w:szCs w:val="24"/>
        </w:rPr>
        <w:t xml:space="preserve">вие Ф. Магеллана. Основные этапы познания поверхности планеты. 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 xml:space="preserve">Земля — одна из планет Солнечной системы. Сходство и различие 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с другими планетами. Первые представления о форме и размерах 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 xml:space="preserve">Земли. 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Требования к уровню подготовки обучающихся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i/>
          <w:iCs/>
          <w:spacing w:val="-10"/>
          <w:sz w:val="24"/>
          <w:szCs w:val="24"/>
        </w:rPr>
        <w:t>В результате изучения темы ученик должен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Знать: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предмет изучения географии;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основные этапы познания планеты;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Солнечная система, движение Земли вокруг Солнца, времена года как следствие наклона земной оси, Луна, ее воздействие на Землю;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Уметь: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Называть основные объекты природы, населения и хозяйственной деятельности.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 xml:space="preserve">РАЗДЕЛ II. ВИДЫ ИЗОБРАЖЕНИЙ ПОВЕРХНОСТИ ЗЕМЛИ </w:t>
      </w:r>
      <w:r w:rsidRPr="00512E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(8 часов)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12E53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Тема 1. План местности (4 часа)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 xml:space="preserve">Изображение местности первыми людьми. Ориентирование на 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>местности; определение направлений. Азимут. Способы определе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t>ния расстояний на местности, их изображение на плане. Масштаб.</w:t>
      </w:r>
      <w:r w:rsidRPr="00512E53">
        <w:rPr>
          <w:rFonts w:ascii="Times New Roman" w:hAnsi="Times New Roman" w:cs="Times New Roman"/>
          <w:spacing w:val="-7"/>
          <w:sz w:val="24"/>
          <w:szCs w:val="24"/>
        </w:rPr>
        <w:t xml:space="preserve"> Условные знаки. Абсолютная и относительная высота. 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t>Изображение на плане местности неровностей земной поверхнос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6"/>
          <w:sz w:val="24"/>
          <w:szCs w:val="24"/>
        </w:rPr>
        <w:t>ти: горизонтали, бергштрихи, отметки высот. Значение планов местности в практической деятельности человека.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Требования к уровню подготовки обучающихся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i/>
          <w:iCs/>
          <w:spacing w:val="-10"/>
          <w:sz w:val="24"/>
          <w:szCs w:val="24"/>
        </w:rPr>
        <w:t>В результате изучения темы ученик должен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Знать: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- содержание понятий: план местности, масштаб, особенности различных видов изображения местности;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Уметь: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- определять по плану объекты местности, стороны горизонта по компасу, плану, Солнцу;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- определять направления, расстояния;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- читать план местности.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12E53">
        <w:rPr>
          <w:rFonts w:ascii="Times New Roman" w:hAnsi="Times New Roman" w:cs="Times New Roman"/>
          <w:b/>
          <w:bCs/>
          <w:spacing w:val="-6"/>
          <w:sz w:val="24"/>
          <w:szCs w:val="24"/>
          <w:u w:val="single"/>
        </w:rPr>
        <w:t>Тема 2. Географическая карта (4 часа)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Глобус — модель Земли. Изображение земной поверхности на </w:t>
      </w:r>
      <w:r w:rsidRPr="00512E53">
        <w:rPr>
          <w:rFonts w:ascii="Times New Roman" w:hAnsi="Times New Roman" w:cs="Times New Roman"/>
          <w:sz w:val="24"/>
          <w:szCs w:val="24"/>
        </w:rPr>
        <w:t>глобусе.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Географическая карта, различие карт по масштабу. Градусная </w:t>
      </w:r>
      <w:r w:rsidRPr="00512E53">
        <w:rPr>
          <w:rFonts w:ascii="Times New Roman" w:hAnsi="Times New Roman" w:cs="Times New Roman"/>
          <w:spacing w:val="-7"/>
          <w:sz w:val="24"/>
          <w:szCs w:val="24"/>
        </w:rPr>
        <w:t xml:space="preserve">сетка на глобусе и карте, основные ее элементы. Географические 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координаты. Изображение на географических картах неровностей </w:t>
      </w:r>
      <w:r w:rsidRPr="00512E53">
        <w:rPr>
          <w:rFonts w:ascii="Times New Roman" w:hAnsi="Times New Roman" w:cs="Times New Roman"/>
          <w:sz w:val="24"/>
          <w:szCs w:val="24"/>
        </w:rPr>
        <w:t>земной поверхности. Шкала высот и глубин.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8"/>
          <w:sz w:val="24"/>
          <w:szCs w:val="24"/>
        </w:rPr>
        <w:t>Географические карты как источник информации. Сходства и различия плана местности и географической карты. Значение карт в деятельности человека. Географические атласы. Новые виды </w:t>
      </w:r>
      <w:r w:rsidRPr="00512E53">
        <w:rPr>
          <w:rFonts w:ascii="Times New Roman" w:hAnsi="Times New Roman" w:cs="Times New Roman"/>
          <w:spacing w:val="-7"/>
          <w:sz w:val="24"/>
          <w:szCs w:val="24"/>
        </w:rPr>
        <w:t>изображения местности: аэрофотоснимки, снимки Земли из кос</w:t>
      </w:r>
      <w:r w:rsidRPr="00512E53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512E53">
        <w:rPr>
          <w:rFonts w:ascii="Times New Roman" w:hAnsi="Times New Roman" w:cs="Times New Roman"/>
          <w:sz w:val="24"/>
          <w:szCs w:val="24"/>
        </w:rPr>
        <w:t xml:space="preserve">моса. 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Требования к уровню подготовки обучающихся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i/>
          <w:iCs/>
          <w:spacing w:val="-10"/>
          <w:sz w:val="24"/>
          <w:szCs w:val="24"/>
        </w:rPr>
        <w:t>В результате изучения темы ученик должен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Знать: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форму и размеры Земли;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определение карты, градусной сети на глобусе и карте, классификацию карт;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Уметь: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определять по глобусу и карте расстояния и направления, показывать полюса, экватор;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определять на карте полюса, направления, описывать по плану карту полушарий и России; называть и показывать полюса, экватор, линии градусной сетки;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определять географическую широту и долготу по физической карте и глобусу;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владеть приемом определения по шкале глубин и высот, абсолютной высоты и глубины точек земной поверхности.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33"/>
          <w:sz w:val="24"/>
          <w:szCs w:val="24"/>
        </w:rPr>
        <w:t>РАЗДЕЛ</w:t>
      </w:r>
      <w:r w:rsidRPr="00512E53">
        <w:rPr>
          <w:rFonts w:ascii="Times New Roman" w:hAnsi="Times New Roman" w:cs="Times New Roman"/>
          <w:b/>
          <w:bCs/>
          <w:sz w:val="24"/>
          <w:szCs w:val="24"/>
        </w:rPr>
        <w:t xml:space="preserve">   </w:t>
      </w:r>
      <w:r w:rsidRPr="00512E53">
        <w:rPr>
          <w:rFonts w:ascii="Times New Roman" w:hAnsi="Times New Roman" w:cs="Times New Roman"/>
          <w:b/>
          <w:bCs/>
          <w:spacing w:val="-6"/>
          <w:sz w:val="24"/>
          <w:szCs w:val="24"/>
        </w:rPr>
        <w:t>III. СТРОЕНИЕ ЗЕМЛИ. ЗЕМНЫЕ ОБОЛОЧКИ  (24часа)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12E53">
        <w:rPr>
          <w:rFonts w:ascii="Times New Roman" w:hAnsi="Times New Roman" w:cs="Times New Roman"/>
          <w:b/>
          <w:bCs/>
          <w:spacing w:val="-4"/>
          <w:sz w:val="24"/>
          <w:szCs w:val="24"/>
          <w:u w:val="single"/>
        </w:rPr>
        <w:t xml:space="preserve">Тема 1. Литосфера     </w:t>
      </w:r>
      <w:r w:rsidRPr="00512E5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(6 часов</w:t>
      </w:r>
      <w:r w:rsidRPr="00512E53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  <w:u w:val="single"/>
        </w:rPr>
        <w:t>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9"/>
          <w:sz w:val="24"/>
          <w:szCs w:val="24"/>
        </w:rPr>
        <w:t>Внутреннее строение земного шара: ядро, мантия, литосфера. Земная кора — верхняя часть литосферы. Способы изучения зем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11"/>
          <w:sz w:val="24"/>
          <w:szCs w:val="24"/>
        </w:rPr>
        <w:t>ных глубин. Горные породы, слагающие земную кору, их исполь</w:t>
      </w:r>
      <w:r w:rsidRPr="00512E53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>зование человеком. Внутренние процессы, изменяющие поверх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11"/>
          <w:sz w:val="24"/>
          <w:szCs w:val="24"/>
        </w:rPr>
        <w:t>ность Земли. Виды движения земной коры. Землетрясения. Прояв</w:t>
      </w:r>
      <w:r w:rsidRPr="00512E53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512E53">
        <w:rPr>
          <w:rFonts w:ascii="Times New Roman" w:hAnsi="Times New Roman" w:cs="Times New Roman"/>
          <w:sz w:val="24"/>
          <w:szCs w:val="24"/>
        </w:rPr>
        <w:t>ления вулканизма.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Основные формы рельефа суши: равнины и горы, их различия 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>по высоте и характеру залегания пород. Внешние процессы, изме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 xml:space="preserve">няющие поверхность Земли: выветривание, деятельность текучих 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t>вод, подземных вод, ветра, льда и деятельности человека.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Опасные природные явления в литосфере. Правила поведения </w:t>
      </w:r>
      <w:r w:rsidRPr="00512E53">
        <w:rPr>
          <w:rFonts w:ascii="Times New Roman" w:hAnsi="Times New Roman" w:cs="Times New Roman"/>
          <w:sz w:val="24"/>
          <w:szCs w:val="24"/>
        </w:rPr>
        <w:t>в экстремальных ситуациях.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Требования к уровню подготовки обучающихся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i/>
          <w:iCs/>
          <w:spacing w:val="-10"/>
          <w:sz w:val="24"/>
          <w:szCs w:val="24"/>
        </w:rPr>
        <w:t>В результате изучения темы ученик должен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Называть и показывать: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основные формы рельефа, крупнейшие горные системы и равнины земного шара, правильно подписывать их на контурной карте;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Объяснять понятия: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литосфера, рельеф, горные породы, полезные ископаемые;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Объяснять: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образование гор, равнин, влияние рельефа на жизнь человека.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Уметь: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описывать горы, равнины земного шара по типовому плану;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работать с контурной картой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  <w:t xml:space="preserve">Тема 2. Гидросфера   </w:t>
      </w:r>
      <w:r w:rsidRPr="00512E53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u w:val="single"/>
        </w:rPr>
        <w:t>(6 часов</w:t>
      </w:r>
      <w:r w:rsidRPr="00512E53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Гидросфера, ее состав. Мировой круговорот воды. Мировой 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 xml:space="preserve">океан и его части. Моря, заливы, проливы. Суша в океане: острова 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и полуострова. Температура и соленость вод Мирового океана. 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>Динамика вод: ветровые волны, цунами, течения (теплые и холод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>ные). Органический мир океана. Хозяйственное значение Мирово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512E53">
        <w:rPr>
          <w:rFonts w:ascii="Times New Roman" w:hAnsi="Times New Roman" w:cs="Times New Roman"/>
          <w:sz w:val="24"/>
          <w:szCs w:val="24"/>
        </w:rPr>
        <w:t>го океана.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9"/>
          <w:sz w:val="24"/>
          <w:szCs w:val="24"/>
        </w:rPr>
        <w:t xml:space="preserve">Воды суши. Реки. Речная система, бассейн, водораздел. Речная </w:t>
      </w:r>
      <w:r w:rsidRPr="00512E53">
        <w:rPr>
          <w:rFonts w:ascii="Times New Roman" w:hAnsi="Times New Roman" w:cs="Times New Roman"/>
          <w:spacing w:val="-7"/>
          <w:sz w:val="24"/>
          <w:szCs w:val="24"/>
        </w:rPr>
        <w:t xml:space="preserve">долина и ее части. Влияние рельефа на направление и характер </w:t>
      </w:r>
      <w:r w:rsidRPr="00512E53">
        <w:rPr>
          <w:rFonts w:ascii="Times New Roman" w:hAnsi="Times New Roman" w:cs="Times New Roman"/>
          <w:sz w:val="24"/>
          <w:szCs w:val="24"/>
        </w:rPr>
        <w:t xml:space="preserve">течения рек. Реки горные и равнинные. Пороги и водопады. </w:t>
      </w:r>
      <w:r w:rsidRPr="00512E53">
        <w:rPr>
          <w:rFonts w:ascii="Times New Roman" w:hAnsi="Times New Roman" w:cs="Times New Roman"/>
          <w:spacing w:val="-6"/>
          <w:sz w:val="24"/>
          <w:szCs w:val="24"/>
        </w:rPr>
        <w:t xml:space="preserve">Основные типы питания рек. Поведение реки в течение года: </w:t>
      </w:r>
      <w:r w:rsidRPr="00512E53">
        <w:rPr>
          <w:rFonts w:ascii="Times New Roman" w:hAnsi="Times New Roman" w:cs="Times New Roman"/>
          <w:spacing w:val="-7"/>
          <w:sz w:val="24"/>
          <w:szCs w:val="24"/>
        </w:rPr>
        <w:t xml:space="preserve">половодье, паводок, межень, ледостав. Реки и человек. 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>Озера, происхождение озерных котловин, хозяйственное зна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>чение озер. Ледники, снеговая линия. Оледенение горное и покров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6"/>
          <w:sz w:val="24"/>
          <w:szCs w:val="24"/>
        </w:rPr>
        <w:t>ное. Ледники — источник пресной воды. Подземные воды, их происхождение, условия залегания и использование.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2"/>
          <w:sz w:val="24"/>
          <w:szCs w:val="24"/>
        </w:rPr>
        <w:t xml:space="preserve">Охрана вод от загрязнения. Виды водных транспортных средств. 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>Отражение особенностей водных объектов в произведениях искус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512E53">
        <w:rPr>
          <w:rFonts w:ascii="Times New Roman" w:hAnsi="Times New Roman" w:cs="Times New Roman"/>
          <w:sz w:val="24"/>
          <w:szCs w:val="24"/>
        </w:rPr>
        <w:t>ства.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Требования к уровню подготовки обучающихся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i/>
          <w:iCs/>
          <w:spacing w:val="-10"/>
          <w:sz w:val="24"/>
          <w:szCs w:val="24"/>
        </w:rPr>
        <w:t>В результате изучения темы ученик должен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Знать: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состав гидросферы, составные части Мирового океана, среднюю соленость Мирового океана, особенности рельефа дна Мирового океана, состав вод суши, особенности рек, озер, подземных вод, меры по их бережному использованию и охране.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Уметь: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определять географическое положение объектов гидросферы, определять по карте глубины океанов и морей, устанавливать зависимость направления и характера течения рек от рельефа, определять по форме оз</w:t>
      </w:r>
      <w:r>
        <w:rPr>
          <w:rFonts w:ascii="Times New Roman" w:hAnsi="Times New Roman" w:cs="Times New Roman"/>
          <w:spacing w:val="-10"/>
          <w:sz w:val="24"/>
          <w:szCs w:val="24"/>
        </w:rPr>
        <w:t>ерной котловины ее происхождение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Называть и показывать: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океаны, моря, заливы, проливы, острова, полуострова, течения реки, озера.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3. Атмосфера (7 часов)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7"/>
          <w:sz w:val="24"/>
          <w:szCs w:val="24"/>
        </w:rPr>
        <w:t xml:space="preserve">Атмосфера, ее состав, строение, значение. Нагревание земной </w:t>
      </w:r>
      <w:r w:rsidRPr="00512E53">
        <w:rPr>
          <w:rFonts w:ascii="Times New Roman" w:hAnsi="Times New Roman" w:cs="Times New Roman"/>
          <w:spacing w:val="-12"/>
          <w:sz w:val="24"/>
          <w:szCs w:val="24"/>
        </w:rPr>
        <w:t>поверхности и воздуха. Температура воздуха. Особенности суточно</w:t>
      </w:r>
      <w:r w:rsidRPr="00512E53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 xml:space="preserve">го хода температуры воздуха в зависимости от высоты Солнца над 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t>горизонтом. Атмосферное давление. Ветер и причины его образо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>вания. Бризы, муссоны. Влажность воздуха. Туман. Облака. Атмо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5"/>
          <w:sz w:val="24"/>
          <w:szCs w:val="24"/>
        </w:rPr>
        <w:t xml:space="preserve">сферные осадки. Погода, причины ее изменений, предсказание </w:t>
      </w:r>
      <w:r w:rsidRPr="00512E53">
        <w:rPr>
          <w:rFonts w:ascii="Times New Roman" w:hAnsi="Times New Roman" w:cs="Times New Roman"/>
          <w:sz w:val="24"/>
          <w:szCs w:val="24"/>
        </w:rPr>
        <w:t>погоды, народные приметы.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Климат. Распределение солнечного тепла и света по поверхнос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>ти земного шара в зависимости от географической широты. Суточ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6"/>
          <w:sz w:val="24"/>
          <w:szCs w:val="24"/>
        </w:rPr>
        <w:t xml:space="preserve">ное вращение и годовое движение Земли, их главные следствия. </w:t>
      </w:r>
      <w:r w:rsidRPr="00512E53">
        <w:rPr>
          <w:rFonts w:ascii="Times New Roman" w:hAnsi="Times New Roman" w:cs="Times New Roman"/>
          <w:spacing w:val="-7"/>
          <w:sz w:val="24"/>
          <w:szCs w:val="24"/>
        </w:rPr>
        <w:t xml:space="preserve">Дни равноденствий и солнцестояний. Тропики и полярные круги. 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 xml:space="preserve">Зависимость климата от близости океана, высоты места, океанских </w:t>
      </w:r>
      <w:r w:rsidRPr="00512E53">
        <w:rPr>
          <w:rFonts w:ascii="Times New Roman" w:hAnsi="Times New Roman" w:cs="Times New Roman"/>
          <w:sz w:val="24"/>
          <w:szCs w:val="24"/>
        </w:rPr>
        <w:t>течений, расположения горных хребтов.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9"/>
          <w:sz w:val="24"/>
          <w:szCs w:val="24"/>
        </w:rPr>
        <w:t xml:space="preserve">Охрана атмосферного воздуха. Особенности времен года своей </w:t>
      </w:r>
      <w:r w:rsidRPr="00512E53">
        <w:rPr>
          <w:rFonts w:ascii="Times New Roman" w:hAnsi="Times New Roman" w:cs="Times New Roman"/>
          <w:spacing w:val="-12"/>
          <w:sz w:val="24"/>
          <w:szCs w:val="24"/>
        </w:rPr>
        <w:t>местности. Отражение особенностей атмосферных явлений в народ</w:t>
      </w:r>
      <w:r w:rsidRPr="00512E53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512E53">
        <w:rPr>
          <w:rFonts w:ascii="Times New Roman" w:hAnsi="Times New Roman" w:cs="Times New Roman"/>
          <w:sz w:val="24"/>
          <w:szCs w:val="24"/>
        </w:rPr>
        <w:t xml:space="preserve">ном творчестве и фольклоре. 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Требования к уровню подготовки обучающихся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i/>
          <w:iCs/>
          <w:spacing w:val="-10"/>
          <w:sz w:val="24"/>
          <w:szCs w:val="24"/>
        </w:rPr>
        <w:t>В результате изучения темы ученик должен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Называть и показывать: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пояса освещенности, тепловые пояса Земли, основные причины, влияющие на климат (климатообразующие факторы);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Уметь: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объяснять распределение солнечного света и тепла по земной поверхности, смену времен года, дня и ночи, причины образования ветра, атмосферных осадков;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определять температуру воздуха, атмосферное давление, направление ветра, облачность, основные виды облаков, средние температуры воздуха за сутки и за месяц, годовые амплитуды температур;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описывать погоду и климат своей местности.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  <w:t>Тема 4. Биосфера </w:t>
      </w:r>
      <w:r w:rsidRPr="00512E53">
        <w:rPr>
          <w:rFonts w:ascii="Times New Roman" w:hAnsi="Times New Roman" w:cs="Times New Roman"/>
          <w:b/>
          <w:bCs/>
          <w:spacing w:val="-5"/>
          <w:sz w:val="24"/>
          <w:szCs w:val="24"/>
          <w:u w:val="single"/>
        </w:rPr>
        <w:t xml:space="preserve"> (3часа)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5"/>
          <w:sz w:val="24"/>
          <w:szCs w:val="24"/>
        </w:rPr>
        <w:t xml:space="preserve">Биосфера, ее границы. Гипотезы возникновения жизни на 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Земле. Биоразнообразие животных и растений, неравномерность 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 xml:space="preserve">их распространения на планете. Приспособленность организмов к 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>условиям существования. Взаимное влияние животных и расти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  <w:t>тельных организмов. Охрана органического мира. Красная книга МСОП. Человек как часть биосферы. Роль деятельности человека в ее изменении. Познание человеком живой природы как необхо</w:t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>димость удовлетворения потребностей человечества.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2"/>
          <w:sz w:val="24"/>
          <w:szCs w:val="24"/>
        </w:rPr>
        <w:t>Почвенный покров — особая оболочка Земли. Плодородие поч</w:t>
      </w:r>
      <w:r w:rsidRPr="00512E53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512E53">
        <w:rPr>
          <w:rFonts w:ascii="Times New Roman" w:hAnsi="Times New Roman" w:cs="Times New Roman"/>
          <w:spacing w:val="-6"/>
          <w:sz w:val="24"/>
          <w:szCs w:val="24"/>
        </w:rPr>
        <w:t xml:space="preserve">вы. Почвы, растительный, животный мир и человек в своей </w:t>
      </w:r>
      <w:r w:rsidRPr="00512E53">
        <w:rPr>
          <w:rFonts w:ascii="Times New Roman" w:hAnsi="Times New Roman" w:cs="Times New Roman"/>
          <w:sz w:val="24"/>
          <w:szCs w:val="24"/>
        </w:rPr>
        <w:t>местности.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7"/>
          <w:sz w:val="24"/>
          <w:szCs w:val="24"/>
        </w:rPr>
        <w:t>Взаимосвязь и взаимовлияние земных оболочек: литосферы,</w:t>
      </w:r>
      <w:r w:rsidRPr="00512E53">
        <w:rPr>
          <w:rFonts w:ascii="Times New Roman" w:hAnsi="Times New Roman" w:cs="Times New Roman"/>
          <w:spacing w:val="-7"/>
          <w:sz w:val="24"/>
          <w:szCs w:val="24"/>
        </w:rPr>
        <w:br/>
      </w:r>
      <w:r w:rsidRPr="00512E53">
        <w:rPr>
          <w:rFonts w:ascii="Times New Roman" w:hAnsi="Times New Roman" w:cs="Times New Roman"/>
          <w:spacing w:val="-9"/>
          <w:sz w:val="24"/>
          <w:szCs w:val="24"/>
        </w:rPr>
        <w:t>гидросферы, атмосферы, биосферы и почвенного покрова. Круго</w:t>
      </w:r>
      <w:r w:rsidRPr="00512E53">
        <w:rPr>
          <w:rFonts w:ascii="Times New Roman" w:hAnsi="Times New Roman" w:cs="Times New Roman"/>
          <w:spacing w:val="-11"/>
          <w:sz w:val="24"/>
          <w:szCs w:val="24"/>
        </w:rPr>
        <w:t xml:space="preserve">вороты воды, живого вещества. Природные комплексы. Изменение </w:t>
      </w:r>
      <w:r w:rsidRPr="00512E53">
        <w:rPr>
          <w:rFonts w:ascii="Times New Roman" w:hAnsi="Times New Roman" w:cs="Times New Roman"/>
          <w:spacing w:val="-8"/>
          <w:sz w:val="24"/>
          <w:szCs w:val="24"/>
        </w:rPr>
        <w:t xml:space="preserve">лика Земли в результате природных процессов и деятельности </w:t>
      </w:r>
      <w:r w:rsidRPr="00512E53">
        <w:rPr>
          <w:rFonts w:ascii="Times New Roman" w:hAnsi="Times New Roman" w:cs="Times New Roman"/>
          <w:sz w:val="24"/>
          <w:szCs w:val="24"/>
        </w:rPr>
        <w:t>человека.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Требования к уровню подготовки обучающихся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i/>
          <w:iCs/>
          <w:spacing w:val="-10"/>
          <w:sz w:val="24"/>
          <w:szCs w:val="24"/>
        </w:rPr>
        <w:t>В результате изучения темы ученик должен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Знать: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- 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>разнообразие и неравномерность распространения растений и животных на Земле.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Уметь: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объяснять причины неравномерного распределения организмов по Земле,  приводить примеры;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объяснять воздействие организмов на земные оболочки.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РАЗДЕЛ  IV. НАСЕЛЕНИЕ ЗЕМЛИ (2 часа)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Человечество – единый биологический вид. Расы. Численность населения Земли, изменения ее на протяжении основных исторических эпох. Крупнейшие народы. Кто живет в нашей местности. Язык, обычаи.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</w:p>
    <w:p w:rsidR="00050E93" w:rsidRPr="00512E53" w:rsidRDefault="00050E93" w:rsidP="00B926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Требования к уровню подготовки обучающихся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i/>
          <w:iCs/>
          <w:spacing w:val="-10"/>
          <w:sz w:val="24"/>
          <w:szCs w:val="24"/>
        </w:rPr>
        <w:t>В результате изучения темы ученик должен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Знать: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- </w:t>
      </w:r>
      <w:r w:rsidRPr="00512E53">
        <w:rPr>
          <w:rFonts w:ascii="Times New Roman" w:hAnsi="Times New Roman" w:cs="Times New Roman"/>
          <w:spacing w:val="-10"/>
          <w:sz w:val="24"/>
          <w:szCs w:val="24"/>
        </w:rPr>
        <w:t> численность населения Земли, основные расы.</w:t>
      </w:r>
    </w:p>
    <w:p w:rsidR="00050E93" w:rsidRPr="00512E53" w:rsidRDefault="00050E93" w:rsidP="00B9264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pacing w:val="-10"/>
          <w:sz w:val="24"/>
          <w:szCs w:val="24"/>
        </w:rPr>
        <w:t>Уметь:</w:t>
      </w:r>
    </w:p>
    <w:p w:rsidR="00050E93" w:rsidRPr="00512E53" w:rsidRDefault="00050E93" w:rsidP="00B92645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pacing w:val="-10"/>
          <w:sz w:val="24"/>
          <w:szCs w:val="24"/>
        </w:rPr>
        <w:t>- приводить примеры крупнейших городов мира, крупнейших народов мира, наиболее распространенных языков, религий, крупнейших по численности и населению стран.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географии ученик должен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050E93" w:rsidRPr="00512E53" w:rsidRDefault="00050E93" w:rsidP="00986F79">
      <w:pPr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основные географические понятия и термины; различия плана, глобуса и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050E93" w:rsidRPr="00512E53" w:rsidRDefault="00050E93" w:rsidP="00986F7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 xml:space="preserve"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050E93" w:rsidRPr="00512E53" w:rsidRDefault="00050E93" w:rsidP="00986F79">
      <w:pPr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выделять, описывать и объяснять</w:t>
      </w:r>
      <w:r w:rsidRPr="00512E53">
        <w:rPr>
          <w:rFonts w:ascii="Times New Roman" w:hAnsi="Times New Roman" w:cs="Times New Roman"/>
          <w:sz w:val="24"/>
          <w:szCs w:val="24"/>
        </w:rPr>
        <w:t xml:space="preserve"> существенные признаки географических объектов и явлений;</w:t>
      </w:r>
    </w:p>
    <w:p w:rsidR="00050E93" w:rsidRPr="00512E53" w:rsidRDefault="00050E93" w:rsidP="00986F79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находить </w:t>
      </w:r>
      <w:r w:rsidRPr="00512E53">
        <w:rPr>
          <w:rFonts w:ascii="Times New Roman" w:hAnsi="Times New Roman" w:cs="Times New Roman"/>
          <w:sz w:val="24"/>
          <w:szCs w:val="24"/>
        </w:rPr>
        <w:t>в разных источниках и анализировать информацию, необходимую для изучения географических объектов и явлений, разных территорий Земли, их экологических проблем;</w:t>
      </w:r>
    </w:p>
    <w:p w:rsidR="00050E93" w:rsidRPr="00512E53" w:rsidRDefault="00050E93" w:rsidP="00986F7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приводить примеры</w:t>
      </w:r>
      <w:r w:rsidRPr="00512E53">
        <w:rPr>
          <w:rFonts w:ascii="Times New Roman" w:hAnsi="Times New Roman" w:cs="Times New Roman"/>
          <w:sz w:val="24"/>
          <w:szCs w:val="24"/>
        </w:rPr>
        <w:t xml:space="preserve">: использования и охраны природных ресурсов, адаптации человека к условиям окружающей среды, </w:t>
      </w:r>
    </w:p>
    <w:p w:rsidR="00050E93" w:rsidRPr="00512E53" w:rsidRDefault="00050E93" w:rsidP="00986F7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составлять</w:t>
      </w:r>
      <w:r w:rsidRPr="00512E53">
        <w:rPr>
          <w:rFonts w:ascii="Times New Roman" w:hAnsi="Times New Roman" w:cs="Times New Roman"/>
          <w:sz w:val="24"/>
          <w:szCs w:val="24"/>
        </w:rPr>
        <w:t xml:space="preserve">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050E93" w:rsidRPr="00512E53" w:rsidRDefault="00050E93" w:rsidP="00986F7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определять</w:t>
      </w:r>
      <w:r w:rsidRPr="00512E53">
        <w:rPr>
          <w:rFonts w:ascii="Times New Roman" w:hAnsi="Times New Roman" w:cs="Times New Roman"/>
          <w:sz w:val="24"/>
          <w:szCs w:val="24"/>
        </w:rPr>
        <w:t xml:space="preserve">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050E93" w:rsidRPr="00512E53" w:rsidRDefault="00050E93" w:rsidP="00986F79">
      <w:pPr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применять </w:t>
      </w:r>
      <w:r w:rsidRPr="00512E53">
        <w:rPr>
          <w:rFonts w:ascii="Times New Roman" w:hAnsi="Times New Roman" w:cs="Times New Roman"/>
          <w:sz w:val="24"/>
          <w:szCs w:val="24"/>
        </w:rPr>
        <w:t>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512E53">
        <w:rPr>
          <w:rFonts w:ascii="Times New Roman" w:hAnsi="Times New Roman" w:cs="Times New Roman"/>
          <w:sz w:val="24"/>
          <w:szCs w:val="24"/>
        </w:rPr>
        <w:t>для:</w:t>
      </w:r>
    </w:p>
    <w:p w:rsidR="00050E93" w:rsidRPr="00512E53" w:rsidRDefault="00050E93" w:rsidP="00986F79">
      <w:pPr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ориентирования на местности и проведения съемок ее участков; чтения карт различного содержания;</w:t>
      </w:r>
    </w:p>
    <w:p w:rsidR="00050E93" w:rsidRPr="00512E53" w:rsidRDefault="00050E93" w:rsidP="00986F79">
      <w:pPr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050E93" w:rsidRPr="00512E53" w:rsidRDefault="00050E93" w:rsidP="00986F79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 xml:space="preserve">наблюдения за погодой, состоянием воздуха, воды и почвы в своей местности; </w:t>
      </w:r>
    </w:p>
    <w:p w:rsidR="00050E93" w:rsidRPr="00512E53" w:rsidRDefault="00050E93" w:rsidP="00986F79">
      <w:pPr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050E93" w:rsidRPr="00512E53" w:rsidRDefault="00050E93" w:rsidP="005967C6">
      <w:pPr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>Используемый УМК:</w:t>
      </w:r>
    </w:p>
    <w:p w:rsidR="00050E93" w:rsidRPr="00512E53" w:rsidRDefault="00050E93" w:rsidP="005967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2E53">
        <w:rPr>
          <w:rFonts w:ascii="Times New Roman" w:hAnsi="Times New Roman" w:cs="Times New Roman"/>
          <w:bCs/>
          <w:sz w:val="24"/>
          <w:szCs w:val="24"/>
        </w:rPr>
        <w:t>1</w:t>
      </w:r>
      <w:r w:rsidRPr="00512E53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12E53">
        <w:rPr>
          <w:rFonts w:ascii="Times New Roman" w:hAnsi="Times New Roman" w:cs="Times New Roman"/>
          <w:sz w:val="24"/>
          <w:szCs w:val="24"/>
        </w:rPr>
        <w:t>Т.П.Герасимова, Н.П.Неклюкова. Начальный курс географии. 6 класс – М.: Дрофа, 2005.</w:t>
      </w:r>
    </w:p>
    <w:p w:rsidR="00050E93" w:rsidRPr="00512E53" w:rsidRDefault="00050E93" w:rsidP="00596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 xml:space="preserve">2.В.И.Сиротин. География. Рабочая тетрадь с комплектом контурных карт „Физическая география, начальный курс“. 6 класс – М.: Дрофа, 2007. </w:t>
      </w:r>
    </w:p>
    <w:p w:rsidR="00050E93" w:rsidRPr="00512E53" w:rsidRDefault="00050E93" w:rsidP="00596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3.А.В.Шатных. Начальный курс географии. Рабочая тетрадь. – М.: Дрофа, 2007.</w:t>
      </w:r>
    </w:p>
    <w:p w:rsidR="00050E93" w:rsidRPr="00512E53" w:rsidRDefault="00050E93" w:rsidP="00596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>4.Атлас. Физическая география, начальный курс. 6 класс.</w:t>
      </w:r>
    </w:p>
    <w:p w:rsidR="00050E93" w:rsidRPr="00512E53" w:rsidRDefault="00050E93" w:rsidP="005967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2E53">
        <w:rPr>
          <w:rFonts w:ascii="Times New Roman" w:hAnsi="Times New Roman" w:cs="Times New Roman"/>
          <w:sz w:val="24"/>
          <w:szCs w:val="24"/>
        </w:rPr>
        <w:t xml:space="preserve">5.Мультимедийная программа: География 6-10 класс. </w:t>
      </w:r>
    </w:p>
    <w:p w:rsidR="00050E93" w:rsidRPr="00512E53" w:rsidRDefault="00050E93" w:rsidP="00C0456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2E53">
        <w:rPr>
          <w:rFonts w:ascii="Times New Roman" w:hAnsi="Times New Roman" w:cs="Times New Roman"/>
          <w:b/>
          <w:bCs/>
          <w:sz w:val="24"/>
          <w:szCs w:val="24"/>
        </w:rPr>
        <w:t xml:space="preserve">График практических, самостоятельных и контрольных  работ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18"/>
        <w:gridCol w:w="1103"/>
        <w:gridCol w:w="6002"/>
        <w:gridCol w:w="1348"/>
      </w:tblGrid>
      <w:tr w:rsidR="00050E93" w:rsidRPr="00512E53" w:rsidTr="007A301B">
        <w:tc>
          <w:tcPr>
            <w:tcW w:w="111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03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урока</w:t>
            </w:r>
          </w:p>
        </w:tc>
        <w:tc>
          <w:tcPr>
            <w:tcW w:w="6002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34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050E93" w:rsidRPr="00512E53" w:rsidTr="007A301B">
        <w:tc>
          <w:tcPr>
            <w:tcW w:w="111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3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02" w:type="dxa"/>
          </w:tcPr>
          <w:p w:rsidR="00050E93" w:rsidRPr="00512E53" w:rsidRDefault="00050E93" w:rsidP="00F4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П.р.№1.Определение расстояний, направлений и геокоординат.</w:t>
            </w:r>
          </w:p>
        </w:tc>
        <w:tc>
          <w:tcPr>
            <w:tcW w:w="134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.11.2015</w:t>
            </w:r>
          </w:p>
        </w:tc>
      </w:tr>
      <w:tr w:rsidR="00050E93" w:rsidRPr="00512E53" w:rsidTr="007A301B">
        <w:tc>
          <w:tcPr>
            <w:tcW w:w="111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3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02" w:type="dxa"/>
          </w:tcPr>
          <w:p w:rsidR="00050E93" w:rsidRPr="00512E53" w:rsidRDefault="00050E93" w:rsidP="007A30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П.р.№2 Описание гор или равнин по плану.</w:t>
            </w:r>
          </w:p>
        </w:tc>
        <w:tc>
          <w:tcPr>
            <w:tcW w:w="134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12.01</w:t>
            </w: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.2015</w:t>
            </w:r>
          </w:p>
        </w:tc>
      </w:tr>
      <w:tr w:rsidR="00050E93" w:rsidRPr="00512E53" w:rsidTr="007A301B">
        <w:tc>
          <w:tcPr>
            <w:tcW w:w="111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3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02" w:type="dxa"/>
          </w:tcPr>
          <w:p w:rsidR="00050E93" w:rsidRPr="00512E53" w:rsidRDefault="00050E93" w:rsidP="00F4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П.р.№3 Описание реки по плану.</w:t>
            </w:r>
          </w:p>
        </w:tc>
        <w:tc>
          <w:tcPr>
            <w:tcW w:w="134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</w:t>
            </w: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.2016</w:t>
            </w:r>
          </w:p>
        </w:tc>
      </w:tr>
      <w:tr w:rsidR="00050E93" w:rsidRPr="00512E53" w:rsidTr="007A301B">
        <w:tc>
          <w:tcPr>
            <w:tcW w:w="111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3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02" w:type="dxa"/>
          </w:tcPr>
          <w:p w:rsidR="00050E93" w:rsidRPr="00512E53" w:rsidRDefault="00050E93" w:rsidP="00F4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П.р.№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4 Наблюдение за погодой</w:t>
            </w:r>
          </w:p>
        </w:tc>
        <w:tc>
          <w:tcPr>
            <w:tcW w:w="1348" w:type="dxa"/>
          </w:tcPr>
          <w:p w:rsidR="00050E93" w:rsidRPr="00512E53" w:rsidRDefault="00050E93" w:rsidP="007A301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512E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.04.2016</w:t>
            </w:r>
          </w:p>
        </w:tc>
      </w:tr>
    </w:tbl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0E93" w:rsidRPr="00512E53" w:rsidRDefault="00050E93" w:rsidP="00986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992"/>
        <w:gridCol w:w="6095"/>
        <w:gridCol w:w="1276"/>
      </w:tblGrid>
      <w:tr w:rsidR="00050E93" w:rsidRPr="00512E53" w:rsidTr="00A07F4F">
        <w:tc>
          <w:tcPr>
            <w:tcW w:w="1101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5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С.р.№1 Виды изображений поверхности Земли.</w:t>
            </w:r>
          </w:p>
        </w:tc>
        <w:tc>
          <w:tcPr>
            <w:tcW w:w="1276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.11.15</w:t>
            </w:r>
          </w:p>
        </w:tc>
      </w:tr>
      <w:tr w:rsidR="00050E93" w:rsidRPr="00512E53" w:rsidTr="00A07F4F">
        <w:tc>
          <w:tcPr>
            <w:tcW w:w="1101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5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С.р.№2 Литосфера</w:t>
            </w:r>
          </w:p>
        </w:tc>
        <w:tc>
          <w:tcPr>
            <w:tcW w:w="1276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.01.16</w:t>
            </w:r>
          </w:p>
        </w:tc>
      </w:tr>
      <w:tr w:rsidR="00050E93" w:rsidRPr="00512E53" w:rsidTr="00A07F4F">
        <w:tc>
          <w:tcPr>
            <w:tcW w:w="1101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92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5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С.р.№3 Гидросфера</w:t>
            </w:r>
          </w:p>
        </w:tc>
        <w:tc>
          <w:tcPr>
            <w:tcW w:w="1276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.03.16</w:t>
            </w:r>
          </w:p>
        </w:tc>
      </w:tr>
      <w:tr w:rsidR="00050E93" w:rsidRPr="00512E53" w:rsidTr="00A07F4F">
        <w:tc>
          <w:tcPr>
            <w:tcW w:w="1101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95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С.р.№4 Атмосфера</w:t>
            </w:r>
          </w:p>
        </w:tc>
        <w:tc>
          <w:tcPr>
            <w:tcW w:w="1276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bookmarkStart w:id="0" w:name="_GoBack"/>
            <w:bookmarkEnd w:id="0"/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.05.16</w:t>
            </w:r>
          </w:p>
        </w:tc>
      </w:tr>
      <w:tr w:rsidR="00050E93" w:rsidRPr="00512E53" w:rsidTr="00A07F4F">
        <w:tc>
          <w:tcPr>
            <w:tcW w:w="1101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95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 за курс географии 6 класса</w:t>
            </w:r>
          </w:p>
        </w:tc>
        <w:tc>
          <w:tcPr>
            <w:tcW w:w="1276" w:type="dxa"/>
          </w:tcPr>
          <w:p w:rsidR="00050E93" w:rsidRPr="00512E53" w:rsidRDefault="00050E93" w:rsidP="00A07F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31.05.16</w:t>
            </w:r>
          </w:p>
        </w:tc>
      </w:tr>
    </w:tbl>
    <w:p w:rsidR="00050E93" w:rsidRPr="00512E53" w:rsidRDefault="00050E93" w:rsidP="00B622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0E93" w:rsidRPr="00512E53" w:rsidRDefault="00050E93" w:rsidP="00986F79">
      <w:pPr>
        <w:pStyle w:val="ListParagraph"/>
        <w:spacing w:line="240" w:lineRule="atLeast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050E93" w:rsidRPr="00512E53" w:rsidRDefault="00050E93">
      <w:pPr>
        <w:rPr>
          <w:rFonts w:ascii="Times New Roman" w:hAnsi="Times New Roman" w:cs="Times New Roman"/>
          <w:sz w:val="24"/>
          <w:szCs w:val="24"/>
        </w:rPr>
      </w:pPr>
    </w:p>
    <w:p w:rsidR="00050E93" w:rsidRPr="00512E53" w:rsidRDefault="00050E93" w:rsidP="006952E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50E93" w:rsidRPr="00512E53" w:rsidSect="00435776">
          <w:footerReference w:type="default" r:id="rId8"/>
          <w:pgSz w:w="11906" w:h="16838"/>
          <w:pgMar w:top="540" w:right="566" w:bottom="1134" w:left="900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804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"/>
        <w:gridCol w:w="1056"/>
        <w:gridCol w:w="695"/>
        <w:gridCol w:w="3503"/>
        <w:gridCol w:w="4579"/>
        <w:gridCol w:w="2962"/>
        <w:gridCol w:w="1367"/>
      </w:tblGrid>
      <w:tr w:rsidR="00050E93" w:rsidRPr="00512E53" w:rsidTr="00646F1D">
        <w:trPr>
          <w:trHeight w:val="510"/>
        </w:trPr>
        <w:tc>
          <w:tcPr>
            <w:tcW w:w="864" w:type="dxa"/>
            <w:vMerge w:val="restart"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1751" w:type="dxa"/>
            <w:gridSpan w:val="2"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03" w:type="dxa"/>
            <w:vMerge w:val="restart"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 и  ее  планирование</w:t>
            </w:r>
          </w:p>
        </w:tc>
        <w:tc>
          <w:tcPr>
            <w:tcW w:w="4579" w:type="dxa"/>
            <w:vMerge w:val="restart"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Стандарт</w:t>
            </w:r>
          </w:p>
        </w:tc>
        <w:tc>
          <w:tcPr>
            <w:tcW w:w="2962" w:type="dxa"/>
            <w:vMerge w:val="restart"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Термины</w:t>
            </w:r>
          </w:p>
        </w:tc>
        <w:tc>
          <w:tcPr>
            <w:tcW w:w="1367" w:type="dxa"/>
            <w:vMerge w:val="restart"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 ЕГЭ</w:t>
            </w:r>
          </w:p>
        </w:tc>
      </w:tr>
      <w:tr w:rsidR="00050E93" w:rsidRPr="00512E53" w:rsidTr="00646F1D">
        <w:trPr>
          <w:cantSplit/>
          <w:trHeight w:val="1406"/>
        </w:trPr>
        <w:tc>
          <w:tcPr>
            <w:tcW w:w="864" w:type="dxa"/>
            <w:vMerge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6" w:type="dxa"/>
            <w:textDirection w:val="btLr"/>
          </w:tcPr>
          <w:p w:rsidR="00050E93" w:rsidRPr="00512E53" w:rsidRDefault="00050E93" w:rsidP="00B622E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Фактическая</w:t>
            </w:r>
          </w:p>
          <w:p w:rsidR="00050E93" w:rsidRPr="00512E53" w:rsidRDefault="00050E93" w:rsidP="00B622E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5" w:type="dxa"/>
            <w:textDirection w:val="btLr"/>
          </w:tcPr>
          <w:p w:rsidR="00050E93" w:rsidRPr="00512E53" w:rsidRDefault="00050E93" w:rsidP="00B622EE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коррекция</w:t>
            </w:r>
          </w:p>
        </w:tc>
        <w:tc>
          <w:tcPr>
            <w:tcW w:w="3503" w:type="dxa"/>
            <w:vMerge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  <w:vMerge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7" w:type="dxa"/>
            <w:vMerge/>
          </w:tcPr>
          <w:p w:rsidR="00050E93" w:rsidRPr="00512E53" w:rsidRDefault="00050E93" w:rsidP="00B62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50E93" w:rsidRPr="00512E53" w:rsidTr="005D40FC">
        <w:tc>
          <w:tcPr>
            <w:tcW w:w="15026" w:type="dxa"/>
            <w:gridSpan w:val="7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(2ч).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7F6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492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география? История географических открытий. 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492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предмет изучения географии, основные этапы познания Земли, называть выдающиеся геооткрытия и исследования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основные объекты природы, населения и хозяйственной деятельности</w:t>
            </w:r>
          </w:p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7F63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.09.15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Земля – планета Солнечной системы. Форма и размеры Земли.          </w:t>
            </w:r>
          </w:p>
          <w:p w:rsidR="00050E93" w:rsidRPr="00512E53" w:rsidRDefault="00050E93" w:rsidP="004926A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492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</w:tcPr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понятия:  Северный и Южный полюс, экватор. Называть форму и размеры Земли, 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Глобус,  полюс, экватор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</w:tr>
      <w:tr w:rsidR="00050E93" w:rsidRPr="00512E53" w:rsidTr="004926AD">
        <w:tc>
          <w:tcPr>
            <w:tcW w:w="15026" w:type="dxa"/>
            <w:gridSpan w:val="7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sz w:val="24"/>
                <w:szCs w:val="24"/>
              </w:rPr>
              <w:t>Виды изображений поверхности Земли (8ч).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4926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.09.15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49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Виды изображений  поверхности земли. Практическое значение планов местности и географических карт.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 w:val="restart"/>
          </w:tcPr>
          <w:p w:rsidR="00050E93" w:rsidRPr="00512E53" w:rsidRDefault="00050E93" w:rsidP="00397B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Называть и (или) показывать элементы градусной сетки, геополюса, окружность и радиус Земли. Объяснять понятия: план местности, масштаб, азимут, геокарта, абсолютная и относительная высота, геокоординаты, параллели, меридианы, геополюса, глобус. Определять (измерять) стороны горизонта по компасу, Солнцу, местным признакам, направления, расстояния, абсолютные и относительные высоты, геокоординаты, местоположение геообъектов.</w:t>
            </w:r>
          </w:p>
          <w:p w:rsidR="00050E93" w:rsidRPr="00512E53" w:rsidRDefault="00050E93" w:rsidP="00B17A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Уметь читать карту и производить простейшую съемку местности</w:t>
            </w:r>
          </w:p>
        </w:tc>
        <w:tc>
          <w:tcPr>
            <w:tcW w:w="2962" w:type="dxa"/>
          </w:tcPr>
          <w:p w:rsidR="00050E93" w:rsidRPr="00512E53" w:rsidRDefault="00050E93" w:rsidP="00397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Топографический  план, аэрофотосъемка, географическая карта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397B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 Масштаб и его виды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Масштаб, численный, именованный, линейный масштаб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B17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F31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 по плану, глобусу и карте.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Полярная  съемка,  маршрутная  съемка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B17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56" w:type="dxa"/>
          </w:tcPr>
          <w:p w:rsidR="00050E93" w:rsidRPr="00512E53" w:rsidRDefault="00050E93" w:rsidP="00E05B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16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Геоширота. 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Географическая  карта Географические  полюса,  экватор,  параллели,  меридиан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4D6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4D6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Геодолгота. Геокоординаты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Географическая широта географическая  долгота,  географические  координаты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4D6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Изображение на плане и физической карте неровностей земной поверхности, высот и глубин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Послойное  окрашивание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4D6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Основные виды съемки местности.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Полярная съемка, маршрутная съемка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4D6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.11.15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4D6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Составление простейших планов местности.П.р.№1.Определение расстояний, направлений и геокоординат.</w:t>
            </w:r>
          </w:p>
          <w:p w:rsidR="00050E93" w:rsidRPr="00512E53" w:rsidRDefault="00050E93" w:rsidP="004D6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4D641D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13659" w:type="dxa"/>
            <w:gridSpan w:val="6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Литосфера (6ч).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4D6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9A4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С.р.№1 Виды изображений поверхности Земли.(15 мин.) Внутреннее строение Земли</w:t>
            </w:r>
          </w:p>
          <w:p w:rsidR="00050E93" w:rsidRPr="00512E53" w:rsidRDefault="00050E93" w:rsidP="004D6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 w:val="restart"/>
          </w:tcPr>
          <w:p w:rsidR="00050E93" w:rsidRPr="00512E53" w:rsidRDefault="00050E93" w:rsidP="004D6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Называть и (или) показывать основные формы рельефа, крупнейшие равнины и горные системы земного шара. Объяснять понятия: литосфера, рельеф, горы, равнины, горные породы. Полезные ископаемые. Объяснять образование гор, равнин, влияние рельефа на жизнь человека. Описывать горы. Равнины земного шара по плану. Уметь работать с контурной картой.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Геосфера,  гидросфера, биосфера,  литосфера,  атмосфера, ядро,  мантия,  земная  кора 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4D6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9A45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Породы, слагающую земную кору.</w:t>
            </w:r>
          </w:p>
        </w:tc>
        <w:tc>
          <w:tcPr>
            <w:tcW w:w="4579" w:type="dxa"/>
            <w:vMerge/>
          </w:tcPr>
          <w:p w:rsidR="00050E93" w:rsidRPr="00512E53" w:rsidRDefault="00050E93" w:rsidP="004D64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горные породы, магматические.осадочные, метаморфические горные породы, полезные ископаемые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9A4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.12.15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9A4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Движение  земной  коры.</w:t>
            </w:r>
          </w:p>
          <w:p w:rsidR="00050E93" w:rsidRPr="00512E53" w:rsidRDefault="00050E93" w:rsidP="009A4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Вулканы, горячие источники, гейзеры.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Землетрясение,  очаг,  эпицентр,  сейсмические  пояса,  горст,  грабен,  вулкан,  кратер,  жерло,  магма,  лава,  действующие  и  потухшие  вулканы, гейзер,  горячие  источники.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9A4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.12.15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9A4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Рельеф суши.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Рельеф , горная  долина,  горная  система,  горный  хребет,  горы,  холмистая  равнина,  возвышенность,  низменность,  впадина плоскогорье, дюны,  барханы.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9A4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.12.15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9A4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Рельеф Мирового океана.</w:t>
            </w:r>
          </w:p>
        </w:tc>
        <w:tc>
          <w:tcPr>
            <w:tcW w:w="4579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Материковая  отмель,  шельф,  материковый  склон,  глубоководные  океанические  желоба,  котловины,   атоллы,  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9A45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31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EE7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рельефа в жизни человека.</w:t>
            </w:r>
          </w:p>
          <w:p w:rsidR="00050E93" w:rsidRPr="00512E53" w:rsidRDefault="00050E93" w:rsidP="00EE70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П.р.№2 Описание гор или равнин по плану.</w:t>
            </w:r>
          </w:p>
        </w:tc>
        <w:tc>
          <w:tcPr>
            <w:tcW w:w="4579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5D40FC">
        <w:tc>
          <w:tcPr>
            <w:tcW w:w="15026" w:type="dxa"/>
            <w:gridSpan w:val="7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Гидросфера (6ч).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EE7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.01.16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6C4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С.р.№2 Литосфера (15 мин)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Вода  на  Земле 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 w:val="restart"/>
          </w:tcPr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Называть и правильно показывать: океаны, моря, заливы, проливы, острова, полуострова, течения, реки, озера, области оледенения, основные части реки, бассейн, река, озеро , водораздел, речная система, подземные воды. Описывать океан, море, реку, озеро по плану. Определять направление течения, характер реки в зависимости от рельефа.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197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Гидросфера,  Мировой  круговорот  воды, 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EE7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.01.16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Мировой океан и его части.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материк,  острова,  полуострова,  архипелаг, моря,  заливы,  пролив, внутреннее  и  окраинное  море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EE70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Свойства океанической воды</w:t>
            </w:r>
          </w:p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Соленость, промилле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197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Подземные воды и реки.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197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Подземные  воды,  водопроницаемые  и  водоупорные  горные  породы,  водоносный  слой,  грунтовые  воды,  родники,  межпластовые  воды,  минеральные  воды,   река, долина,  пойма,  русло,  исток,  устье,  речная  система,  бассейн,  водораздел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.02.16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Озера, ледники, искусственные водоемы.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197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Ледник,  горные  ледники,  снеговая  граница,  покровные  ледники,  айсберги</w:t>
            </w:r>
          </w:p>
          <w:p w:rsidR="00050E93" w:rsidRPr="00512E53" w:rsidRDefault="00050E93" w:rsidP="00197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канал,  водохранилище, пруд 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197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Изучение, охрана, загрязнение гидрсферы.</w:t>
            </w:r>
          </w:p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П.р.№3 Описание реки по плану.</w:t>
            </w:r>
          </w:p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197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</w:tr>
      <w:tr w:rsidR="00050E93" w:rsidRPr="00512E53" w:rsidTr="005D40FC">
        <w:tc>
          <w:tcPr>
            <w:tcW w:w="15026" w:type="dxa"/>
            <w:gridSpan w:val="7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Атмосфера (7ч).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197F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390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С.р.№3 Гидросфера (15 мин.)</w:t>
            </w:r>
          </w:p>
          <w:p w:rsidR="00050E93" w:rsidRPr="00512E53" w:rsidRDefault="00050E93" w:rsidP="00390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Атмосфера: строение, значение, изучение. Охрана воздушной среды.</w:t>
            </w:r>
          </w:p>
        </w:tc>
        <w:tc>
          <w:tcPr>
            <w:tcW w:w="4579" w:type="dxa"/>
            <w:vMerge w:val="restart"/>
          </w:tcPr>
          <w:p w:rsidR="00050E93" w:rsidRPr="00512E53" w:rsidRDefault="00050E93" w:rsidP="0015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и (или)  показывать пояса освещенности, тепловые пояса Земли, основные причины, влияющие на климат.</w:t>
            </w:r>
          </w:p>
          <w:p w:rsidR="00050E93" w:rsidRPr="00512E53" w:rsidRDefault="00050E93" w:rsidP="00151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Объяснять понятия: атмосфера, атмосферное давление, ветер, погода, климат. Объяснять распределение солнечного света и тепла по земной поверхности, смену времен года, дня и ночи, причины образования ветра. Определять</w:t>
            </w:r>
          </w:p>
          <w:p w:rsidR="00050E93" w:rsidRPr="00512E53" w:rsidRDefault="00050E93" w:rsidP="00151A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( измерять ) температуру воздуха, атмосферное давление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атмосфера, тропосфера,  стратосфера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390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воздуха.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Суточный ход  температуры  воздуха, суточная  амплитуда  температур  воздуха, средние  суточные  температуры  воздуха.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Средняя  месячная  температура,  годовая  амплитуда  температур,  средняя  годовая  температура  воздуха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Атмосферное  давление 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Ветер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Нормальное  атмосферное  давление,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ветер,  направление,  сила  ветра,  «Роза  ветров»,  циклон,  антициклон,  бриз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050E93" w:rsidRPr="00512E53" w:rsidTr="00646F1D">
        <w:trPr>
          <w:trHeight w:val="2779"/>
        </w:trPr>
        <w:tc>
          <w:tcPr>
            <w:tcW w:w="864" w:type="dxa"/>
          </w:tcPr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390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Водяной пар в атмосфере. Облака. Атмосферные осадки.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Водяной  пар, относительная  влажность,  туман,  облака,  кучевые,  слоистые,  перистые,   атмосферные  осадки.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5E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Погода.</w:t>
            </w:r>
          </w:p>
          <w:p w:rsidR="00050E93" w:rsidRPr="00512E53" w:rsidRDefault="00050E93" w:rsidP="005E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П.р.№ 4 Наблюдение за погодой</w:t>
            </w:r>
          </w:p>
          <w:p w:rsidR="00050E93" w:rsidRPr="00512E53" w:rsidRDefault="00050E93" w:rsidP="005E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погода 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390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Распределение солнечного света и тепла на Земле.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пояса освещенности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390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5E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Климат. Причины, влияющие на климат.</w:t>
            </w:r>
          </w:p>
          <w:p w:rsidR="00050E93" w:rsidRPr="00512E53" w:rsidRDefault="00050E93" w:rsidP="0039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</w:tr>
      <w:tr w:rsidR="00050E93" w:rsidRPr="00512E53" w:rsidTr="005D40FC">
        <w:tc>
          <w:tcPr>
            <w:tcW w:w="15026" w:type="dxa"/>
            <w:gridSpan w:val="7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Биосфера (3ч).</w:t>
            </w:r>
          </w:p>
        </w:tc>
      </w:tr>
      <w:tr w:rsidR="00050E93" w:rsidRPr="00512E53" w:rsidTr="00646F1D">
        <w:trPr>
          <w:trHeight w:val="1930"/>
        </w:trPr>
        <w:tc>
          <w:tcPr>
            <w:tcW w:w="864" w:type="dxa"/>
          </w:tcPr>
          <w:p w:rsidR="00050E93" w:rsidRPr="00512E53" w:rsidRDefault="00050E93" w:rsidP="00474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056" w:type="dxa"/>
          </w:tcPr>
          <w:p w:rsidR="00050E93" w:rsidRPr="00512E53" w:rsidRDefault="00050E93" w:rsidP="00E956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474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С.р.№4 Атмосфера (15 мин.)</w:t>
            </w:r>
          </w:p>
          <w:p w:rsidR="00050E93" w:rsidRPr="00512E53" w:rsidRDefault="00050E93" w:rsidP="00474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Разнообразие и распространение организмов на земле. Природные зоны.</w:t>
            </w:r>
          </w:p>
        </w:tc>
        <w:tc>
          <w:tcPr>
            <w:tcW w:w="4579" w:type="dxa"/>
            <w:vMerge w:val="restart"/>
          </w:tcPr>
          <w:p w:rsidR="00050E93" w:rsidRPr="00512E53" w:rsidRDefault="00050E93" w:rsidP="004742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Объяснять понятие «природная зона». Уметь описывать отдельные природные зоны. Объяснять и приводить примеры взаимосвязи оболочек земли и компонентов природы.</w:t>
            </w:r>
          </w:p>
          <w:p w:rsidR="00050E93" w:rsidRPr="00512E53" w:rsidRDefault="00050E93" w:rsidP="004742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Природные  зоны,  саванны,  степи,  лесная  зона,  тундра,  тайга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474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.05.16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1D20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Организмы в мировом океане. Воздействие организмов на земные оболочки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Планктон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1D20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.05.16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C30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Взаимосвязи компонентов природы.</w:t>
            </w:r>
          </w:p>
          <w:p w:rsidR="00050E93" w:rsidRPr="00512E53" w:rsidRDefault="00050E93" w:rsidP="001D20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Почва,  плодородие, выветривание,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природный  комплекс,  географическая  оболочка,  биосфера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</w:tr>
      <w:tr w:rsidR="00050E93" w:rsidRPr="00512E53" w:rsidTr="005D40FC">
        <w:tc>
          <w:tcPr>
            <w:tcW w:w="15026" w:type="dxa"/>
            <w:gridSpan w:val="7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Население  Земли(2ч).</w:t>
            </w:r>
          </w:p>
        </w:tc>
      </w:tr>
      <w:tr w:rsidR="00050E93" w:rsidRPr="00512E53" w:rsidTr="00646F1D">
        <w:tc>
          <w:tcPr>
            <w:tcW w:w="864" w:type="dxa"/>
          </w:tcPr>
          <w:p w:rsidR="00050E93" w:rsidRPr="00512E53" w:rsidRDefault="00050E93" w:rsidP="00C30C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C30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  Население Земли.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9" w:type="dxa"/>
            <w:vMerge w:val="restart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Называть и (или) показывать на карте крупнейшие государства. Знать численность населения Земли, страны, Москвы. Объяснять и приводить примеры влияния природы на жизнь людей и влияния человеческой деятельности на оболочки Земли</w:t>
            </w: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Раса,  негроиды,  монголоиды,  европеоиды,  миграции</w:t>
            </w: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050E93" w:rsidRPr="00512E53" w:rsidTr="00646F1D">
        <w:trPr>
          <w:trHeight w:val="1410"/>
        </w:trPr>
        <w:tc>
          <w:tcPr>
            <w:tcW w:w="864" w:type="dxa"/>
          </w:tcPr>
          <w:p w:rsidR="00050E93" w:rsidRPr="00512E53" w:rsidRDefault="00050E93" w:rsidP="00C30C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056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12E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.16</w:t>
            </w:r>
          </w:p>
        </w:tc>
        <w:tc>
          <w:tcPr>
            <w:tcW w:w="695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3" w:type="dxa"/>
          </w:tcPr>
          <w:p w:rsidR="00050E93" w:rsidRPr="00512E53" w:rsidRDefault="00050E93" w:rsidP="00437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Влияние природы на жизнь и здоровье человека.</w:t>
            </w:r>
          </w:p>
          <w:p w:rsidR="00050E93" w:rsidRPr="00512E53" w:rsidRDefault="00050E93" w:rsidP="004373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 за курс географии 6 класса</w:t>
            </w:r>
          </w:p>
        </w:tc>
        <w:tc>
          <w:tcPr>
            <w:tcW w:w="4579" w:type="dxa"/>
            <w:vMerge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2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 xml:space="preserve">Землетрясение, 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наводнение, ураганы,  бури,  смерчи</w:t>
            </w:r>
          </w:p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050E93" w:rsidRPr="00512E53" w:rsidRDefault="00050E93" w:rsidP="00B622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2E53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</w:tr>
    </w:tbl>
    <w:p w:rsidR="00050E93" w:rsidRPr="00512E53" w:rsidRDefault="00050E93">
      <w:pPr>
        <w:rPr>
          <w:rFonts w:ascii="Times New Roman" w:hAnsi="Times New Roman" w:cs="Times New Roman"/>
          <w:sz w:val="24"/>
          <w:szCs w:val="24"/>
        </w:rPr>
        <w:sectPr w:rsidR="00050E93" w:rsidRPr="00512E53" w:rsidSect="00EC7CD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50E93" w:rsidRPr="00986F79" w:rsidRDefault="00050E93">
      <w:pPr>
        <w:rPr>
          <w:rFonts w:ascii="Times New Roman" w:hAnsi="Times New Roman" w:cs="Times New Roman"/>
        </w:rPr>
      </w:pPr>
    </w:p>
    <w:sectPr w:rsidR="00050E93" w:rsidRPr="00986F79" w:rsidSect="00986F7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E93" w:rsidRDefault="00050E93" w:rsidP="00C04F29">
      <w:pPr>
        <w:spacing w:after="0" w:line="240" w:lineRule="auto"/>
      </w:pPr>
      <w:r>
        <w:separator/>
      </w:r>
    </w:p>
  </w:endnote>
  <w:endnote w:type="continuationSeparator" w:id="0">
    <w:p w:rsidR="00050E93" w:rsidRDefault="00050E93" w:rsidP="00C04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93" w:rsidRDefault="00050E93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050E93" w:rsidRDefault="00050E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E93" w:rsidRDefault="00050E93" w:rsidP="00C04F29">
      <w:pPr>
        <w:spacing w:after="0" w:line="240" w:lineRule="auto"/>
      </w:pPr>
      <w:r>
        <w:separator/>
      </w:r>
    </w:p>
  </w:footnote>
  <w:footnote w:type="continuationSeparator" w:id="0">
    <w:p w:rsidR="00050E93" w:rsidRDefault="00050E93" w:rsidP="00C04F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DFC"/>
    <w:multiLevelType w:val="hybridMultilevel"/>
    <w:tmpl w:val="231C62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8368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2">
    <w:nsid w:val="178A41F6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3">
    <w:nsid w:val="18CF63EB"/>
    <w:multiLevelType w:val="hybridMultilevel"/>
    <w:tmpl w:val="E8164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9C24A59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5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8D03E60"/>
    <w:multiLevelType w:val="hybridMultilevel"/>
    <w:tmpl w:val="56848A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0CF078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8">
    <w:nsid w:val="435275D5"/>
    <w:multiLevelType w:val="hybridMultilevel"/>
    <w:tmpl w:val="5CAA5DEA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439913B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0">
    <w:nsid w:val="465560A4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1">
    <w:nsid w:val="523E5172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2">
    <w:nsid w:val="53192AF5"/>
    <w:multiLevelType w:val="hybridMultilevel"/>
    <w:tmpl w:val="A0FC5EB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4"/>
      </w:rPr>
    </w:lvl>
    <w:lvl w:ilvl="2" w:tplc="A98CE1AA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>
    <w:nsid w:val="53663B07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4">
    <w:nsid w:val="55305D0C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5">
    <w:nsid w:val="59E32973"/>
    <w:multiLevelType w:val="hybridMultilevel"/>
    <w:tmpl w:val="C95A261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7">
    <w:nsid w:val="5D856FB1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cs="Symbol" w:hint="default"/>
      </w:rPr>
    </w:lvl>
  </w:abstractNum>
  <w:abstractNum w:abstractNumId="18">
    <w:nsid w:val="6FBB20BD"/>
    <w:multiLevelType w:val="hybridMultilevel"/>
    <w:tmpl w:val="2D600650"/>
    <w:lvl w:ilvl="0" w:tplc="5A4226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8C31A0E"/>
    <w:multiLevelType w:val="hybridMultilevel"/>
    <w:tmpl w:val="2A788AD0"/>
    <w:lvl w:ilvl="0" w:tplc="2C84454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7BC336B5"/>
    <w:multiLevelType w:val="hybridMultilevel"/>
    <w:tmpl w:val="36AA75D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7"/>
    <w:lvlOverride w:ilvl="0">
      <w:startOverride w:val="1"/>
    </w:lvlOverride>
  </w:num>
  <w:num w:numId="4">
    <w:abstractNumId w:val="10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9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13"/>
    <w:lvlOverride w:ilvl="0">
      <w:startOverride w:val="1"/>
    </w:lvlOverride>
  </w:num>
  <w:num w:numId="11">
    <w:abstractNumId w:val="14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0"/>
  </w:num>
  <w:num w:numId="16">
    <w:abstractNumId w:val="12"/>
  </w:num>
  <w:num w:numId="17">
    <w:abstractNumId w:val="6"/>
  </w:num>
  <w:num w:numId="18">
    <w:abstractNumId w:val="8"/>
  </w:num>
  <w:num w:numId="19">
    <w:abstractNumId w:val="19"/>
  </w:num>
  <w:num w:numId="20">
    <w:abstractNumId w:val="15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F79"/>
    <w:rsid w:val="00010D11"/>
    <w:rsid w:val="00050E93"/>
    <w:rsid w:val="00060BB4"/>
    <w:rsid w:val="00102857"/>
    <w:rsid w:val="00151A13"/>
    <w:rsid w:val="00193745"/>
    <w:rsid w:val="00197F10"/>
    <w:rsid w:val="001A0C17"/>
    <w:rsid w:val="001A0D53"/>
    <w:rsid w:val="001D2070"/>
    <w:rsid w:val="0028586C"/>
    <w:rsid w:val="002D72C3"/>
    <w:rsid w:val="002D7366"/>
    <w:rsid w:val="003011A9"/>
    <w:rsid w:val="003908B9"/>
    <w:rsid w:val="00397B95"/>
    <w:rsid w:val="003B6BCC"/>
    <w:rsid w:val="004146D3"/>
    <w:rsid w:val="00435776"/>
    <w:rsid w:val="0043737A"/>
    <w:rsid w:val="00474275"/>
    <w:rsid w:val="00482CF3"/>
    <w:rsid w:val="00484D0E"/>
    <w:rsid w:val="004926AD"/>
    <w:rsid w:val="004B3089"/>
    <w:rsid w:val="004B59DB"/>
    <w:rsid w:val="004D641D"/>
    <w:rsid w:val="00512E53"/>
    <w:rsid w:val="005967C6"/>
    <w:rsid w:val="005D40FC"/>
    <w:rsid w:val="005E5DAE"/>
    <w:rsid w:val="00646F1D"/>
    <w:rsid w:val="006952E6"/>
    <w:rsid w:val="006B2313"/>
    <w:rsid w:val="006C455D"/>
    <w:rsid w:val="006D143B"/>
    <w:rsid w:val="006E2E5B"/>
    <w:rsid w:val="006F2350"/>
    <w:rsid w:val="006F32F9"/>
    <w:rsid w:val="00716756"/>
    <w:rsid w:val="00740A53"/>
    <w:rsid w:val="00745195"/>
    <w:rsid w:val="007A301B"/>
    <w:rsid w:val="007D114B"/>
    <w:rsid w:val="007E4BEA"/>
    <w:rsid w:val="007E7BAA"/>
    <w:rsid w:val="007F6378"/>
    <w:rsid w:val="00895372"/>
    <w:rsid w:val="008C17C9"/>
    <w:rsid w:val="008C5DB2"/>
    <w:rsid w:val="009127D2"/>
    <w:rsid w:val="00942743"/>
    <w:rsid w:val="00986F79"/>
    <w:rsid w:val="009A45EE"/>
    <w:rsid w:val="00A07F4F"/>
    <w:rsid w:val="00A52D10"/>
    <w:rsid w:val="00A92867"/>
    <w:rsid w:val="00B17AE3"/>
    <w:rsid w:val="00B622EE"/>
    <w:rsid w:val="00B7760F"/>
    <w:rsid w:val="00B92645"/>
    <w:rsid w:val="00BB0C8B"/>
    <w:rsid w:val="00BC3727"/>
    <w:rsid w:val="00BE7A90"/>
    <w:rsid w:val="00BF741D"/>
    <w:rsid w:val="00C04565"/>
    <w:rsid w:val="00C04F29"/>
    <w:rsid w:val="00C30C76"/>
    <w:rsid w:val="00C76A1E"/>
    <w:rsid w:val="00C94091"/>
    <w:rsid w:val="00CA501B"/>
    <w:rsid w:val="00CF6ADB"/>
    <w:rsid w:val="00D05075"/>
    <w:rsid w:val="00D6525F"/>
    <w:rsid w:val="00DD7E17"/>
    <w:rsid w:val="00E05B9E"/>
    <w:rsid w:val="00E240AE"/>
    <w:rsid w:val="00E9563C"/>
    <w:rsid w:val="00EC7CD6"/>
    <w:rsid w:val="00EE7065"/>
    <w:rsid w:val="00EF1F46"/>
    <w:rsid w:val="00F215FB"/>
    <w:rsid w:val="00F2400D"/>
    <w:rsid w:val="00F316AD"/>
    <w:rsid w:val="00F42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BAA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986F79"/>
    <w:pPr>
      <w:spacing w:after="0" w:line="240" w:lineRule="auto"/>
      <w:ind w:firstLine="540"/>
    </w:pPr>
    <w:rPr>
      <w:rFonts w:ascii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86F79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99"/>
    <w:qFormat/>
    <w:rsid w:val="00986F79"/>
    <w:pPr>
      <w:spacing w:after="0" w:line="240" w:lineRule="auto"/>
      <w:ind w:left="720"/>
    </w:pPr>
    <w:rPr>
      <w:rFonts w:ascii="Arial" w:hAnsi="Arial" w:cs="Arial"/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C04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04F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4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4F29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4146D3"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146D3"/>
    <w:rPr>
      <w:rFonts w:ascii="Times New Roman" w:hAnsi="Times New Roman"/>
      <w:sz w:val="24"/>
      <w:lang w:eastAsia="ar-SA" w:bidi="ar-SA"/>
    </w:rPr>
  </w:style>
  <w:style w:type="paragraph" w:styleId="BodyTextIndent3">
    <w:name w:val="Body Text Indent 3"/>
    <w:basedOn w:val="Normal"/>
    <w:link w:val="BodyTextIndent3Char"/>
    <w:uiPriority w:val="99"/>
    <w:rsid w:val="004146D3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146D3"/>
    <w:rPr>
      <w:rFonts w:ascii="Times New Roman" w:hAnsi="Times New Roman"/>
      <w:sz w:val="16"/>
    </w:rPr>
  </w:style>
  <w:style w:type="paragraph" w:styleId="BalloonText">
    <w:name w:val="Balloon Text"/>
    <w:basedOn w:val="Normal"/>
    <w:link w:val="BalloonTextChar"/>
    <w:uiPriority w:val="99"/>
    <w:semiHidden/>
    <w:rsid w:val="00C04565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C0456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04565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045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Pr>
      <w:b/>
    </w:rPr>
  </w:style>
  <w:style w:type="paragraph" w:styleId="DocumentMap">
    <w:name w:val="Document Map"/>
    <w:basedOn w:val="Normal"/>
    <w:link w:val="DocumentMapChar"/>
    <w:uiPriority w:val="99"/>
    <w:semiHidden/>
    <w:rsid w:val="00C04565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/>
      <w:sz w:val="2"/>
    </w:rPr>
  </w:style>
  <w:style w:type="paragraph" w:styleId="NormalWeb">
    <w:name w:val="Normal (Web)"/>
    <w:basedOn w:val="Normal"/>
    <w:uiPriority w:val="99"/>
    <w:rsid w:val="001028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locked/>
    <w:rsid w:val="00482C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20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315</TotalTime>
  <Pages>18</Pages>
  <Words>3520</Words>
  <Characters>20068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Y4</dc:creator>
  <cp:keywords/>
  <dc:description/>
  <cp:lastModifiedBy>user</cp:lastModifiedBy>
  <cp:revision>46</cp:revision>
  <cp:lastPrinted>2014-09-25T00:22:00Z</cp:lastPrinted>
  <dcterms:created xsi:type="dcterms:W3CDTF">2014-11-05T07:16:00Z</dcterms:created>
  <dcterms:modified xsi:type="dcterms:W3CDTF">2016-03-31T17:20:00Z</dcterms:modified>
</cp:coreProperties>
</file>