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C0" w:rsidRDefault="00CB50C0" w:rsidP="00D61262">
      <w:pPr>
        <w:shd w:val="clear" w:color="auto" w:fill="FFFFFF"/>
        <w:spacing w:before="91"/>
        <w:ind w:right="24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5B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5pt;height:639.75pt;visibility:visible">
            <v:imagedata r:id="rId7" o:title=""/>
          </v:shape>
        </w:pict>
      </w:r>
    </w:p>
    <w:p w:rsidR="00CB50C0" w:rsidRDefault="00CB50C0" w:rsidP="00D61262">
      <w:pPr>
        <w:shd w:val="clear" w:color="auto" w:fill="FFFFFF"/>
        <w:spacing w:before="91"/>
        <w:ind w:right="24"/>
        <w:rPr>
          <w:noProof/>
        </w:rPr>
      </w:pPr>
    </w:p>
    <w:p w:rsidR="00CB50C0" w:rsidRDefault="00CB50C0" w:rsidP="00D61262">
      <w:pPr>
        <w:shd w:val="clear" w:color="auto" w:fill="FFFFFF"/>
        <w:spacing w:before="91"/>
        <w:ind w:right="24"/>
        <w:rPr>
          <w:noProof/>
        </w:rPr>
      </w:pPr>
    </w:p>
    <w:p w:rsidR="00CB50C0" w:rsidRDefault="00CB50C0" w:rsidP="00D61262">
      <w:pPr>
        <w:shd w:val="clear" w:color="auto" w:fill="FFFFFF"/>
        <w:spacing w:before="91"/>
        <w:ind w:right="24"/>
        <w:rPr>
          <w:noProof/>
        </w:rPr>
      </w:pPr>
    </w:p>
    <w:p w:rsidR="00CB50C0" w:rsidRPr="009065D9" w:rsidRDefault="00CB50C0" w:rsidP="00D61262">
      <w:pPr>
        <w:shd w:val="clear" w:color="auto" w:fill="FFFFFF"/>
        <w:spacing w:before="91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9065D9">
        <w:rPr>
          <w:rFonts w:ascii="Times New Roman" w:hAnsi="Times New Roman" w:cs="Times New Roman"/>
          <w:color w:val="000000"/>
          <w:spacing w:val="-13"/>
          <w:sz w:val="28"/>
          <w:szCs w:val="28"/>
        </w:rPr>
        <w:t>ПОЯСНИТЕЛЬНАЯ ЗАПИСКА</w:t>
      </w:r>
    </w:p>
    <w:p w:rsidR="00CB50C0" w:rsidRPr="009065D9" w:rsidRDefault="00CB50C0" w:rsidP="009065D9">
      <w:pPr>
        <w:shd w:val="clear" w:color="auto" w:fill="FFFFFF"/>
        <w:spacing w:before="53"/>
        <w:ind w:lef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Данная программа предназначена для учащихся 9 класса, вы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softHyphen/>
        <w:t>бирающих профиль обучения в старшей школе, связанный с углуб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>ленным изучением предметов естественнонаучного цикла. Являет</w:t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ся углубленным вариантом базового раздела учебного предмета 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 xml:space="preserve">«Общая география». Программа рассчитана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 xml:space="preserve"> часов учебного </w:t>
      </w:r>
      <w:r w:rsidRPr="009065D9">
        <w:rPr>
          <w:rFonts w:ascii="Times New Roman" w:hAnsi="Times New Roman" w:cs="Times New Roman"/>
          <w:color w:val="000000"/>
          <w:spacing w:val="-3"/>
          <w:sz w:val="28"/>
          <w:szCs w:val="28"/>
        </w:rPr>
        <w:t>времени.</w:t>
      </w:r>
    </w:p>
    <w:p w:rsidR="00CB50C0" w:rsidRPr="009065D9" w:rsidRDefault="00CB50C0" w:rsidP="009065D9">
      <w:pPr>
        <w:shd w:val="clear" w:color="auto" w:fill="FFFFFF"/>
        <w:spacing w:before="58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</w:t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данной программы: создать условия для формирования и </w:t>
      </w:r>
      <w:r w:rsidRPr="009065D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развития у учащихся интереса к изучению предмета география; 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>учить умению самостоятельно приобретать и применять на практи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ке знания по теории предмета; развивать творческие способности 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>учащихся, коммуникативные навыки по умению работать в группе, вести дискуссию, отстаивать свою точку зрения.</w:t>
      </w:r>
    </w:p>
    <w:p w:rsidR="00CB50C0" w:rsidRPr="009065D9" w:rsidRDefault="00CB50C0" w:rsidP="009065D9">
      <w:pPr>
        <w:shd w:val="clear" w:color="auto" w:fill="FFFFFF"/>
        <w:spacing w:before="106"/>
        <w:ind w:left="10" w:right="5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процессе обучения </w:t>
      </w:r>
      <w:r w:rsidRPr="009065D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учащиеся приобретают </w:t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>следующие кон</w:t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кретные </w:t>
      </w:r>
      <w:r w:rsidRPr="009065D9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умения:</w:t>
      </w:r>
    </w:p>
    <w:p w:rsidR="00CB50C0" w:rsidRPr="009065D9" w:rsidRDefault="00CB50C0" w:rsidP="009065D9">
      <w:pPr>
        <w:widowControl w:val="0"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53" w:after="0" w:line="240" w:lineRule="auto"/>
        <w:ind w:left="350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наблюдать и описывать явления природы;</w:t>
      </w:r>
    </w:p>
    <w:p w:rsidR="00CB50C0" w:rsidRPr="009065D9" w:rsidRDefault="00CB50C0" w:rsidP="009065D9">
      <w:pPr>
        <w:widowControl w:val="0"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выдвигать гипотезы и отстаивать их;</w:t>
      </w:r>
    </w:p>
    <w:p w:rsidR="00CB50C0" w:rsidRPr="009065D9" w:rsidRDefault="00CB50C0" w:rsidP="009065D9">
      <w:pPr>
        <w:widowControl w:val="0"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представлять результаты в виде графиков, таблиц, диаграмм;</w:t>
      </w:r>
    </w:p>
    <w:p w:rsidR="00CB50C0" w:rsidRPr="009065D9" w:rsidRDefault="00CB50C0" w:rsidP="009065D9">
      <w:pPr>
        <w:widowControl w:val="0"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интерпретировать результаты эксперимента;</w:t>
      </w:r>
    </w:p>
    <w:p w:rsidR="00CB50C0" w:rsidRPr="009065D9" w:rsidRDefault="00CB50C0" w:rsidP="009065D9">
      <w:pPr>
        <w:widowControl w:val="0"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делать выводы.</w:t>
      </w:r>
    </w:p>
    <w:p w:rsidR="00CB50C0" w:rsidRPr="009065D9" w:rsidRDefault="00CB50C0" w:rsidP="009065D9">
      <w:pPr>
        <w:shd w:val="clear" w:color="auto" w:fill="FFFFFF"/>
        <w:spacing w:before="58"/>
        <w:ind w:left="5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t>Перечисленные умения формируются на основе знаний о при</w:t>
      </w:r>
      <w:r w:rsidRPr="009065D9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>роде Земли, космической системе, происхождении планет.</w:t>
      </w: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2"/>
          <w:sz w:val="28"/>
          <w:szCs w:val="28"/>
        </w:rPr>
        <w:t>УЧЕБНО-ТЕМАТИЧЕСКИЙ ПЛАН</w:t>
      </w:r>
    </w:p>
    <w:tbl>
      <w:tblPr>
        <w:tblW w:w="1020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6"/>
        <w:gridCol w:w="1249"/>
        <w:gridCol w:w="3118"/>
        <w:gridCol w:w="1418"/>
        <w:gridCol w:w="850"/>
        <w:gridCol w:w="709"/>
        <w:gridCol w:w="567"/>
        <w:gridCol w:w="1559"/>
      </w:tblGrid>
      <w:tr w:rsidR="00CB50C0" w:rsidRPr="009D11A5">
        <w:trPr>
          <w:trHeight w:hRule="exact" w:val="322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ind w:left="389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Дата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ind w:left="389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ind w:left="418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ind w:left="192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Формы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ind w:left="571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ind w:left="571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тем курса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часов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лекц.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сем.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прак.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B50C0" w:rsidRPr="009D11A5" w:rsidRDefault="00CB50C0" w:rsidP="00B75B85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контроля</w:t>
            </w:r>
          </w:p>
        </w:tc>
      </w:tr>
      <w:tr w:rsidR="00CB50C0" w:rsidRPr="009D11A5">
        <w:trPr>
          <w:trHeight w:hRule="exact" w:val="334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val="en-US"/>
              </w:rPr>
              <w:t>.09.1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Солнечная система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ind w:left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CB50C0" w:rsidRPr="009D11A5">
        <w:trPr>
          <w:trHeight w:hRule="exact" w:val="322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часть Вселенной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0C0" w:rsidRPr="009D11A5">
        <w:trPr>
          <w:trHeight w:hRule="exact" w:val="373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.09.1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Солнечная система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Выполне-</w:t>
            </w:r>
          </w:p>
        </w:tc>
      </w:tr>
      <w:tr w:rsidR="00CB50C0" w:rsidRPr="009D11A5">
        <w:trPr>
          <w:trHeight w:hRule="exact" w:val="322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.10.1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ние    прак-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</w:t>
            </w:r>
          </w:p>
        </w:tc>
      </w:tr>
      <w:tr w:rsidR="00CB50C0" w:rsidRPr="009D11A5">
        <w:trPr>
          <w:trHeight w:hRule="exact" w:val="347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373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en-US"/>
              </w:rPr>
              <w:t>23.10.1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Гипотезы происхожде-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Участие в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.11.1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ния планет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семинаре</w:t>
            </w:r>
          </w:p>
        </w:tc>
      </w:tr>
      <w:tr w:rsidR="00CB50C0" w:rsidRPr="009D11A5">
        <w:trPr>
          <w:trHeight w:hRule="exact" w:val="322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Начальное   состояние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Участие в</w:t>
            </w:r>
          </w:p>
        </w:tc>
      </w:tr>
      <w:tr w:rsidR="00CB50C0" w:rsidRPr="009D11A5">
        <w:trPr>
          <w:trHeight w:hRule="exact" w:val="360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en-US"/>
              </w:rPr>
              <w:t>.12.1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Земли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семинаре</w:t>
            </w:r>
          </w:p>
        </w:tc>
      </w:tr>
      <w:tr w:rsidR="00CB50C0" w:rsidRPr="009D11A5">
        <w:trPr>
          <w:trHeight w:hRule="exact" w:val="373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14</w:t>
            </w:r>
            <w:r w:rsidRPr="00DE5EF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01</w:t>
            </w:r>
            <w:r w:rsidRPr="00DE5EF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Луна - спутник Земли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Участие в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семинаре</w:t>
            </w:r>
          </w:p>
        </w:tc>
      </w:tr>
      <w:tr w:rsidR="00CB50C0" w:rsidRPr="009D11A5">
        <w:trPr>
          <w:trHeight w:hRule="exact" w:val="1081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28</w:t>
            </w:r>
            <w:r w:rsidRPr="00DE5EF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.01.1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Земля и Солнце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46127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9065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F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9065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Выполне-</w:t>
            </w:r>
          </w:p>
          <w:p w:rsidR="00CB50C0" w:rsidRPr="009D11A5" w:rsidRDefault="00CB50C0" w:rsidP="009065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ние практической работы</w:t>
            </w:r>
          </w:p>
        </w:tc>
      </w:tr>
      <w:tr w:rsidR="00CB50C0" w:rsidRPr="009D11A5">
        <w:trPr>
          <w:trHeight w:hRule="exact" w:val="347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en-US"/>
              </w:rPr>
              <w:t>.02.1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Форма и размеры Зем-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ние    прак-</w:t>
            </w:r>
          </w:p>
        </w:tc>
      </w:tr>
      <w:tr w:rsidR="00CB50C0" w:rsidRPr="009D11A5">
        <w:trPr>
          <w:trHeight w:hRule="exact" w:val="322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DE5EF8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val="en-US"/>
              </w:rPr>
              <w:t>.02.1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ли. Обращение ее во-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</w:t>
            </w:r>
          </w:p>
        </w:tc>
      </w:tr>
      <w:tr w:rsidR="00CB50C0" w:rsidRPr="009D11A5">
        <w:trPr>
          <w:trHeight w:hRule="exact" w:val="334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круг оси и следствия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322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этого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347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  <w:lang w:val="en-US"/>
              </w:rPr>
              <w:t>.03.1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Движение  Земли  во-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Выполне-</w:t>
            </w:r>
          </w:p>
        </w:tc>
      </w:tr>
      <w:tr w:rsidR="00CB50C0" w:rsidRPr="009D11A5">
        <w:trPr>
          <w:trHeight w:hRule="exact" w:val="334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  <w:lang w:val="en-US"/>
              </w:rPr>
              <w:t>.03.1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круг Солнца и его по-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ние    прак-</w:t>
            </w:r>
          </w:p>
        </w:tc>
      </w:tr>
      <w:tr w:rsidR="00CB50C0" w:rsidRPr="009D11A5">
        <w:trPr>
          <w:trHeight w:hRule="exact" w:val="308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следствия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</w:t>
            </w:r>
          </w:p>
        </w:tc>
      </w:tr>
      <w:tr w:rsidR="00CB50C0" w:rsidRPr="009D11A5">
        <w:trPr>
          <w:trHeight w:hRule="exact" w:val="347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334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en-US"/>
              </w:rPr>
              <w:t>.04.1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Галактический      год.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Выполне-</w:t>
            </w:r>
          </w:p>
        </w:tc>
      </w:tr>
      <w:tr w:rsidR="00CB50C0" w:rsidRPr="009D11A5">
        <w:trPr>
          <w:trHeight w:hRule="exact" w:val="347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en-US"/>
              </w:rPr>
              <w:t>.04.1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Календарь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ние    прак-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</w:t>
            </w:r>
          </w:p>
        </w:tc>
      </w:tr>
      <w:tr w:rsidR="00CB50C0" w:rsidRPr="009D11A5">
        <w:trPr>
          <w:trHeight w:hRule="exact" w:val="360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373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12..05.16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Обобщающее повторе-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sz w:val="24"/>
                <w:szCs w:val="24"/>
              </w:rPr>
              <w:t>Выполне-</w:t>
            </w:r>
          </w:p>
        </w:tc>
      </w:tr>
      <w:tr w:rsidR="00CB50C0" w:rsidRPr="009D11A5">
        <w:trPr>
          <w:trHeight w:hRule="exact" w:val="308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19.05.16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ние    прак-</w:t>
            </w:r>
          </w:p>
        </w:tc>
      </w:tr>
      <w:tr w:rsidR="00CB50C0" w:rsidRPr="009D11A5">
        <w:trPr>
          <w:trHeight w:hRule="exact" w:val="296"/>
        </w:trPr>
        <w:tc>
          <w:tcPr>
            <w:tcW w:w="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</w:t>
            </w:r>
          </w:p>
        </w:tc>
      </w:tr>
      <w:tr w:rsidR="00CB50C0" w:rsidRPr="009D11A5">
        <w:trPr>
          <w:trHeight w:hRule="exact" w:val="360"/>
        </w:trPr>
        <w:tc>
          <w:tcPr>
            <w:tcW w:w="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работы</w:t>
            </w:r>
          </w:p>
        </w:tc>
      </w:tr>
      <w:tr w:rsidR="00CB50C0" w:rsidRPr="009D11A5">
        <w:trPr>
          <w:trHeight w:hRule="exact" w:val="693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065D9" w:rsidRDefault="00CB50C0" w:rsidP="00906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906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5D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8015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4B5F80" w:rsidRDefault="00CB50C0" w:rsidP="00B75B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C0" w:rsidRPr="009D11A5" w:rsidRDefault="00CB50C0" w:rsidP="00B75B8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0C0" w:rsidRPr="009065D9" w:rsidRDefault="00CB50C0" w:rsidP="009065D9">
      <w:pPr>
        <w:shd w:val="clear" w:color="auto" w:fill="FFFFFF"/>
        <w:spacing w:before="158"/>
        <w:ind w:left="365" w:right="1094" w:firstLine="1478"/>
        <w:rPr>
          <w:rFonts w:ascii="Times New Roman" w:hAnsi="Times New Roman" w:cs="Times New Roman"/>
          <w:color w:val="434343"/>
          <w:spacing w:val="-1"/>
          <w:sz w:val="28"/>
          <w:szCs w:val="28"/>
        </w:rPr>
      </w:pPr>
    </w:p>
    <w:p w:rsidR="00CB50C0" w:rsidRPr="009065D9" w:rsidRDefault="00CB50C0" w:rsidP="009065D9">
      <w:pPr>
        <w:shd w:val="clear" w:color="auto" w:fill="FFFFFF"/>
        <w:spacing w:before="158"/>
        <w:ind w:left="365" w:right="1094" w:firstLine="1478"/>
        <w:rPr>
          <w:rFonts w:ascii="Times New Roman" w:hAnsi="Times New Roman" w:cs="Times New Roman"/>
          <w:color w:val="434343"/>
          <w:spacing w:val="-1"/>
          <w:sz w:val="28"/>
          <w:szCs w:val="28"/>
        </w:rPr>
      </w:pPr>
    </w:p>
    <w:p w:rsidR="00CB50C0" w:rsidRPr="004B5F8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Pr="004B5F8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sz w:val="28"/>
          <w:szCs w:val="28"/>
        </w:rPr>
        <w:t xml:space="preserve">СОДЕРЖАНИЕ ПРОГРАММЫ 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spacing w:val="6"/>
          <w:w w:val="110"/>
          <w:sz w:val="28"/>
          <w:szCs w:val="28"/>
        </w:rPr>
        <w:t xml:space="preserve">Тема 1. </w:t>
      </w:r>
      <w:r w:rsidRPr="009065D9">
        <w:rPr>
          <w:rFonts w:ascii="Times New Roman" w:hAnsi="Times New Roman" w:cs="Times New Roman"/>
          <w:b/>
          <w:bCs/>
          <w:i/>
          <w:iCs/>
          <w:spacing w:val="6"/>
          <w:w w:val="110"/>
          <w:sz w:val="28"/>
          <w:szCs w:val="28"/>
        </w:rPr>
        <w:t>Солнечная система - часть Вселенной.</w:t>
      </w:r>
    </w:p>
    <w:p w:rsidR="00CB50C0" w:rsidRPr="009065D9" w:rsidRDefault="00CB50C0" w:rsidP="009065D9">
      <w:pPr>
        <w:rPr>
          <w:rFonts w:ascii="Times New Roman" w:hAnsi="Times New Roman" w:cs="Times New Roman"/>
          <w:spacing w:val="-4"/>
          <w:w w:val="110"/>
          <w:sz w:val="28"/>
          <w:szCs w:val="28"/>
        </w:rPr>
      </w:pPr>
      <w:r w:rsidRPr="009065D9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Понятие о Вселенной. Звезды, созвездия, планеты, метеоры, </w:t>
      </w:r>
      <w:r w:rsidRPr="009065D9">
        <w:rPr>
          <w:rFonts w:ascii="Times New Roman" w:hAnsi="Times New Roman" w:cs="Times New Roman"/>
          <w:spacing w:val="-4"/>
          <w:w w:val="110"/>
          <w:sz w:val="28"/>
          <w:szCs w:val="28"/>
        </w:rPr>
        <w:t>болиды.</w:t>
      </w:r>
    </w:p>
    <w:p w:rsidR="00CB50C0" w:rsidRDefault="00CB50C0" w:rsidP="009065D9">
      <w:pPr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  <w:t xml:space="preserve">Солнечная система, Галактика, Метагалактика. 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2.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Солнечная система.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Солнечная система, планеты, из которых она состоит. Астерои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 xml:space="preserve">ды, кометы, метеоритное вещество. Взаимодействие небесных тел. </w:t>
      </w:r>
      <w:r w:rsidRPr="009065D9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>Закон Ньютона.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Планеты земной группы, планеты-гиганты.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3.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Гипотезы происхождения планет.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Гипотезы Канта-Лапласа, Д. Джинса, Канта, О. Ю. Шмидта.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4.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Начальное состояние Земли.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 xml:space="preserve">Время образования планет. Первичная атмосфера и гидросфера. 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Превращение вещества: звездная, планетная стадии. Догеологиче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ская стадия развития Земли.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5.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Луна - спутник Земли.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Земля и Луна - двойная планета. Луна - твердое небесное тело, имеющее ядро, мантию и кору. Время обращения вокруг Земли и </w:t>
      </w: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Солнца. Исследования Луны.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6.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Земля и Солнце.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6"/>
          <w:w w:val="111"/>
          <w:sz w:val="28"/>
          <w:szCs w:val="28"/>
        </w:rPr>
        <w:t xml:space="preserve">Солнце - основной источник энергии процессов на Земле. 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Солнце - желтая звезда. Белые звезды. Солнечная атмосфера: фо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 xml:space="preserve">тосфера, хромосфера, корона. Протуберанцы, солнечный ветер, </w:t>
      </w: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солнечные затмения, радиация.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7.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Форма и размеры Земли. Обращение ее вокруг оси и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pacing w:val="8"/>
          <w:sz w:val="28"/>
          <w:szCs w:val="28"/>
        </w:rPr>
        <w:t>следствия этого.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Сила тяготения. Магнитное поле Земли, магнитные полюса, </w:t>
      </w:r>
      <w:r w:rsidRPr="009065D9">
        <w:rPr>
          <w:rFonts w:ascii="Times New Roman" w:hAnsi="Times New Roman" w:cs="Times New Roman"/>
          <w:color w:val="000000"/>
          <w:spacing w:val="2"/>
          <w:w w:val="111"/>
          <w:sz w:val="28"/>
          <w:szCs w:val="28"/>
        </w:rPr>
        <w:t>магнитное склонение, магнитосфера. Форма Земли - геоид. Разме</w:t>
      </w:r>
      <w:r w:rsidRPr="009065D9">
        <w:rPr>
          <w:rFonts w:ascii="Times New Roman" w:hAnsi="Times New Roman" w:cs="Times New Roman"/>
          <w:color w:val="000000"/>
          <w:spacing w:val="2"/>
          <w:w w:val="11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ры Земли. Поверхность Земли, эллипсоид. Пояса освещенности. Экватор, географическая широта, географическая долгота. Сила Кариолиса. Сутки, суточные ритмы, полдень, местное солнечное </w:t>
      </w: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время, поясное время.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8.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Движение Земли вокруг Солнца и его последствия.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Звездный год. Смена времен года, сезонные изменения в при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роде. Практическая работа.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9.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Галактический год. Календарь.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t>Галактический год. Календари: звездный, юлианский, григори</w:t>
      </w:r>
      <w:r w:rsidRPr="009065D9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</w:r>
      <w:r w:rsidRPr="009065D9"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  <w:t>анский.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  <w:r w:rsidRPr="009065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10. </w:t>
      </w:r>
      <w:r w:rsidRPr="009065D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Обобщающее повторение.</w:t>
      </w:r>
    </w:p>
    <w:p w:rsidR="00CB50C0" w:rsidRDefault="00CB50C0" w:rsidP="00461271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50C0" w:rsidRPr="00D10530" w:rsidRDefault="00CB50C0" w:rsidP="00461271">
      <w:pPr>
        <w:spacing w:after="0" w:line="360" w:lineRule="auto"/>
        <w:rPr>
          <w:b/>
          <w:bCs/>
          <w:sz w:val="28"/>
          <w:szCs w:val="28"/>
        </w:rPr>
      </w:pPr>
      <w:r w:rsidRPr="00D239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Обучающиеся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05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окончании курса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10530">
        <w:rPr>
          <w:rFonts w:ascii="Times New Roman" w:hAnsi="Times New Roman" w:cs="Times New Roman"/>
          <w:sz w:val="28"/>
          <w:szCs w:val="28"/>
        </w:rPr>
        <w:t>овладеют следующими способами деятельности:</w:t>
      </w:r>
    </w:p>
    <w:p w:rsidR="00CB50C0" w:rsidRPr="00D10530" w:rsidRDefault="00CB50C0" w:rsidP="004612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0530">
        <w:rPr>
          <w:rFonts w:ascii="Times New Roman" w:hAnsi="Times New Roman" w:cs="Times New Roman"/>
          <w:sz w:val="28"/>
          <w:szCs w:val="28"/>
        </w:rPr>
        <w:t xml:space="preserve">- давать </w:t>
      </w:r>
      <w:r>
        <w:rPr>
          <w:rFonts w:ascii="Times New Roman" w:hAnsi="Times New Roman" w:cs="Times New Roman"/>
          <w:sz w:val="28"/>
          <w:szCs w:val="28"/>
        </w:rPr>
        <w:t>характеристику тел Солнечной системы</w:t>
      </w:r>
    </w:p>
    <w:p w:rsidR="00CB50C0" w:rsidRPr="00D10530" w:rsidRDefault="00CB50C0" w:rsidP="0046127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0530">
        <w:rPr>
          <w:rFonts w:ascii="Times New Roman" w:hAnsi="Times New Roman" w:cs="Times New Roman"/>
          <w:sz w:val="28"/>
          <w:szCs w:val="28"/>
        </w:rPr>
        <w:t>- формулировать изучаемую проблему, выдвигать и обосновывать причины её возникновения;</w:t>
      </w:r>
    </w:p>
    <w:p w:rsidR="00CB50C0" w:rsidRPr="00D10530" w:rsidRDefault="00CB50C0" w:rsidP="004612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0530">
        <w:rPr>
          <w:rFonts w:ascii="Times New Roman" w:hAnsi="Times New Roman" w:cs="Times New Roman"/>
          <w:sz w:val="28"/>
          <w:szCs w:val="28"/>
        </w:rPr>
        <w:t>- определять возможные методы для проведения необходимого эксперимента, делать выводы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0C0" w:rsidRPr="00D10530" w:rsidRDefault="00CB50C0" w:rsidP="004612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0530">
        <w:rPr>
          <w:rFonts w:ascii="Times New Roman" w:hAnsi="Times New Roman" w:cs="Times New Roman"/>
          <w:sz w:val="28"/>
          <w:szCs w:val="28"/>
        </w:rPr>
        <w:t>- работать с дополнительной литературой, статистическим материалом;</w:t>
      </w:r>
    </w:p>
    <w:p w:rsidR="00CB50C0" w:rsidRDefault="00CB50C0" w:rsidP="004612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0530">
        <w:rPr>
          <w:rFonts w:ascii="Times New Roman" w:hAnsi="Times New Roman" w:cs="Times New Roman"/>
          <w:sz w:val="28"/>
          <w:szCs w:val="28"/>
        </w:rPr>
        <w:t>- использовать современные информационные технологии и Интернет-ресурсы.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Default="00CB50C0" w:rsidP="009065D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</w:p>
    <w:p w:rsidR="00CB50C0" w:rsidRPr="009065D9" w:rsidRDefault="00CB50C0" w:rsidP="009065D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Список литературы для учителя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pacing w:val="58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Богданов, Ю. А. и др. Происхождение и развитие облаков. — М.,1978.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Гаврилов, В. П. Путешествие в прошлое Земли. — М., 1986.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Герасимова, Т. П., Мясникова, С. В. Общая география: учебник для 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t>10 класса. - СПб.: СпецЛит., 2001.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Герасимова, Т. П., Неклюкова, Н. П. Начальный курс географии. 6 класс. - М.: Просвещение, 2000.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Горшков, С. П. Земные ресурсы мира: Антропогенные воздейст</w:t>
      </w:r>
      <w:r w:rsidRPr="009065D9">
        <w:rPr>
          <w:rFonts w:ascii="Times New Roman" w:hAnsi="Times New Roman" w:cs="Times New Roman"/>
          <w:color w:val="000000"/>
          <w:sz w:val="28"/>
          <w:szCs w:val="28"/>
        </w:rPr>
        <w:softHyphen/>
        <w:t>вия.-М., 1986.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Забелин, И. М. Мудрость географии. - М., 1986.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Лавров, С. В. Дайте планете шанс! - М., 1995.</w:t>
      </w:r>
    </w:p>
    <w:p w:rsidR="00CB50C0" w:rsidRPr="009065D9" w:rsidRDefault="00CB50C0" w:rsidP="009065D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5D9">
        <w:rPr>
          <w:rFonts w:ascii="Times New Roman" w:hAnsi="Times New Roman" w:cs="Times New Roman"/>
          <w:color w:val="000000"/>
          <w:sz w:val="28"/>
          <w:szCs w:val="28"/>
        </w:rPr>
        <w:t>Ушаков, С. А. Дрейф материков и климат Земли. - М., 1984.</w:t>
      </w: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p w:rsidR="00CB50C0" w:rsidRPr="009065D9" w:rsidRDefault="00CB50C0" w:rsidP="009065D9">
      <w:pPr>
        <w:rPr>
          <w:rFonts w:ascii="Times New Roman" w:hAnsi="Times New Roman" w:cs="Times New Roman"/>
          <w:sz w:val="28"/>
          <w:szCs w:val="28"/>
        </w:rPr>
      </w:pPr>
    </w:p>
    <w:sectPr w:rsidR="00CB50C0" w:rsidRPr="009065D9" w:rsidSect="00575FA1">
      <w:footerReference w:type="default" r:id="rId8"/>
      <w:pgSz w:w="11906" w:h="16838"/>
      <w:pgMar w:top="1134" w:right="926" w:bottom="1134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0C0" w:rsidRDefault="00CB50C0">
      <w:r>
        <w:separator/>
      </w:r>
    </w:p>
  </w:endnote>
  <w:endnote w:type="continuationSeparator" w:id="0">
    <w:p w:rsidR="00CB50C0" w:rsidRDefault="00CB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0C0" w:rsidRDefault="00CB50C0" w:rsidP="002756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B50C0" w:rsidRDefault="00CB50C0" w:rsidP="00575F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0C0" w:rsidRDefault="00CB50C0">
      <w:r>
        <w:separator/>
      </w:r>
    </w:p>
  </w:footnote>
  <w:footnote w:type="continuationSeparator" w:id="0">
    <w:p w:rsidR="00CB50C0" w:rsidRDefault="00CB5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4CF5E"/>
    <w:lvl w:ilvl="0">
      <w:numFmt w:val="bullet"/>
      <w:lvlText w:val="*"/>
      <w:lvlJc w:val="left"/>
    </w:lvl>
  </w:abstractNum>
  <w:abstractNum w:abstractNumId="1">
    <w:nsid w:val="299A2D91"/>
    <w:multiLevelType w:val="hybridMultilevel"/>
    <w:tmpl w:val="AAA61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52E11"/>
    <w:multiLevelType w:val="singleLevel"/>
    <w:tmpl w:val="9EF6DEE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5D9"/>
    <w:rsid w:val="00022B67"/>
    <w:rsid w:val="00043E15"/>
    <w:rsid w:val="000C7BD1"/>
    <w:rsid w:val="00196C25"/>
    <w:rsid w:val="00212866"/>
    <w:rsid w:val="00252661"/>
    <w:rsid w:val="002756FB"/>
    <w:rsid w:val="00293AA8"/>
    <w:rsid w:val="00350076"/>
    <w:rsid w:val="00372A83"/>
    <w:rsid w:val="00461271"/>
    <w:rsid w:val="004B5F80"/>
    <w:rsid w:val="0050066E"/>
    <w:rsid w:val="00575FA1"/>
    <w:rsid w:val="0080155E"/>
    <w:rsid w:val="008A623F"/>
    <w:rsid w:val="009065D9"/>
    <w:rsid w:val="0093683F"/>
    <w:rsid w:val="009D11A5"/>
    <w:rsid w:val="00A45DA4"/>
    <w:rsid w:val="00A545B5"/>
    <w:rsid w:val="00B05A6D"/>
    <w:rsid w:val="00B75B85"/>
    <w:rsid w:val="00C2182F"/>
    <w:rsid w:val="00CB50C0"/>
    <w:rsid w:val="00CC322D"/>
    <w:rsid w:val="00D10530"/>
    <w:rsid w:val="00D239A5"/>
    <w:rsid w:val="00D61262"/>
    <w:rsid w:val="00DE5EF8"/>
    <w:rsid w:val="00EF1E14"/>
    <w:rsid w:val="00FB3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3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65D9"/>
    <w:pPr>
      <w:ind w:left="720"/>
    </w:pPr>
  </w:style>
  <w:style w:type="paragraph" w:styleId="Footer">
    <w:name w:val="footer"/>
    <w:basedOn w:val="Normal"/>
    <w:link w:val="FooterChar"/>
    <w:uiPriority w:val="99"/>
    <w:rsid w:val="00575FA1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</w:style>
  <w:style w:type="character" w:styleId="PageNumber">
    <w:name w:val="page number"/>
    <w:basedOn w:val="DefaultParagraphFont"/>
    <w:uiPriority w:val="99"/>
    <w:rsid w:val="00575F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6</Pages>
  <Words>752</Words>
  <Characters>4291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Y4</dc:creator>
  <cp:keywords/>
  <dc:description/>
  <cp:lastModifiedBy>user</cp:lastModifiedBy>
  <cp:revision>9</cp:revision>
  <cp:lastPrinted>2014-10-02T17:57:00Z</cp:lastPrinted>
  <dcterms:created xsi:type="dcterms:W3CDTF">2014-11-20T10:26:00Z</dcterms:created>
  <dcterms:modified xsi:type="dcterms:W3CDTF">2016-04-03T16:10:00Z</dcterms:modified>
</cp:coreProperties>
</file>