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9EF" w:rsidRPr="00BA209F" w:rsidRDefault="002A79EF" w:rsidP="00F43CEE">
      <w:pPr>
        <w:pStyle w:val="NoSpacing"/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филиал МАОУ Гагаринская СОШ - </w:t>
      </w:r>
      <w:r w:rsidRPr="00BA209F">
        <w:rPr>
          <w:rFonts w:ascii="Times New Roman" w:hAnsi="Times New Roman"/>
          <w:sz w:val="28"/>
          <w:szCs w:val="28"/>
        </w:rPr>
        <w:t>Синицынская основная общеобразовательная школа</w:t>
      </w:r>
    </w:p>
    <w:p w:rsidR="002A79EF" w:rsidRDefault="002A79EF" w:rsidP="00F43CEE">
      <w:pPr>
        <w:pStyle w:val="NoSpacing"/>
        <w:spacing w:line="276" w:lineRule="auto"/>
        <w:jc w:val="center"/>
        <w:rPr>
          <w:rFonts w:ascii="Times New Roman" w:hAnsi="Times New Roman"/>
          <w:sz w:val="32"/>
          <w:szCs w:val="32"/>
        </w:rPr>
      </w:pPr>
    </w:p>
    <w:p w:rsidR="002A79EF" w:rsidRDefault="002A79EF" w:rsidP="00F43CEE">
      <w:pPr>
        <w:pStyle w:val="NoSpacing"/>
        <w:spacing w:line="276" w:lineRule="auto"/>
        <w:jc w:val="center"/>
        <w:rPr>
          <w:rFonts w:ascii="Times New Roman" w:hAnsi="Times New Roman"/>
          <w:sz w:val="32"/>
          <w:szCs w:val="32"/>
        </w:rPr>
      </w:pPr>
    </w:p>
    <w:p w:rsidR="002A79EF" w:rsidRDefault="002A79EF" w:rsidP="00F43CEE">
      <w:pPr>
        <w:pStyle w:val="NoSpacing"/>
        <w:spacing w:line="276" w:lineRule="auto"/>
        <w:jc w:val="center"/>
        <w:rPr>
          <w:rFonts w:ascii="Times New Roman" w:hAnsi="Times New Roman"/>
          <w:sz w:val="32"/>
          <w:szCs w:val="32"/>
        </w:rPr>
      </w:pPr>
    </w:p>
    <w:p w:rsidR="002A79EF" w:rsidRDefault="002A79EF" w:rsidP="00F43CEE">
      <w:pPr>
        <w:pStyle w:val="NoSpacing"/>
        <w:spacing w:line="276" w:lineRule="auto"/>
        <w:jc w:val="center"/>
        <w:rPr>
          <w:rFonts w:ascii="Times New Roman" w:hAnsi="Times New Roman"/>
          <w:sz w:val="32"/>
          <w:szCs w:val="32"/>
        </w:rPr>
      </w:pPr>
    </w:p>
    <w:p w:rsidR="002A79EF" w:rsidRDefault="002A79EF" w:rsidP="00F43CEE">
      <w:pPr>
        <w:pStyle w:val="NoSpacing"/>
        <w:spacing w:line="276" w:lineRule="auto"/>
        <w:jc w:val="center"/>
        <w:rPr>
          <w:rFonts w:ascii="Times New Roman" w:hAnsi="Times New Roman"/>
          <w:sz w:val="32"/>
          <w:szCs w:val="32"/>
        </w:rPr>
      </w:pPr>
    </w:p>
    <w:p w:rsidR="002A79EF" w:rsidRDefault="002A79EF" w:rsidP="00F43CEE">
      <w:pPr>
        <w:pStyle w:val="NoSpacing"/>
        <w:spacing w:line="276" w:lineRule="auto"/>
        <w:jc w:val="center"/>
        <w:rPr>
          <w:rFonts w:ascii="Times New Roman" w:hAnsi="Times New Roman"/>
          <w:sz w:val="32"/>
          <w:szCs w:val="32"/>
        </w:rPr>
      </w:pPr>
    </w:p>
    <w:p w:rsidR="002A79EF" w:rsidRDefault="002A79EF" w:rsidP="00F43CEE">
      <w:pPr>
        <w:pStyle w:val="NoSpacing"/>
        <w:spacing w:line="276" w:lineRule="auto"/>
        <w:jc w:val="center"/>
        <w:rPr>
          <w:rFonts w:ascii="Times New Roman" w:hAnsi="Times New Roman"/>
          <w:sz w:val="32"/>
          <w:szCs w:val="32"/>
        </w:rPr>
      </w:pPr>
    </w:p>
    <w:p w:rsidR="002A79EF" w:rsidRDefault="002A79EF" w:rsidP="00F43CEE">
      <w:pPr>
        <w:pStyle w:val="NoSpacing"/>
        <w:spacing w:line="276" w:lineRule="auto"/>
        <w:jc w:val="center"/>
        <w:rPr>
          <w:rFonts w:ascii="Times New Roman" w:hAnsi="Times New Roman"/>
          <w:sz w:val="32"/>
          <w:szCs w:val="32"/>
        </w:rPr>
      </w:pPr>
    </w:p>
    <w:p w:rsidR="002A79EF" w:rsidRPr="00BA209F" w:rsidRDefault="002A79EF" w:rsidP="00F43CEE">
      <w:pPr>
        <w:pStyle w:val="NoSpacing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2A79EF" w:rsidRPr="00BA209F" w:rsidRDefault="002A79EF" w:rsidP="00BA209F">
      <w:pPr>
        <w:pStyle w:val="NoSpacing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BA209F">
        <w:rPr>
          <w:rFonts w:ascii="Times New Roman" w:hAnsi="Times New Roman"/>
          <w:b/>
          <w:sz w:val="28"/>
          <w:szCs w:val="28"/>
        </w:rPr>
        <w:t xml:space="preserve">Конспект </w:t>
      </w:r>
    </w:p>
    <w:p w:rsidR="002A79EF" w:rsidRDefault="002A79EF" w:rsidP="00DE5097">
      <w:pPr>
        <w:pStyle w:val="NoSpacing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BA209F">
        <w:rPr>
          <w:rFonts w:ascii="Times New Roman" w:hAnsi="Times New Roman"/>
          <w:b/>
          <w:sz w:val="28"/>
          <w:szCs w:val="28"/>
        </w:rPr>
        <w:t>внеурочного занятия кружка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A209F">
        <w:rPr>
          <w:rFonts w:ascii="Times New Roman" w:hAnsi="Times New Roman"/>
          <w:b/>
          <w:sz w:val="28"/>
          <w:szCs w:val="28"/>
        </w:rPr>
        <w:t xml:space="preserve"> «Наследие»</w:t>
      </w:r>
    </w:p>
    <w:p w:rsidR="002A79EF" w:rsidRPr="00BA209F" w:rsidRDefault="002A79EF" w:rsidP="00BA209F">
      <w:pPr>
        <w:pStyle w:val="NoSpacing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разнотрансформируемом пространстве</w:t>
      </w:r>
    </w:p>
    <w:p w:rsidR="002A79EF" w:rsidRPr="00BA209F" w:rsidRDefault="002A79EF" w:rsidP="00BA209F">
      <w:pPr>
        <w:pStyle w:val="NoSpacing"/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BA209F">
        <w:rPr>
          <w:rFonts w:ascii="Times New Roman" w:hAnsi="Times New Roman"/>
          <w:b/>
          <w:sz w:val="28"/>
          <w:szCs w:val="28"/>
        </w:rPr>
        <w:t xml:space="preserve"> </w:t>
      </w:r>
      <w:r w:rsidRPr="00BA209F">
        <w:rPr>
          <w:rFonts w:ascii="Times New Roman" w:hAnsi="Times New Roman"/>
          <w:sz w:val="28"/>
          <w:szCs w:val="28"/>
        </w:rPr>
        <w:t>для учащихся 5- 6 –х классов</w:t>
      </w:r>
    </w:p>
    <w:p w:rsidR="002A79EF" w:rsidRPr="00BA209F" w:rsidRDefault="002A79EF" w:rsidP="00BA209F">
      <w:pPr>
        <w:pStyle w:val="NoSpacing"/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BA209F">
        <w:rPr>
          <w:rFonts w:ascii="Times New Roman" w:hAnsi="Times New Roman"/>
          <w:sz w:val="28"/>
          <w:szCs w:val="28"/>
        </w:rPr>
        <w:t>«Путешествие в мир музея»</w:t>
      </w:r>
    </w:p>
    <w:p w:rsidR="002A79EF" w:rsidRPr="00BA209F" w:rsidRDefault="002A79EF" w:rsidP="00BA209F">
      <w:pPr>
        <w:pStyle w:val="NoSpacing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A79EF" w:rsidRPr="00BA209F" w:rsidRDefault="002A79EF" w:rsidP="00BA209F">
      <w:pPr>
        <w:pStyle w:val="NoSpacing"/>
        <w:spacing w:line="276" w:lineRule="auto"/>
        <w:rPr>
          <w:rFonts w:ascii="Times New Roman" w:hAnsi="Times New Roman"/>
          <w:sz w:val="28"/>
          <w:szCs w:val="28"/>
        </w:rPr>
      </w:pPr>
      <w:r w:rsidRPr="00BA209F">
        <w:rPr>
          <w:rFonts w:ascii="Times New Roman" w:hAnsi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BA209F">
        <w:rPr>
          <w:rFonts w:ascii="Times New Roman" w:hAnsi="Times New Roman"/>
          <w:sz w:val="28"/>
          <w:szCs w:val="28"/>
        </w:rPr>
        <w:t xml:space="preserve">  Педагог:  Т.Б. Шаймарданова</w:t>
      </w:r>
    </w:p>
    <w:p w:rsidR="002A79EF" w:rsidRPr="00BA209F" w:rsidRDefault="002A79EF" w:rsidP="00F43CEE">
      <w:pPr>
        <w:pStyle w:val="NoSpacing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A79EF" w:rsidRPr="00BA209F" w:rsidRDefault="002A79EF" w:rsidP="00F43CEE">
      <w:pPr>
        <w:pStyle w:val="NoSpacing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A79EF" w:rsidRPr="00BA209F" w:rsidRDefault="002A79EF" w:rsidP="00F43CEE">
      <w:pPr>
        <w:pStyle w:val="NoSpacing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A79EF" w:rsidRPr="00BA209F" w:rsidRDefault="002A79EF" w:rsidP="00F43CEE">
      <w:pPr>
        <w:pStyle w:val="NoSpacing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A79EF" w:rsidRPr="00BA209F" w:rsidRDefault="002A79EF" w:rsidP="00F43CEE">
      <w:pPr>
        <w:pStyle w:val="NoSpacing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A79EF" w:rsidRPr="00BA209F" w:rsidRDefault="002A79EF" w:rsidP="00F43CEE">
      <w:pPr>
        <w:pStyle w:val="NoSpacing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A79EF" w:rsidRPr="00BA209F" w:rsidRDefault="002A79EF" w:rsidP="00F43CEE">
      <w:pPr>
        <w:pStyle w:val="NoSpacing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A79EF" w:rsidRDefault="002A79EF" w:rsidP="00F43CEE">
      <w:pPr>
        <w:pStyle w:val="NoSpacing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A79EF" w:rsidRDefault="002A79EF" w:rsidP="00F43CEE">
      <w:pPr>
        <w:pStyle w:val="NoSpacing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A79EF" w:rsidRDefault="002A79EF" w:rsidP="00F43CEE">
      <w:pPr>
        <w:pStyle w:val="NoSpacing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A79EF" w:rsidRDefault="002A79EF" w:rsidP="00F43CEE">
      <w:pPr>
        <w:pStyle w:val="NoSpacing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A79EF" w:rsidRDefault="002A79EF" w:rsidP="00F43CEE">
      <w:pPr>
        <w:pStyle w:val="NoSpacing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A79EF" w:rsidRDefault="002A79EF" w:rsidP="00F43CEE">
      <w:pPr>
        <w:pStyle w:val="NoSpacing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A79EF" w:rsidRDefault="002A79EF" w:rsidP="00F43CEE">
      <w:pPr>
        <w:pStyle w:val="NoSpacing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A79EF" w:rsidRDefault="002A79EF" w:rsidP="00F43CEE">
      <w:pPr>
        <w:pStyle w:val="NoSpacing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A79EF" w:rsidRDefault="002A79EF" w:rsidP="00F43CEE">
      <w:pPr>
        <w:pStyle w:val="NoSpacing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A79EF" w:rsidRDefault="002A79EF" w:rsidP="00F43CEE">
      <w:pPr>
        <w:pStyle w:val="NoSpacing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A79EF" w:rsidRDefault="002A79EF" w:rsidP="00F43CEE">
      <w:pPr>
        <w:pStyle w:val="NoSpacing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A79EF" w:rsidRDefault="002A79EF" w:rsidP="00F43CEE">
      <w:pPr>
        <w:pStyle w:val="NoSpacing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A79EF" w:rsidRDefault="002A79EF" w:rsidP="00F43CEE">
      <w:pPr>
        <w:pStyle w:val="NoSpacing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Внеурочное занятие кружка «Наследие»</w:t>
      </w:r>
    </w:p>
    <w:p w:rsidR="002A79EF" w:rsidRPr="00F43CEE" w:rsidRDefault="002A79EF" w:rsidP="00F43CEE">
      <w:pPr>
        <w:pStyle w:val="NoSpacing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для учащихся 5-6 –х </w:t>
      </w:r>
      <w:r w:rsidRPr="00F43CEE">
        <w:rPr>
          <w:rFonts w:ascii="Times New Roman" w:hAnsi="Times New Roman"/>
          <w:b/>
          <w:sz w:val="32"/>
          <w:szCs w:val="32"/>
        </w:rPr>
        <w:t>классов</w:t>
      </w:r>
    </w:p>
    <w:p w:rsidR="002A79EF" w:rsidRDefault="002A79EF" w:rsidP="00031064">
      <w:pPr>
        <w:pStyle w:val="NoSpacing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F43CEE">
        <w:rPr>
          <w:rFonts w:ascii="Times New Roman" w:hAnsi="Times New Roman"/>
          <w:b/>
          <w:sz w:val="32"/>
          <w:szCs w:val="32"/>
        </w:rPr>
        <w:t>«Путешествие в мир музея»</w:t>
      </w:r>
    </w:p>
    <w:p w:rsidR="002A79EF" w:rsidRDefault="002A79EF" w:rsidP="00BA209F">
      <w:pPr>
        <w:rPr>
          <w:rFonts w:ascii="Times New Roman" w:hAnsi="Times New Roman"/>
          <w:sz w:val="32"/>
          <w:szCs w:val="32"/>
        </w:rPr>
      </w:pPr>
    </w:p>
    <w:p w:rsidR="002A79EF" w:rsidRPr="00DC6EA7" w:rsidRDefault="002A79EF" w:rsidP="00F43CEE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DC6EA7">
        <w:rPr>
          <w:rFonts w:ascii="Times New Roman" w:hAnsi="Times New Roman"/>
          <w:sz w:val="28"/>
          <w:szCs w:val="28"/>
        </w:rPr>
        <w:t xml:space="preserve">        </w:t>
      </w:r>
      <w:r w:rsidRPr="00F43CEE">
        <w:rPr>
          <w:rFonts w:ascii="Times New Roman" w:hAnsi="Times New Roman"/>
          <w:b/>
          <w:sz w:val="28"/>
          <w:szCs w:val="28"/>
        </w:rPr>
        <w:t>Цель</w:t>
      </w:r>
      <w:r w:rsidRPr="00F43CEE">
        <w:rPr>
          <w:rFonts w:ascii="Times New Roman" w:hAnsi="Times New Roman"/>
          <w:sz w:val="28"/>
          <w:szCs w:val="28"/>
        </w:rPr>
        <w:t>: Ознакомление с основами исследовательской</w:t>
      </w:r>
      <w:r>
        <w:rPr>
          <w:rFonts w:ascii="Times New Roman" w:hAnsi="Times New Roman"/>
          <w:sz w:val="28"/>
          <w:szCs w:val="28"/>
        </w:rPr>
        <w:t xml:space="preserve"> работы в школьной</w:t>
      </w:r>
      <w:r w:rsidRPr="00DC6E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историко-краеведческой комнате.</w:t>
      </w:r>
    </w:p>
    <w:p w:rsidR="002A79EF" w:rsidRPr="00DC6EA7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DC6EA7">
        <w:rPr>
          <w:rFonts w:ascii="Times New Roman" w:hAnsi="Times New Roman"/>
          <w:b/>
          <w:sz w:val="28"/>
          <w:szCs w:val="28"/>
        </w:rPr>
        <w:t>Задачи</w:t>
      </w:r>
      <w:r w:rsidRPr="00DC6EA7">
        <w:rPr>
          <w:rFonts w:ascii="Times New Roman" w:hAnsi="Times New Roman"/>
          <w:sz w:val="28"/>
          <w:szCs w:val="28"/>
        </w:rPr>
        <w:t>:</w:t>
      </w:r>
    </w:p>
    <w:p w:rsidR="002A79EF" w:rsidRPr="00DC6EA7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DC6EA7">
        <w:rPr>
          <w:rFonts w:ascii="Times New Roman" w:hAnsi="Times New Roman"/>
          <w:sz w:val="28"/>
          <w:szCs w:val="28"/>
        </w:rPr>
        <w:t>1. Пр</w:t>
      </w:r>
      <w:r>
        <w:rPr>
          <w:rFonts w:ascii="Times New Roman" w:hAnsi="Times New Roman"/>
          <w:sz w:val="28"/>
          <w:szCs w:val="28"/>
        </w:rPr>
        <w:t>одолжение работы по ознакомлению</w:t>
      </w:r>
      <w:r w:rsidRPr="00DC6EA7">
        <w:rPr>
          <w:rFonts w:ascii="Times New Roman" w:hAnsi="Times New Roman"/>
          <w:sz w:val="28"/>
          <w:szCs w:val="28"/>
        </w:rPr>
        <w:t xml:space="preserve"> с основами музееведения.</w:t>
      </w:r>
    </w:p>
    <w:p w:rsidR="002A79EF" w:rsidRPr="00DC6EA7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DC6EA7">
        <w:rPr>
          <w:rFonts w:ascii="Times New Roman" w:hAnsi="Times New Roman"/>
          <w:sz w:val="28"/>
          <w:szCs w:val="28"/>
        </w:rPr>
        <w:t>2.Развитие способностей к творческой и поисково – исследовательской деятельности</w:t>
      </w:r>
      <w:r>
        <w:rPr>
          <w:rFonts w:ascii="Times New Roman" w:hAnsi="Times New Roman"/>
          <w:sz w:val="28"/>
          <w:szCs w:val="28"/>
        </w:rPr>
        <w:t>.</w:t>
      </w:r>
    </w:p>
    <w:p w:rsidR="002A79EF" w:rsidRPr="00DC6EA7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DC6EA7">
        <w:rPr>
          <w:rFonts w:ascii="Times New Roman" w:hAnsi="Times New Roman"/>
          <w:sz w:val="28"/>
          <w:szCs w:val="28"/>
        </w:rPr>
        <w:t>3.Формирование чувства ответственности за сохранение наследия прошлого.</w:t>
      </w:r>
    </w:p>
    <w:p w:rsidR="002A79EF" w:rsidRPr="00DC6EA7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DC6EA7">
        <w:rPr>
          <w:rFonts w:ascii="Times New Roman" w:hAnsi="Times New Roman"/>
          <w:sz w:val="28"/>
          <w:szCs w:val="28"/>
        </w:rPr>
        <w:t xml:space="preserve">4. Развитие навыков самостоятельного  приобретения  знаний. </w:t>
      </w:r>
    </w:p>
    <w:p w:rsidR="002A79EF" w:rsidRPr="00DC6EA7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0E059B">
        <w:rPr>
          <w:rFonts w:ascii="Times New Roman" w:hAnsi="Times New Roman"/>
          <w:b/>
          <w:sz w:val="28"/>
          <w:szCs w:val="28"/>
        </w:rPr>
        <w:t>Оборудование</w:t>
      </w:r>
      <w:r w:rsidRPr="00DC6EA7">
        <w:rPr>
          <w:rFonts w:ascii="Times New Roman" w:hAnsi="Times New Roman"/>
          <w:sz w:val="28"/>
          <w:szCs w:val="28"/>
        </w:rPr>
        <w:t>: экран, мультимедийный  проектор, презентация  учителя и уч-ся, схемо-конспект  занятия</w:t>
      </w:r>
      <w:r>
        <w:rPr>
          <w:rFonts w:ascii="Times New Roman" w:hAnsi="Times New Roman"/>
          <w:sz w:val="28"/>
          <w:szCs w:val="28"/>
        </w:rPr>
        <w:t>.</w:t>
      </w:r>
    </w:p>
    <w:p w:rsidR="002A79EF" w:rsidRDefault="002A79EF" w:rsidP="007C6819">
      <w:pPr>
        <w:pStyle w:val="NoSpacing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A79EF" w:rsidRPr="00292812" w:rsidRDefault="002A79EF" w:rsidP="007C6819">
      <w:pPr>
        <w:pStyle w:val="NoSpacing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292812">
        <w:rPr>
          <w:rFonts w:ascii="Times New Roman" w:hAnsi="Times New Roman"/>
          <w:b/>
          <w:sz w:val="32"/>
          <w:szCs w:val="32"/>
        </w:rPr>
        <w:t>Ход мероприятия</w:t>
      </w:r>
    </w:p>
    <w:p w:rsidR="002A79EF" w:rsidRPr="00556197" w:rsidRDefault="002A79EF" w:rsidP="007C6819">
      <w:pPr>
        <w:pStyle w:val="NoSpacing"/>
        <w:spacing w:line="276" w:lineRule="auto"/>
        <w:rPr>
          <w:rFonts w:ascii="Times New Roman" w:hAnsi="Times New Roman"/>
          <w:sz w:val="28"/>
          <w:szCs w:val="28"/>
        </w:rPr>
      </w:pPr>
      <w:r w:rsidRPr="00556197">
        <w:rPr>
          <w:rFonts w:ascii="Times New Roman" w:hAnsi="Times New Roman"/>
          <w:b/>
          <w:sz w:val="28"/>
          <w:szCs w:val="28"/>
        </w:rPr>
        <w:t>Организационный момент</w:t>
      </w:r>
      <w:r w:rsidRPr="00556197">
        <w:rPr>
          <w:rFonts w:ascii="Times New Roman" w:hAnsi="Times New Roman"/>
          <w:sz w:val="28"/>
          <w:szCs w:val="28"/>
        </w:rPr>
        <w:t>.</w:t>
      </w:r>
    </w:p>
    <w:p w:rsidR="002A79EF" w:rsidRPr="00556197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56197">
        <w:rPr>
          <w:rFonts w:ascii="Times New Roman" w:hAnsi="Times New Roman"/>
          <w:b/>
          <w:sz w:val="28"/>
          <w:szCs w:val="28"/>
        </w:rPr>
        <w:t>Учитель.</w:t>
      </w:r>
      <w:r>
        <w:rPr>
          <w:rFonts w:ascii="Times New Roman" w:hAnsi="Times New Roman"/>
          <w:sz w:val="28"/>
          <w:szCs w:val="28"/>
        </w:rPr>
        <w:t xml:space="preserve"> Здравствуйте </w:t>
      </w:r>
      <w:r w:rsidRPr="00556197">
        <w:rPr>
          <w:rFonts w:ascii="Times New Roman" w:hAnsi="Times New Roman"/>
          <w:sz w:val="28"/>
          <w:szCs w:val="28"/>
        </w:rPr>
        <w:t>ребята! Сегодня у нас не обычное музейное занятие, а заседание научного об</w:t>
      </w:r>
      <w:r>
        <w:rPr>
          <w:rFonts w:ascii="Times New Roman" w:hAnsi="Times New Roman"/>
          <w:sz w:val="28"/>
          <w:szCs w:val="28"/>
        </w:rPr>
        <w:t>щества «Наследие</w:t>
      </w:r>
      <w:r w:rsidRPr="00556197">
        <w:rPr>
          <w:rFonts w:ascii="Times New Roman" w:hAnsi="Times New Roman"/>
          <w:sz w:val="28"/>
          <w:szCs w:val="28"/>
        </w:rPr>
        <w:t xml:space="preserve">». Тема заседания «Путешествие в мир музея». </w:t>
      </w:r>
      <w:r>
        <w:rPr>
          <w:rFonts w:ascii="Times New Roman" w:hAnsi="Times New Roman"/>
          <w:sz w:val="28"/>
          <w:szCs w:val="28"/>
        </w:rPr>
        <w:t>На заседании присутствуют ребята из старших классов, которые являются членами кружкового объединения «Наследие».</w:t>
      </w:r>
      <w:r w:rsidRPr="00292812">
        <w:rPr>
          <w:rFonts w:ascii="Times New Roman" w:hAnsi="Times New Roman"/>
          <w:sz w:val="28"/>
          <w:szCs w:val="28"/>
        </w:rPr>
        <w:t xml:space="preserve"> </w:t>
      </w:r>
      <w:r w:rsidRPr="00556197">
        <w:rPr>
          <w:rFonts w:ascii="Times New Roman" w:hAnsi="Times New Roman"/>
          <w:sz w:val="28"/>
          <w:szCs w:val="28"/>
        </w:rPr>
        <w:t xml:space="preserve">У вас </w:t>
      </w:r>
      <w:r>
        <w:rPr>
          <w:rFonts w:ascii="Times New Roman" w:hAnsi="Times New Roman"/>
          <w:sz w:val="28"/>
          <w:szCs w:val="28"/>
        </w:rPr>
        <w:t xml:space="preserve">на партах </w:t>
      </w:r>
      <w:r w:rsidRPr="00556197">
        <w:rPr>
          <w:rFonts w:ascii="Times New Roman" w:hAnsi="Times New Roman"/>
          <w:sz w:val="28"/>
          <w:szCs w:val="28"/>
        </w:rPr>
        <w:t>есть схемо-конспект заседания, на  котором вы будете делать необходимые записи.</w:t>
      </w:r>
    </w:p>
    <w:p w:rsidR="002A79EF" w:rsidRPr="003206E9" w:rsidRDefault="002A79EF" w:rsidP="007C6819">
      <w:pPr>
        <w:pStyle w:val="NoSpacing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3206E9">
        <w:rPr>
          <w:rFonts w:ascii="Times New Roman" w:hAnsi="Times New Roman"/>
          <w:b/>
          <w:sz w:val="32"/>
          <w:szCs w:val="32"/>
        </w:rPr>
        <w:t>1. Первый вопрос заседания</w:t>
      </w:r>
      <w:r w:rsidRPr="003206E9">
        <w:rPr>
          <w:rFonts w:ascii="Times New Roman" w:hAnsi="Times New Roman"/>
          <w:sz w:val="32"/>
          <w:szCs w:val="32"/>
        </w:rPr>
        <w:t xml:space="preserve"> </w:t>
      </w:r>
      <w:r w:rsidRPr="003206E9">
        <w:rPr>
          <w:rFonts w:ascii="Times New Roman" w:hAnsi="Times New Roman"/>
          <w:b/>
          <w:sz w:val="32"/>
          <w:szCs w:val="32"/>
        </w:rPr>
        <w:t>«</w:t>
      </w:r>
      <w:r>
        <w:rPr>
          <w:rFonts w:ascii="Times New Roman" w:hAnsi="Times New Roman"/>
          <w:b/>
          <w:sz w:val="32"/>
          <w:szCs w:val="32"/>
        </w:rPr>
        <w:t>Что мы уже знаем о музеях?</w:t>
      </w:r>
      <w:r w:rsidRPr="003206E9">
        <w:rPr>
          <w:rFonts w:ascii="Times New Roman" w:hAnsi="Times New Roman"/>
          <w:b/>
          <w:sz w:val="32"/>
          <w:szCs w:val="32"/>
        </w:rPr>
        <w:t>»</w:t>
      </w:r>
    </w:p>
    <w:p w:rsidR="002A79EF" w:rsidRPr="00556197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56197">
        <w:rPr>
          <w:rFonts w:ascii="Times New Roman" w:hAnsi="Times New Roman"/>
          <w:sz w:val="28"/>
          <w:szCs w:val="28"/>
        </w:rPr>
        <w:t xml:space="preserve">        Люди много, много сотен лет назад начали собирать и хранить чем – то им дорогие и памятные предметы, вещи, картины и многое другое, то, что теперь мы называем историей. Давайте  вспомним. Что мы уже знаем о музеях.</w:t>
      </w:r>
    </w:p>
    <w:p w:rsidR="002A79EF" w:rsidRPr="00292812" w:rsidRDefault="002A79EF" w:rsidP="007C6819">
      <w:pPr>
        <w:pStyle w:val="NoSpacing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92812">
        <w:rPr>
          <w:rFonts w:ascii="Times New Roman" w:hAnsi="Times New Roman"/>
          <w:sz w:val="28"/>
          <w:szCs w:val="28"/>
        </w:rPr>
        <w:t>Что означает слово «Музей»?</w:t>
      </w:r>
      <w:r>
        <w:rPr>
          <w:rFonts w:ascii="Times New Roman" w:hAnsi="Times New Roman"/>
          <w:sz w:val="28"/>
          <w:szCs w:val="28"/>
        </w:rPr>
        <w:t xml:space="preserve"> (работа со словарями).</w:t>
      </w:r>
    </w:p>
    <w:p w:rsidR="002A79EF" w:rsidRPr="00556197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i/>
          <w:sz w:val="28"/>
          <w:szCs w:val="28"/>
        </w:rPr>
      </w:pPr>
      <w:r w:rsidRPr="00556197">
        <w:rPr>
          <w:rFonts w:ascii="Times New Roman" w:hAnsi="Times New Roman"/>
          <w:i/>
          <w:sz w:val="28"/>
          <w:szCs w:val="28"/>
        </w:rPr>
        <w:t xml:space="preserve">Слово ''музей'' происходит от греческого </w:t>
      </w:r>
      <w:r w:rsidRPr="00556197">
        <w:rPr>
          <w:rFonts w:ascii="Times New Roman" w:hAnsi="Times New Roman"/>
          <w:i/>
          <w:sz w:val="28"/>
          <w:szCs w:val="28"/>
          <w:lang w:val="en-US"/>
        </w:rPr>
        <w:t>museion</w:t>
      </w:r>
      <w:r w:rsidRPr="00556197">
        <w:rPr>
          <w:rFonts w:ascii="Times New Roman" w:hAnsi="Times New Roman"/>
          <w:i/>
          <w:sz w:val="28"/>
          <w:szCs w:val="28"/>
        </w:rPr>
        <w:t xml:space="preserve"> и латинского </w:t>
      </w:r>
      <w:r w:rsidRPr="00556197">
        <w:rPr>
          <w:rFonts w:ascii="Times New Roman" w:hAnsi="Times New Roman"/>
          <w:i/>
          <w:sz w:val="28"/>
          <w:szCs w:val="28"/>
          <w:lang w:val="en-US"/>
        </w:rPr>
        <w:t>museum</w:t>
      </w:r>
      <w:r w:rsidRPr="00556197">
        <w:rPr>
          <w:rFonts w:ascii="Times New Roman" w:hAnsi="Times New Roman"/>
          <w:i/>
          <w:sz w:val="28"/>
          <w:szCs w:val="28"/>
        </w:rPr>
        <w:t xml:space="preserve"> – храм муз, место, посвященное наукам и искусствам. Музеи возникли в 15-16 вв. </w:t>
      </w:r>
    </w:p>
    <w:p w:rsidR="002A79EF" w:rsidRPr="00292812" w:rsidRDefault="002A79EF" w:rsidP="007C6819">
      <w:pPr>
        <w:pStyle w:val="NoSpacing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92812">
        <w:rPr>
          <w:rFonts w:ascii="Times New Roman" w:hAnsi="Times New Roman"/>
          <w:sz w:val="28"/>
          <w:szCs w:val="28"/>
        </w:rPr>
        <w:t>Что такое музей?</w:t>
      </w:r>
    </w:p>
    <w:p w:rsidR="002A79EF" w:rsidRPr="00556197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i/>
          <w:sz w:val="28"/>
          <w:szCs w:val="28"/>
        </w:rPr>
      </w:pPr>
      <w:r w:rsidRPr="00556197">
        <w:rPr>
          <w:rFonts w:ascii="Times New Roman" w:hAnsi="Times New Roman"/>
          <w:i/>
          <w:sz w:val="28"/>
          <w:szCs w:val="28"/>
        </w:rPr>
        <w:t>Музей – учреждение, которое занимается собиранием, изучением, хранением и показом предметов и документов, характеризующих развитие</w:t>
      </w:r>
      <w:r w:rsidRPr="00556197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556197">
        <w:rPr>
          <w:rFonts w:ascii="Times New Roman" w:hAnsi="Times New Roman"/>
          <w:i/>
          <w:sz w:val="28"/>
          <w:szCs w:val="28"/>
        </w:rPr>
        <w:t>природы и человеческого общества и представляющих историческую или художественную ценность.</w:t>
      </w:r>
    </w:p>
    <w:p w:rsidR="002A79EF" w:rsidRPr="00292812" w:rsidRDefault="002A79EF" w:rsidP="007C6819">
      <w:pPr>
        <w:pStyle w:val="NoSpacing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92812">
        <w:rPr>
          <w:rFonts w:ascii="Times New Roman" w:hAnsi="Times New Roman"/>
          <w:sz w:val="28"/>
          <w:szCs w:val="28"/>
        </w:rPr>
        <w:t>Для чего нужны музеи? (дети отвечают).</w:t>
      </w:r>
    </w:p>
    <w:p w:rsidR="002A79EF" w:rsidRPr="00556197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56197">
        <w:rPr>
          <w:rFonts w:ascii="Times New Roman" w:hAnsi="Times New Roman"/>
          <w:b/>
          <w:bCs/>
          <w:sz w:val="28"/>
          <w:szCs w:val="28"/>
        </w:rPr>
        <w:t xml:space="preserve">Учитель. </w:t>
      </w:r>
      <w:r w:rsidRPr="00556197">
        <w:rPr>
          <w:rFonts w:ascii="Times New Roman" w:hAnsi="Times New Roman"/>
          <w:sz w:val="28"/>
          <w:szCs w:val="28"/>
        </w:rPr>
        <w:t>Действительно, музеи дают нам возможность увидеть своими глазами, как жили наши предки, понять, что их интересовало, и узнать много интересного.</w:t>
      </w:r>
    </w:p>
    <w:p w:rsidR="002A79EF" w:rsidRPr="00556197" w:rsidRDefault="002A79EF" w:rsidP="007C6819">
      <w:pPr>
        <w:pStyle w:val="NoSpacing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292812">
        <w:rPr>
          <w:rFonts w:ascii="Times New Roman" w:hAnsi="Times New Roman"/>
          <w:sz w:val="28"/>
          <w:szCs w:val="28"/>
          <w:lang w:eastAsia="ru-RU"/>
        </w:rPr>
        <w:t>Какие бывают музеи?</w:t>
      </w:r>
      <w:r w:rsidRPr="00556197">
        <w:rPr>
          <w:rFonts w:ascii="Times New Roman" w:hAnsi="Times New Roman"/>
          <w:b/>
          <w:i/>
          <w:sz w:val="28"/>
          <w:szCs w:val="28"/>
          <w:lang w:eastAsia="ru-RU"/>
        </w:rPr>
        <w:t xml:space="preserve"> (</w:t>
      </w:r>
      <w:r w:rsidRPr="00556197">
        <w:rPr>
          <w:rFonts w:ascii="Times New Roman" w:hAnsi="Times New Roman"/>
          <w:i/>
          <w:sz w:val="28"/>
          <w:szCs w:val="28"/>
          <w:lang w:eastAsia="ru-RU"/>
        </w:rPr>
        <w:t>художественные, исторические, естественнонаучные,  технические, литературные, краеведческие)</w:t>
      </w:r>
    </w:p>
    <w:p w:rsidR="002A79EF" w:rsidRPr="00292812" w:rsidRDefault="002A79EF" w:rsidP="007C6819">
      <w:pPr>
        <w:pStyle w:val="NoSpacing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812">
        <w:rPr>
          <w:rFonts w:ascii="Times New Roman" w:hAnsi="Times New Roman"/>
          <w:sz w:val="28"/>
          <w:szCs w:val="28"/>
          <w:lang w:eastAsia="ru-RU"/>
        </w:rPr>
        <w:t>Как вы думаете, что бы ответили сами музеи на вопрос: «Что может храниться в ваших стенах?»</w:t>
      </w:r>
    </w:p>
    <w:p w:rsidR="002A79EF" w:rsidRPr="00556197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6197">
        <w:rPr>
          <w:rFonts w:ascii="Times New Roman" w:hAnsi="Times New Roman"/>
          <w:i/>
          <w:iCs/>
          <w:sz w:val="28"/>
          <w:szCs w:val="28"/>
          <w:lang w:eastAsia="ru-RU"/>
        </w:rPr>
        <w:t>Варианты ответов. Одежда, домашняя утварь, машины, музыкальные инструменты, останки древних животных и растений, технические изобретения, картины, произведения искусства и т.д.</w:t>
      </w:r>
    </w:p>
    <w:p w:rsidR="002A79EF" w:rsidRPr="00292812" w:rsidRDefault="002A79EF" w:rsidP="007C6819">
      <w:pPr>
        <w:pStyle w:val="NoSpacing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92812">
        <w:rPr>
          <w:rFonts w:ascii="Times New Roman" w:hAnsi="Times New Roman"/>
          <w:sz w:val="28"/>
          <w:szCs w:val="28"/>
        </w:rPr>
        <w:t>Назовите самые крупные музеи мира и нашей страны</w:t>
      </w:r>
      <w:r>
        <w:rPr>
          <w:rFonts w:ascii="Times New Roman" w:hAnsi="Times New Roman"/>
          <w:sz w:val="28"/>
          <w:szCs w:val="28"/>
        </w:rPr>
        <w:t>.</w:t>
      </w:r>
    </w:p>
    <w:p w:rsidR="002A79EF" w:rsidRPr="00556197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i/>
          <w:sz w:val="28"/>
          <w:szCs w:val="28"/>
        </w:rPr>
      </w:pPr>
      <w:r w:rsidRPr="00556197">
        <w:rPr>
          <w:rFonts w:ascii="Times New Roman" w:hAnsi="Times New Roman"/>
          <w:i/>
          <w:sz w:val="28"/>
          <w:szCs w:val="28"/>
        </w:rPr>
        <w:t>Лувр (Франция), Эрмитаж (Россия), Музей изобразительных искусств им. А. С. Пушкина (Россия), Русский музей (Россия), Третьяковская галерея (Россия)</w:t>
      </w:r>
    </w:p>
    <w:p w:rsidR="002A79EF" w:rsidRPr="003206E9" w:rsidRDefault="002A79EF" w:rsidP="007C6819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3206E9">
        <w:rPr>
          <w:rFonts w:ascii="Times New Roman" w:hAnsi="Times New Roman"/>
          <w:b/>
          <w:sz w:val="32"/>
          <w:szCs w:val="32"/>
        </w:rPr>
        <w:t>2. Школьные музеи.</w:t>
      </w:r>
    </w:p>
    <w:p w:rsidR="002A79EF" w:rsidRPr="00556197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56197">
        <w:rPr>
          <w:rFonts w:ascii="Times New Roman" w:hAnsi="Times New Roman"/>
          <w:b/>
          <w:sz w:val="28"/>
          <w:szCs w:val="28"/>
        </w:rPr>
        <w:t>Учитель:</w:t>
      </w:r>
      <w:r w:rsidRPr="00556197">
        <w:rPr>
          <w:rFonts w:ascii="Times New Roman" w:hAnsi="Times New Roman"/>
          <w:sz w:val="28"/>
          <w:szCs w:val="28"/>
        </w:rPr>
        <w:t xml:space="preserve"> Второй вопрос, который мы рассмотрим сегодня – это школьные музеи. Они выделяются в отдельную группу.</w:t>
      </w:r>
    </w:p>
    <w:p w:rsidR="002A79EF" w:rsidRPr="00292812" w:rsidRDefault="002A79EF" w:rsidP="007C6819">
      <w:pPr>
        <w:pStyle w:val="NoSpacing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92812">
        <w:rPr>
          <w:rFonts w:ascii="Times New Roman" w:hAnsi="Times New Roman"/>
          <w:sz w:val="28"/>
          <w:szCs w:val="28"/>
        </w:rPr>
        <w:t>Как выдумаете, чем отличается школьный музей от других музеев?</w:t>
      </w:r>
    </w:p>
    <w:p w:rsidR="002A79EF" w:rsidRPr="00556197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Pr="00292812">
        <w:rPr>
          <w:rFonts w:ascii="Times New Roman" w:hAnsi="Times New Roman"/>
          <w:sz w:val="28"/>
          <w:szCs w:val="28"/>
          <w:u w:val="single"/>
        </w:rPr>
        <w:t>Школьные музеи</w:t>
      </w:r>
      <w:r w:rsidRPr="00556197">
        <w:rPr>
          <w:rFonts w:ascii="Times New Roman" w:hAnsi="Times New Roman"/>
          <w:b/>
          <w:sz w:val="28"/>
          <w:szCs w:val="28"/>
        </w:rPr>
        <w:t xml:space="preserve"> </w:t>
      </w:r>
      <w:r w:rsidRPr="00556197">
        <w:rPr>
          <w:rFonts w:ascii="Times New Roman" w:hAnsi="Times New Roman"/>
          <w:sz w:val="28"/>
          <w:szCs w:val="28"/>
        </w:rPr>
        <w:t>являются негосударственными музеями, работающими на общественных началах, и выполняют те же функции, что и государственные.</w:t>
      </w:r>
    </w:p>
    <w:p w:rsidR="002A79EF" w:rsidRPr="00556197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812">
        <w:rPr>
          <w:rFonts w:ascii="Times New Roman" w:hAnsi="Times New Roman"/>
          <w:sz w:val="28"/>
          <w:szCs w:val="28"/>
        </w:rPr>
        <w:t>Здесь так же</w:t>
      </w:r>
      <w:r w:rsidRPr="00556197">
        <w:rPr>
          <w:rFonts w:ascii="Times New Roman" w:hAnsi="Times New Roman"/>
          <w:b/>
          <w:sz w:val="28"/>
          <w:szCs w:val="28"/>
        </w:rPr>
        <w:t xml:space="preserve"> </w:t>
      </w:r>
      <w:r w:rsidRPr="00556197">
        <w:rPr>
          <w:rFonts w:ascii="Times New Roman" w:hAnsi="Times New Roman"/>
          <w:sz w:val="28"/>
          <w:szCs w:val="28"/>
        </w:rPr>
        <w:t xml:space="preserve"> хранятся подлинные материалы, собранные в экспозиции. Музей занимает отдельное помещение с необходимым оборудованием.</w:t>
      </w:r>
      <w:r w:rsidRPr="00556197">
        <w:rPr>
          <w:rFonts w:ascii="Times New Roman" w:hAnsi="Times New Roman"/>
          <w:sz w:val="28"/>
          <w:szCs w:val="28"/>
          <w:lang w:eastAsia="ru-RU"/>
        </w:rPr>
        <w:t xml:space="preserve"> Все, что собрано в музее называется «Музейными экспонатами». </w:t>
      </w:r>
    </w:p>
    <w:p w:rsidR="002A79EF" w:rsidRPr="000F6F32" w:rsidRDefault="002A79EF" w:rsidP="007C6819">
      <w:pPr>
        <w:pStyle w:val="NoSpacing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2812">
        <w:rPr>
          <w:rFonts w:ascii="Times New Roman" w:hAnsi="Times New Roman"/>
          <w:b/>
          <w:sz w:val="28"/>
          <w:szCs w:val="28"/>
          <w:lang w:eastAsia="ru-RU"/>
        </w:rPr>
        <w:t xml:space="preserve">Музейные экспонаты - </w:t>
      </w:r>
      <w:r w:rsidRPr="00D1649C">
        <w:rPr>
          <w:rFonts w:ascii="Times New Roman" w:hAnsi="Times New Roman"/>
          <w:sz w:val="28"/>
          <w:szCs w:val="28"/>
          <w:u w:val="single"/>
          <w:lang w:eastAsia="ru-RU"/>
        </w:rPr>
        <w:t xml:space="preserve">это предметы, выставленные на 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>обозрение</w:t>
      </w:r>
      <w:r w:rsidRPr="00292812">
        <w:rPr>
          <w:rFonts w:ascii="Times New Roman" w:hAnsi="Times New Roman"/>
          <w:sz w:val="28"/>
          <w:szCs w:val="28"/>
          <w:lang w:eastAsia="ru-RU"/>
        </w:rPr>
        <w:t>.</w:t>
      </w:r>
      <w:r w:rsidRPr="00556197">
        <w:rPr>
          <w:rFonts w:ascii="Times New Roman" w:hAnsi="Times New Roman"/>
          <w:sz w:val="28"/>
          <w:szCs w:val="28"/>
          <w:u w:val="single"/>
          <w:lang w:eastAsia="ru-RU"/>
        </w:rPr>
        <w:t xml:space="preserve"> </w:t>
      </w:r>
      <w:r w:rsidRPr="00D1649C">
        <w:rPr>
          <w:rFonts w:ascii="Times New Roman" w:hAnsi="Times New Roman"/>
          <w:bCs/>
          <w:sz w:val="28"/>
          <w:szCs w:val="28"/>
          <w:lang w:eastAsia="ru-RU"/>
        </w:rPr>
        <w:t>Но</w:t>
      </w:r>
      <w:r w:rsidRPr="00D1649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D1649C">
        <w:rPr>
          <w:rFonts w:ascii="Times New Roman" w:hAnsi="Times New Roman"/>
          <w:sz w:val="28"/>
          <w:szCs w:val="28"/>
          <w:lang w:eastAsia="ru-RU"/>
        </w:rPr>
        <w:t>это не просто предметы, а предметы, дошедшие до нас из другого времени.</w:t>
      </w:r>
    </w:p>
    <w:p w:rsidR="002A79EF" w:rsidRDefault="002A79EF" w:rsidP="000F6F32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6197">
        <w:rPr>
          <w:rFonts w:ascii="Times New Roman" w:hAnsi="Times New Roman"/>
          <w:sz w:val="28"/>
          <w:szCs w:val="28"/>
          <w:lang w:eastAsia="ru-RU"/>
        </w:rPr>
        <w:t>Я хочу познако</w:t>
      </w:r>
      <w:r>
        <w:rPr>
          <w:rFonts w:ascii="Times New Roman" w:hAnsi="Times New Roman"/>
          <w:sz w:val="28"/>
          <w:szCs w:val="28"/>
          <w:lang w:eastAsia="ru-RU"/>
        </w:rPr>
        <w:t>мить вас с нашей историко-краеведческой комнатой «Наследие»</w:t>
      </w:r>
      <w:r w:rsidRPr="00556197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A79EF" w:rsidRPr="00292812" w:rsidRDefault="002A79EF" w:rsidP="007C6819">
      <w:pPr>
        <w:pStyle w:val="NoSpacing"/>
        <w:spacing w:line="276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(</w:t>
      </w:r>
      <w:r>
        <w:rPr>
          <w:rFonts w:ascii="Times New Roman" w:hAnsi="Times New Roman"/>
          <w:i/>
          <w:sz w:val="28"/>
          <w:szCs w:val="28"/>
          <w:lang w:eastAsia="ru-RU"/>
        </w:rPr>
        <w:t>рассказ сопровождается показом презентации</w:t>
      </w:r>
      <w:r w:rsidRPr="00292812">
        <w:rPr>
          <w:rFonts w:ascii="Times New Roman" w:hAnsi="Times New Roman"/>
          <w:i/>
          <w:sz w:val="28"/>
          <w:szCs w:val="28"/>
          <w:lang w:eastAsia="ru-RU"/>
        </w:rPr>
        <w:t>)</w:t>
      </w:r>
    </w:p>
    <w:p w:rsidR="002A79EF" w:rsidRPr="00556197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56197">
        <w:rPr>
          <w:rFonts w:ascii="Times New Roman" w:hAnsi="Times New Roman"/>
          <w:sz w:val="28"/>
          <w:szCs w:val="28"/>
        </w:rPr>
        <w:t xml:space="preserve">        Музей</w:t>
      </w:r>
      <w:r>
        <w:rPr>
          <w:rFonts w:ascii="Times New Roman" w:hAnsi="Times New Roman"/>
          <w:sz w:val="28"/>
          <w:szCs w:val="28"/>
        </w:rPr>
        <w:t xml:space="preserve"> Синицынской ООШ создан в 2013 </w:t>
      </w:r>
      <w:r w:rsidRPr="00556197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оду.  По своему профилю наша музейная комната является историко-краеведческой</w:t>
      </w:r>
      <w:r w:rsidRPr="00556197">
        <w:rPr>
          <w:rFonts w:ascii="Times New Roman" w:hAnsi="Times New Roman"/>
          <w:sz w:val="28"/>
          <w:szCs w:val="28"/>
        </w:rPr>
        <w:t>. Он</w:t>
      </w:r>
      <w:r>
        <w:rPr>
          <w:rFonts w:ascii="Times New Roman" w:hAnsi="Times New Roman"/>
          <w:sz w:val="28"/>
          <w:szCs w:val="28"/>
        </w:rPr>
        <w:t>а</w:t>
      </w:r>
      <w:r w:rsidRPr="00556197">
        <w:rPr>
          <w:rFonts w:ascii="Times New Roman" w:hAnsi="Times New Roman"/>
          <w:sz w:val="28"/>
          <w:szCs w:val="28"/>
        </w:rPr>
        <w:t xml:space="preserve"> воссоздает страницы истории </w:t>
      </w:r>
      <w:r>
        <w:rPr>
          <w:rFonts w:ascii="Times New Roman" w:hAnsi="Times New Roman"/>
          <w:sz w:val="28"/>
          <w:szCs w:val="28"/>
        </w:rPr>
        <w:t xml:space="preserve">нашей школы, малой Родины, поселка, </w:t>
      </w:r>
      <w:r w:rsidRPr="00556197">
        <w:rPr>
          <w:rFonts w:ascii="Times New Roman" w:hAnsi="Times New Roman"/>
          <w:sz w:val="28"/>
          <w:szCs w:val="28"/>
        </w:rPr>
        <w:t>рассказыва</w:t>
      </w:r>
      <w:r>
        <w:rPr>
          <w:rFonts w:ascii="Times New Roman" w:hAnsi="Times New Roman"/>
          <w:sz w:val="28"/>
          <w:szCs w:val="28"/>
        </w:rPr>
        <w:t xml:space="preserve">ет о замечательных людях, проживающих в поселках. В 2016 году ей был  присвоен статус музейной комнаты. </w:t>
      </w:r>
      <w:r w:rsidRPr="00556197">
        <w:rPr>
          <w:rFonts w:ascii="Times New Roman" w:hAnsi="Times New Roman"/>
          <w:sz w:val="28"/>
          <w:szCs w:val="28"/>
        </w:rPr>
        <w:t xml:space="preserve">Для работы музея имеется вся необходимая документация: </w:t>
      </w:r>
    </w:p>
    <w:p w:rsidR="002A79EF" w:rsidRPr="00556197" w:rsidRDefault="002A79EF" w:rsidP="007C6819">
      <w:pPr>
        <w:pStyle w:val="NoSpacing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Положение о школьной историко-краеведческой комнате</w:t>
      </w:r>
      <w:r w:rsidRPr="00556197">
        <w:rPr>
          <w:rFonts w:ascii="Times New Roman" w:hAnsi="Times New Roman"/>
          <w:sz w:val="28"/>
          <w:szCs w:val="28"/>
        </w:rPr>
        <w:t xml:space="preserve">   </w:t>
      </w:r>
    </w:p>
    <w:p w:rsidR="002A79EF" w:rsidRDefault="002A79EF" w:rsidP="007C6819">
      <w:pPr>
        <w:pStyle w:val="NoSpacing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деятельности </w:t>
      </w:r>
    </w:p>
    <w:p w:rsidR="002A79EF" w:rsidRPr="008F5A5C" w:rsidRDefault="002A79EF" w:rsidP="007C6819">
      <w:pPr>
        <w:pStyle w:val="NoSpacing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8F5A5C">
        <w:rPr>
          <w:rFonts w:ascii="Times New Roman" w:hAnsi="Times New Roman"/>
          <w:sz w:val="28"/>
          <w:szCs w:val="28"/>
        </w:rPr>
        <w:t>План  работы (составляется ежегодно)</w:t>
      </w:r>
    </w:p>
    <w:p w:rsidR="002A79EF" w:rsidRPr="00556197" w:rsidRDefault="002A79EF" w:rsidP="007C6819">
      <w:pPr>
        <w:pStyle w:val="NoSpacing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56197">
        <w:rPr>
          <w:rFonts w:ascii="Times New Roman" w:hAnsi="Times New Roman"/>
          <w:sz w:val="28"/>
          <w:szCs w:val="28"/>
        </w:rPr>
        <w:t>План работы Совета музея</w:t>
      </w:r>
    </w:p>
    <w:p w:rsidR="002A79EF" w:rsidRPr="00556197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      </w:t>
      </w:r>
      <w:r w:rsidRPr="00556197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В  </w:t>
      </w:r>
      <w:r w:rsidRPr="00556197">
        <w:rPr>
          <w:rFonts w:ascii="Times New Roman" w:hAnsi="Times New Roman"/>
          <w:sz w:val="28"/>
          <w:szCs w:val="28"/>
          <w:shd w:val="clear" w:color="auto" w:fill="FFFFFF"/>
        </w:rPr>
        <w:t xml:space="preserve"> музее находятся   предметы,  в переданные в дар музею и собранные в ходе поисковых экспедиций учащихся. </w:t>
      </w:r>
    </w:p>
    <w:p w:rsidR="002A79EF" w:rsidRPr="00556197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56197"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292812">
        <w:rPr>
          <w:rFonts w:ascii="Times New Roman" w:hAnsi="Times New Roman"/>
          <w:sz w:val="28"/>
          <w:szCs w:val="28"/>
          <w:u w:val="single"/>
        </w:rPr>
        <w:t>Направления работы музея:</w:t>
      </w:r>
      <w:r w:rsidRPr="00556197">
        <w:rPr>
          <w:rFonts w:ascii="Times New Roman" w:hAnsi="Times New Roman"/>
          <w:sz w:val="28"/>
          <w:szCs w:val="28"/>
        </w:rPr>
        <w:t xml:space="preserve"> поисково-собирательная деятельность, исследовательская деятельность, эскпозиционно-выставочная деятельность и образоват</w:t>
      </w:r>
      <w:r>
        <w:rPr>
          <w:rFonts w:ascii="Times New Roman" w:hAnsi="Times New Roman"/>
          <w:sz w:val="28"/>
          <w:szCs w:val="28"/>
        </w:rPr>
        <w:t>ельная деятельность.</w:t>
      </w:r>
    </w:p>
    <w:p w:rsidR="002A79EF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292812">
        <w:rPr>
          <w:rFonts w:ascii="Times New Roman" w:hAnsi="Times New Roman"/>
          <w:sz w:val="28"/>
          <w:szCs w:val="28"/>
        </w:rPr>
        <w:t xml:space="preserve">        </w:t>
      </w:r>
      <w:r w:rsidRPr="00292812">
        <w:rPr>
          <w:rFonts w:ascii="Times New Roman" w:hAnsi="Times New Roman"/>
          <w:sz w:val="28"/>
          <w:szCs w:val="28"/>
          <w:u w:val="single"/>
        </w:rPr>
        <w:t>Тематика исследования</w:t>
      </w:r>
      <w:r w:rsidRPr="00556197">
        <w:rPr>
          <w:rFonts w:ascii="Times New Roman" w:hAnsi="Times New Roman"/>
          <w:sz w:val="28"/>
          <w:szCs w:val="28"/>
        </w:rPr>
        <w:t xml:space="preserve">  связана с историей родного края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556197">
        <w:rPr>
          <w:rFonts w:ascii="Times New Roman" w:hAnsi="Times New Roman"/>
          <w:sz w:val="28"/>
          <w:szCs w:val="28"/>
        </w:rPr>
        <w:t xml:space="preserve">поскольку краеведческие аспекты, связанные с историей, деятельностью людей мало изучены, поэтому она актуальны и интересны.    </w:t>
      </w:r>
    </w:p>
    <w:p w:rsidR="002A79EF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56197">
        <w:rPr>
          <w:rFonts w:ascii="Times New Roman" w:hAnsi="Times New Roman"/>
          <w:sz w:val="28"/>
          <w:szCs w:val="28"/>
        </w:rPr>
        <w:t xml:space="preserve"> Исследовательская работа  в школьном музее планируется индивидуально.</w:t>
      </w:r>
    </w:p>
    <w:p w:rsidR="002A79EF" w:rsidRPr="003206E9" w:rsidRDefault="002A79EF" w:rsidP="007C6819">
      <w:pPr>
        <w:pStyle w:val="NoSpacing"/>
        <w:spacing w:line="276" w:lineRule="auto"/>
        <w:jc w:val="center"/>
        <w:rPr>
          <w:rFonts w:ascii="Times New Roman" w:hAnsi="Times New Roman"/>
          <w:b/>
          <w:sz w:val="32"/>
          <w:szCs w:val="32"/>
        </w:rPr>
      </w:pPr>
      <w:r w:rsidRPr="003206E9">
        <w:rPr>
          <w:rFonts w:ascii="Times New Roman" w:hAnsi="Times New Roman"/>
          <w:b/>
          <w:sz w:val="32"/>
          <w:szCs w:val="32"/>
        </w:rPr>
        <w:t>3. Творческая работа и исследовательская работа.</w:t>
      </w:r>
    </w:p>
    <w:p w:rsidR="002A79EF" w:rsidRPr="00556197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56197">
        <w:rPr>
          <w:rFonts w:ascii="Times New Roman" w:hAnsi="Times New Roman"/>
          <w:b/>
          <w:sz w:val="28"/>
          <w:szCs w:val="28"/>
        </w:rPr>
        <w:t>Учитель.</w:t>
      </w:r>
      <w:r w:rsidRPr="00556197">
        <w:rPr>
          <w:rFonts w:ascii="Times New Roman" w:hAnsi="Times New Roman"/>
          <w:sz w:val="28"/>
          <w:szCs w:val="28"/>
        </w:rPr>
        <w:t xml:space="preserve"> Мы с вами переходим к следующему вопросу. </w:t>
      </w:r>
    </w:p>
    <w:p w:rsidR="002A79EF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56197">
        <w:rPr>
          <w:rFonts w:ascii="Times New Roman" w:hAnsi="Times New Roman"/>
          <w:sz w:val="28"/>
          <w:szCs w:val="28"/>
          <w:shd w:val="clear" w:color="auto" w:fill="FFFFFF"/>
        </w:rPr>
        <w:t>Итак, предмет стал музейным экспонатом. Теперь начинается его музейная жизнь и</w:t>
      </w:r>
      <w:r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556197">
        <w:rPr>
          <w:rFonts w:ascii="Times New Roman" w:hAnsi="Times New Roman"/>
          <w:sz w:val="28"/>
          <w:szCs w:val="28"/>
          <w:shd w:val="clear" w:color="auto" w:fill="FFFFFF"/>
        </w:rPr>
        <w:t xml:space="preserve"> в первую очередь</w:t>
      </w:r>
      <w:r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556197">
        <w:rPr>
          <w:rFonts w:ascii="Times New Roman" w:hAnsi="Times New Roman"/>
          <w:sz w:val="28"/>
          <w:szCs w:val="28"/>
          <w:shd w:val="clear" w:color="auto" w:fill="FFFFFF"/>
        </w:rPr>
        <w:t xml:space="preserve"> его изучение. </w:t>
      </w:r>
    </w:p>
    <w:p w:rsidR="002A79EF" w:rsidRPr="00556197" w:rsidRDefault="002A79EF" w:rsidP="00010CF3">
      <w:pPr>
        <w:pStyle w:val="NoSpacing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56197">
        <w:rPr>
          <w:rFonts w:ascii="Times New Roman" w:hAnsi="Times New Roman"/>
          <w:sz w:val="28"/>
          <w:szCs w:val="28"/>
          <w:shd w:val="clear" w:color="auto" w:fill="FFFFFF"/>
        </w:rPr>
        <w:t xml:space="preserve">Чтобы понять, как это делается, давайте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пройдем в музейную комнату и </w:t>
      </w:r>
      <w:r w:rsidRPr="00556197">
        <w:rPr>
          <w:rFonts w:ascii="Times New Roman" w:hAnsi="Times New Roman"/>
          <w:sz w:val="28"/>
          <w:szCs w:val="28"/>
          <w:shd w:val="clear" w:color="auto" w:fill="FFFFFF"/>
        </w:rPr>
        <w:t>выполним небольшую творческую работу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2A79EF" w:rsidRPr="00556197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r w:rsidRPr="00556197">
        <w:rPr>
          <w:rFonts w:ascii="Times New Roman" w:hAnsi="Times New Roman"/>
          <w:sz w:val="28"/>
          <w:szCs w:val="28"/>
          <w:shd w:val="clear" w:color="auto" w:fill="FFFFFF"/>
        </w:rPr>
        <w:t>Поможет ее провести уч</w:t>
      </w:r>
      <w:r>
        <w:rPr>
          <w:rFonts w:ascii="Times New Roman" w:hAnsi="Times New Roman"/>
          <w:sz w:val="28"/>
          <w:szCs w:val="28"/>
          <w:shd w:val="clear" w:color="auto" w:fill="FFFFFF"/>
        </w:rPr>
        <w:t>еница 8 класса Сенчурова Елена, Малышкина Даша.</w:t>
      </w:r>
    </w:p>
    <w:p w:rsidR="002A79EF" w:rsidRPr="00DE5097" w:rsidRDefault="002A79EF" w:rsidP="00DE5097">
      <w:pPr>
        <w:pStyle w:val="NoSpacing"/>
        <w:spacing w:line="276" w:lineRule="auto"/>
        <w:jc w:val="center"/>
        <w:rPr>
          <w:rFonts w:ascii="Times New Roman" w:hAnsi="Times New Roman"/>
          <w:i/>
          <w:sz w:val="28"/>
          <w:szCs w:val="28"/>
        </w:rPr>
      </w:pPr>
      <w:r w:rsidRPr="00DE5097">
        <w:rPr>
          <w:rFonts w:ascii="Times New Roman" w:hAnsi="Times New Roman"/>
          <w:i/>
          <w:sz w:val="28"/>
          <w:szCs w:val="28"/>
        </w:rPr>
        <w:t>(посещение музейной комнаты</w:t>
      </w:r>
      <w:r>
        <w:rPr>
          <w:rFonts w:ascii="Times New Roman" w:hAnsi="Times New Roman"/>
          <w:i/>
          <w:sz w:val="28"/>
          <w:szCs w:val="28"/>
        </w:rPr>
        <w:t>: экспозиции «Крестьянский быт 19 века»</w:t>
      </w:r>
      <w:r w:rsidRPr="00DE5097">
        <w:rPr>
          <w:rFonts w:ascii="Times New Roman" w:hAnsi="Times New Roman"/>
          <w:i/>
          <w:sz w:val="28"/>
          <w:szCs w:val="28"/>
        </w:rPr>
        <w:t>)</w:t>
      </w:r>
    </w:p>
    <w:p w:rsidR="002A79EF" w:rsidRPr="00556197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Сенчурова Е</w:t>
      </w:r>
      <w:r w:rsidRPr="00556197">
        <w:rPr>
          <w:rFonts w:ascii="Times New Roman" w:hAnsi="Times New Roman"/>
          <w:b/>
          <w:sz w:val="28"/>
          <w:szCs w:val="28"/>
        </w:rPr>
        <w:t>.</w:t>
      </w:r>
      <w:r w:rsidRPr="00556197">
        <w:rPr>
          <w:rFonts w:ascii="Times New Roman" w:hAnsi="Times New Roman"/>
          <w:sz w:val="28"/>
          <w:szCs w:val="28"/>
        </w:rPr>
        <w:t xml:space="preserve"> Перед вами два музейных экспоната с одним пре</w:t>
      </w:r>
      <w:r>
        <w:rPr>
          <w:rFonts w:ascii="Times New Roman" w:hAnsi="Times New Roman"/>
          <w:sz w:val="28"/>
          <w:szCs w:val="28"/>
        </w:rPr>
        <w:t>дназначением. Это «Рубель» и «С</w:t>
      </w:r>
      <w:r w:rsidRPr="00556197">
        <w:rPr>
          <w:rFonts w:ascii="Times New Roman" w:hAnsi="Times New Roman"/>
          <w:sz w:val="28"/>
          <w:szCs w:val="28"/>
        </w:rPr>
        <w:t xml:space="preserve">калка».  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9637"/>
      </w:tblGrid>
      <w:tr w:rsidR="002A79EF" w:rsidRPr="00BA2054" w:rsidTr="006A6F3B">
        <w:tc>
          <w:tcPr>
            <w:tcW w:w="5000" w:type="pct"/>
            <w:vAlign w:val="center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/>
            </w:tblPr>
            <w:tblGrid>
              <w:gridCol w:w="144"/>
              <w:gridCol w:w="9349"/>
              <w:gridCol w:w="144"/>
            </w:tblGrid>
            <w:tr w:rsidR="002A79EF" w:rsidRPr="00BA2054" w:rsidTr="006A6F3B">
              <w:tc>
                <w:tcPr>
                  <w:tcW w:w="144" w:type="dxa"/>
                  <w:vAlign w:val="center"/>
                </w:tcPr>
                <w:p w:rsidR="002A79EF" w:rsidRPr="00BA2054" w:rsidRDefault="002A79EF" w:rsidP="006A6F3B">
                  <w:pPr>
                    <w:pStyle w:val="NoSpacing"/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A2054">
                    <w:rPr>
                      <w:rFonts w:ascii="Times New Roman" w:hAnsi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100" w:type="dxa"/>
                    <w:left w:w="200" w:type="dxa"/>
                    <w:bottom w:w="0" w:type="dxa"/>
                    <w:right w:w="200" w:type="dxa"/>
                  </w:tcMar>
                  <w:vAlign w:val="center"/>
                </w:tcPr>
                <w:p w:rsidR="002A79EF" w:rsidRPr="00BA2054" w:rsidRDefault="002A79EF" w:rsidP="006A6F3B">
                  <w:pPr>
                    <w:pStyle w:val="NoSpacing"/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A2054">
                    <w:rPr>
                      <w:rFonts w:ascii="Times New Roman" w:hAnsi="Times New Roman"/>
                      <w:sz w:val="28"/>
                      <w:szCs w:val="28"/>
                    </w:rPr>
                    <w:t>На Руси довольно долго использовали глажку при помощи двух инструментов: небольшой палки с ровным круглым сечением, называвшейся "вальком", "качалкой" или просто "скалкой" и рифленой доски, имевшей множество названий - "рубель", "ребрак", "пральник".</w:t>
                  </w:r>
                </w:p>
                <w:p w:rsidR="002A79EF" w:rsidRPr="00BA2054" w:rsidRDefault="002A79EF" w:rsidP="006A6F3B">
                  <w:pPr>
                    <w:pStyle w:val="NoSpacing"/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A205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Рубель</w:t>
                  </w:r>
                  <w:r w:rsidRPr="00BA2054">
                    <w:rPr>
                      <w:rFonts w:ascii="Times New Roman" w:hAnsi="Times New Roman"/>
                      <w:sz w:val="28"/>
                      <w:szCs w:val="28"/>
                    </w:rPr>
                    <w:t xml:space="preserve"> - это деревянная доска с поперечными желобками, а </w:t>
                  </w:r>
                  <w:r w:rsidRPr="00BA205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скалка</w:t>
                  </w:r>
                  <w:r w:rsidRPr="00BA2054">
                    <w:rPr>
                      <w:rFonts w:ascii="Times New Roman" w:hAnsi="Times New Roman"/>
                      <w:sz w:val="28"/>
                      <w:szCs w:val="28"/>
                    </w:rPr>
                    <w:t xml:space="preserve"> - это просто палка. Бельё, одежду или ткань накручивали на скалку, держа одной рукой, а сверху другой рукой катали рубель. Бельё разглаживалось, и называлось это «катать бельё».</w:t>
                  </w:r>
                </w:p>
              </w:tc>
              <w:tc>
                <w:tcPr>
                  <w:tcW w:w="144" w:type="dxa"/>
                  <w:vAlign w:val="center"/>
                </w:tcPr>
                <w:p w:rsidR="002A79EF" w:rsidRPr="00BA2054" w:rsidRDefault="002A79EF" w:rsidP="006A6F3B">
                  <w:pPr>
                    <w:pStyle w:val="NoSpacing"/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A2054">
                    <w:rPr>
                      <w:rFonts w:ascii="Times New Roman" w:hAnsi="Times New Roman"/>
                      <w:sz w:val="28"/>
                      <w:szCs w:val="28"/>
                    </w:rPr>
                    <w:t> </w:t>
                  </w:r>
                </w:p>
              </w:tc>
            </w:tr>
          </w:tbl>
          <w:p w:rsidR="002A79EF" w:rsidRPr="00BA2054" w:rsidRDefault="002A79EF" w:rsidP="006A6F3B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79EF" w:rsidRPr="00BA2054" w:rsidTr="006A6F3B">
        <w:tc>
          <w:tcPr>
            <w:tcW w:w="5000" w:type="pct"/>
            <w:vAlign w:val="center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/>
            </w:tblPr>
            <w:tblGrid>
              <w:gridCol w:w="300"/>
              <w:gridCol w:w="9037"/>
              <w:gridCol w:w="300"/>
            </w:tblGrid>
            <w:tr w:rsidR="002A79EF" w:rsidRPr="00BA2054" w:rsidTr="006A6F3B">
              <w:tc>
                <w:tcPr>
                  <w:tcW w:w="300" w:type="dxa"/>
                  <w:vAlign w:val="center"/>
                </w:tcPr>
                <w:p w:rsidR="002A79EF" w:rsidRPr="00BA2054" w:rsidRDefault="002A79EF" w:rsidP="006A6F3B">
                  <w:pPr>
                    <w:pStyle w:val="NoSpacing"/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:rsidR="002A79EF" w:rsidRPr="00BA2054" w:rsidRDefault="002A79EF" w:rsidP="006A6F3B">
                  <w:pPr>
                    <w:pStyle w:val="NoSpacing"/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A2054">
                    <w:rPr>
                      <w:rFonts w:ascii="Times New Roman" w:hAnsi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300" w:type="dxa"/>
                  <w:vAlign w:val="center"/>
                </w:tcPr>
                <w:p w:rsidR="002A79EF" w:rsidRPr="00BA2054" w:rsidRDefault="002A79EF" w:rsidP="006A6F3B">
                  <w:pPr>
                    <w:pStyle w:val="NoSpacing"/>
                    <w:spacing w:line="276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2A79EF" w:rsidRPr="00BA2054" w:rsidRDefault="002A79EF" w:rsidP="006A6F3B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A79EF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61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Малышкина Д.</w:t>
      </w:r>
      <w:r w:rsidRPr="00556197">
        <w:rPr>
          <w:rFonts w:ascii="Times New Roman" w:hAnsi="Times New Roman"/>
          <w:sz w:val="28"/>
          <w:szCs w:val="28"/>
          <w:lang w:eastAsia="ru-RU"/>
        </w:rPr>
        <w:t xml:space="preserve"> В музее нужно не только знать историю предмета, но и уметь давать его описание. Описание или </w:t>
      </w:r>
      <w:r w:rsidRPr="00556197">
        <w:rPr>
          <w:rFonts w:ascii="Times New Roman" w:hAnsi="Times New Roman"/>
          <w:b/>
          <w:sz w:val="28"/>
          <w:szCs w:val="28"/>
          <w:lang w:eastAsia="ru-RU"/>
        </w:rPr>
        <w:t xml:space="preserve">атрибуция </w:t>
      </w:r>
      <w:r w:rsidRPr="00556197">
        <w:rPr>
          <w:rFonts w:ascii="Times New Roman" w:hAnsi="Times New Roman"/>
          <w:sz w:val="28"/>
          <w:szCs w:val="28"/>
          <w:lang w:eastAsia="ru-RU"/>
        </w:rPr>
        <w:t xml:space="preserve">проводится по плану. </w:t>
      </w:r>
    </w:p>
    <w:p w:rsidR="002A79EF" w:rsidRDefault="002A79EF" w:rsidP="007C6819">
      <w:pPr>
        <w:pStyle w:val="NoSpacing"/>
        <w:spacing w:line="276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292812">
        <w:rPr>
          <w:rFonts w:ascii="Times New Roman" w:hAnsi="Times New Roman"/>
          <w:i/>
          <w:sz w:val="28"/>
          <w:szCs w:val="28"/>
          <w:lang w:eastAsia="ru-RU"/>
        </w:rPr>
        <w:t>(</w:t>
      </w:r>
      <w:r>
        <w:rPr>
          <w:rFonts w:ascii="Times New Roman" w:hAnsi="Times New Roman"/>
          <w:i/>
          <w:sz w:val="28"/>
          <w:szCs w:val="28"/>
          <w:lang w:eastAsia="ru-RU"/>
        </w:rPr>
        <w:t xml:space="preserve">Даша </w:t>
      </w:r>
      <w:r w:rsidRPr="00292812">
        <w:rPr>
          <w:rFonts w:ascii="Times New Roman" w:hAnsi="Times New Roman"/>
          <w:i/>
          <w:sz w:val="28"/>
          <w:szCs w:val="28"/>
          <w:lang w:eastAsia="ru-RU"/>
        </w:rPr>
        <w:t xml:space="preserve"> называет пункты плана, </w:t>
      </w:r>
      <w:r>
        <w:rPr>
          <w:rFonts w:ascii="Times New Roman" w:hAnsi="Times New Roman"/>
          <w:i/>
          <w:sz w:val="28"/>
          <w:szCs w:val="28"/>
          <w:lang w:eastAsia="ru-RU"/>
        </w:rPr>
        <w:t>ребята помогают давать  ответы</w:t>
      </w:r>
      <w:r w:rsidRPr="00292812">
        <w:rPr>
          <w:rFonts w:ascii="Times New Roman" w:hAnsi="Times New Roman"/>
          <w:i/>
          <w:sz w:val="28"/>
          <w:szCs w:val="28"/>
          <w:lang w:eastAsia="ru-RU"/>
        </w:rPr>
        <w:t>)</w:t>
      </w:r>
    </w:p>
    <w:p w:rsidR="002A79EF" w:rsidRDefault="002A79EF" w:rsidP="00EC2BD1">
      <w:pPr>
        <w:pStyle w:val="NoSpacing"/>
        <w:spacing w:line="276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Задание: опишите рубель, скалку – 1 группа</w:t>
      </w:r>
    </w:p>
    <w:p w:rsidR="002A79EF" w:rsidRPr="00292812" w:rsidRDefault="002A79EF" w:rsidP="00EC2BD1">
      <w:pPr>
        <w:pStyle w:val="NoSpacing"/>
        <w:spacing w:line="276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Утюг – 2 группа</w:t>
      </w:r>
    </w:p>
    <w:p w:rsidR="002A79EF" w:rsidRPr="00556197" w:rsidRDefault="002A79EF" w:rsidP="007C6819">
      <w:pPr>
        <w:pStyle w:val="NoSpacing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556197">
        <w:rPr>
          <w:rFonts w:ascii="Times New Roman" w:hAnsi="Times New Roman"/>
          <w:b/>
          <w:sz w:val="28"/>
          <w:szCs w:val="28"/>
        </w:rPr>
        <w:t>Описание предмета</w:t>
      </w:r>
    </w:p>
    <w:p w:rsidR="002A79EF" w:rsidRPr="00556197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u w:val="single"/>
        </w:rPr>
        <w:t>1.</w:t>
      </w:r>
      <w:r w:rsidRPr="00292812">
        <w:rPr>
          <w:rFonts w:ascii="Times New Roman" w:hAnsi="Times New Roman"/>
          <w:i/>
          <w:sz w:val="28"/>
          <w:szCs w:val="28"/>
          <w:u w:val="single"/>
        </w:rPr>
        <w:t>Название предмета</w:t>
      </w:r>
      <w:r w:rsidRPr="00556197">
        <w:rPr>
          <w:rFonts w:ascii="Times New Roman" w:hAnsi="Times New Roman"/>
          <w:sz w:val="28"/>
          <w:szCs w:val="28"/>
        </w:rPr>
        <w:t xml:space="preserve"> – рубель, (ребрак, пральник)</w:t>
      </w:r>
    </w:p>
    <w:p w:rsidR="002A79EF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u w:val="single"/>
        </w:rPr>
        <w:t>2.</w:t>
      </w:r>
      <w:r w:rsidRPr="00292812">
        <w:rPr>
          <w:rFonts w:ascii="Times New Roman" w:hAnsi="Times New Roman"/>
          <w:i/>
          <w:sz w:val="28"/>
          <w:szCs w:val="28"/>
          <w:u w:val="single"/>
        </w:rPr>
        <w:t>Назначение</w:t>
      </w:r>
      <w:r w:rsidRPr="00556197">
        <w:rPr>
          <w:rFonts w:ascii="Times New Roman" w:hAnsi="Times New Roman"/>
          <w:sz w:val="28"/>
          <w:szCs w:val="28"/>
        </w:rPr>
        <w:t xml:space="preserve"> –</w:t>
      </w:r>
      <w:r w:rsidRPr="00556197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Рубе́ль</w:t>
      </w:r>
      <w:r w:rsidRPr="00556197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556197">
        <w:rPr>
          <w:rFonts w:ascii="Times New Roman" w:hAnsi="Times New Roman"/>
          <w:sz w:val="28"/>
          <w:szCs w:val="28"/>
          <w:shd w:val="clear" w:color="auto" w:fill="FFFFFF"/>
        </w:rPr>
        <w:t>— предмет домашнего быта, который в старину</w:t>
      </w:r>
      <w:r w:rsidRPr="00556197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7" w:tooltip="Русские" w:history="1">
        <w:r w:rsidRPr="00556197">
          <w:rPr>
            <w:rStyle w:val="Hyperlink"/>
            <w:rFonts w:ascii="Times New Roman" w:hAnsi="Times New Roman"/>
            <w:sz w:val="28"/>
            <w:szCs w:val="28"/>
            <w:shd w:val="clear" w:color="auto" w:fill="FFFFFF"/>
          </w:rPr>
          <w:t>русские</w:t>
        </w:r>
      </w:hyperlink>
      <w:r w:rsidRPr="00556197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556197">
        <w:rPr>
          <w:rFonts w:ascii="Times New Roman" w:hAnsi="Times New Roman"/>
          <w:sz w:val="28"/>
          <w:szCs w:val="28"/>
          <w:shd w:val="clear" w:color="auto" w:fill="FFFFFF"/>
        </w:rPr>
        <w:t>женщины использовали для выколачивания (</w:t>
      </w:r>
      <w:hyperlink r:id="rId8" w:tooltip="Стирка" w:history="1">
        <w:r w:rsidRPr="00556197">
          <w:rPr>
            <w:rStyle w:val="Hyperlink"/>
            <w:rFonts w:ascii="Times New Roman" w:hAnsi="Times New Roman"/>
            <w:sz w:val="28"/>
            <w:szCs w:val="28"/>
            <w:shd w:val="clear" w:color="auto" w:fill="FFFFFF"/>
          </w:rPr>
          <w:t>стирки</w:t>
        </w:r>
      </w:hyperlink>
      <w:r w:rsidRPr="00556197">
        <w:rPr>
          <w:rFonts w:ascii="Times New Roman" w:hAnsi="Times New Roman"/>
          <w:sz w:val="28"/>
          <w:szCs w:val="28"/>
          <w:shd w:val="clear" w:color="auto" w:fill="FFFFFF"/>
        </w:rPr>
        <w:t>) и</w:t>
      </w:r>
      <w:r w:rsidRPr="00556197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9" w:tooltip="Глажение" w:history="1">
        <w:r w:rsidRPr="00556197">
          <w:rPr>
            <w:rStyle w:val="Hyperlink"/>
            <w:rFonts w:ascii="Times New Roman" w:hAnsi="Times New Roman"/>
            <w:sz w:val="28"/>
            <w:szCs w:val="28"/>
            <w:shd w:val="clear" w:color="auto" w:fill="FFFFFF"/>
          </w:rPr>
          <w:t>глажения</w:t>
        </w:r>
      </w:hyperlink>
      <w:r w:rsidRPr="00556197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556197">
        <w:rPr>
          <w:rFonts w:ascii="Times New Roman" w:hAnsi="Times New Roman"/>
          <w:sz w:val="28"/>
          <w:szCs w:val="28"/>
          <w:shd w:val="clear" w:color="auto" w:fill="FFFFFF"/>
        </w:rPr>
        <w:t>белья.</w:t>
      </w:r>
    </w:p>
    <w:p w:rsidR="002A79EF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AA2D85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i/>
          <w:sz w:val="28"/>
          <w:szCs w:val="28"/>
          <w:u w:val="single"/>
        </w:rPr>
        <w:t>3.</w:t>
      </w:r>
      <w:r w:rsidRPr="00AA2D85">
        <w:rPr>
          <w:rFonts w:ascii="Times New Roman" w:hAnsi="Times New Roman"/>
          <w:i/>
          <w:sz w:val="28"/>
          <w:szCs w:val="28"/>
          <w:u w:val="single"/>
        </w:rPr>
        <w:t>Время создания</w:t>
      </w:r>
      <w:r w:rsidRPr="00AA2D85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AA2D85">
        <w:rPr>
          <w:rFonts w:ascii="Times New Roman" w:hAnsi="Times New Roman"/>
          <w:i/>
          <w:sz w:val="28"/>
          <w:szCs w:val="28"/>
          <w:u w:val="single"/>
        </w:rPr>
        <w:t>и место бытования, связь с краем</w:t>
      </w:r>
      <w:r w:rsidRPr="00556197">
        <w:rPr>
          <w:rFonts w:ascii="Times New Roman" w:hAnsi="Times New Roman"/>
          <w:sz w:val="28"/>
          <w:szCs w:val="28"/>
        </w:rPr>
        <w:t xml:space="preserve"> – Был создан еще в период Древней Руси. Применялся повсеместно на Руси в том числе и у нас </w:t>
      </w:r>
      <w:bookmarkStart w:id="0" w:name="_GoBack"/>
      <w:bookmarkEnd w:id="0"/>
    </w:p>
    <w:p w:rsidR="002A79EF" w:rsidRPr="00556197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u w:val="single"/>
        </w:rPr>
        <w:t>4</w:t>
      </w:r>
      <w:r w:rsidRPr="00AA2D85">
        <w:rPr>
          <w:rFonts w:ascii="Times New Roman" w:hAnsi="Times New Roman"/>
          <w:i/>
          <w:sz w:val="28"/>
          <w:szCs w:val="28"/>
          <w:u w:val="single"/>
        </w:rPr>
        <w:t>. Материал</w:t>
      </w:r>
      <w:r w:rsidRPr="00556197">
        <w:rPr>
          <w:rFonts w:ascii="Times New Roman" w:hAnsi="Times New Roman"/>
          <w:i/>
          <w:sz w:val="28"/>
          <w:szCs w:val="28"/>
        </w:rPr>
        <w:t xml:space="preserve"> </w:t>
      </w:r>
      <w:r w:rsidRPr="00556197">
        <w:rPr>
          <w:rFonts w:ascii="Times New Roman" w:hAnsi="Times New Roman"/>
          <w:sz w:val="28"/>
          <w:szCs w:val="28"/>
        </w:rPr>
        <w:t>–  древесина</w:t>
      </w:r>
    </w:p>
    <w:p w:rsidR="002A79EF" w:rsidRPr="00556197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AA2D85">
        <w:rPr>
          <w:rFonts w:ascii="Times New Roman" w:hAnsi="Times New Roman"/>
          <w:i/>
          <w:sz w:val="28"/>
          <w:szCs w:val="28"/>
          <w:u w:val="single"/>
        </w:rPr>
        <w:t>5. Техника изготовления</w:t>
      </w:r>
      <w:r w:rsidRPr="00556197">
        <w:rPr>
          <w:rFonts w:ascii="Times New Roman" w:hAnsi="Times New Roman"/>
          <w:sz w:val="28"/>
          <w:szCs w:val="28"/>
        </w:rPr>
        <w:t xml:space="preserve"> – ручная работа </w:t>
      </w:r>
    </w:p>
    <w:p w:rsidR="002A79EF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AA2D85">
        <w:rPr>
          <w:rFonts w:ascii="Times New Roman" w:hAnsi="Times New Roman"/>
          <w:i/>
          <w:sz w:val="28"/>
          <w:szCs w:val="28"/>
          <w:u w:val="single"/>
        </w:rPr>
        <w:t>6. Легенда: кому принадлежала, каким образом попала в музей, подарена  или на временное хранение</w:t>
      </w:r>
      <w:r w:rsidRPr="00556197">
        <w:rPr>
          <w:rFonts w:ascii="Times New Roman" w:hAnsi="Times New Roman"/>
          <w:sz w:val="28"/>
          <w:szCs w:val="28"/>
        </w:rPr>
        <w:t xml:space="preserve"> – Передан в школьный музей </w:t>
      </w:r>
      <w:r>
        <w:rPr>
          <w:rFonts w:ascii="Times New Roman" w:hAnsi="Times New Roman"/>
          <w:sz w:val="28"/>
          <w:szCs w:val="28"/>
        </w:rPr>
        <w:t>жительницей д. Синицына …</w:t>
      </w:r>
    </w:p>
    <w:p w:rsidR="002A79EF" w:rsidRPr="00556197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AA2D85">
        <w:rPr>
          <w:rFonts w:ascii="Times New Roman" w:hAnsi="Times New Roman"/>
          <w:i/>
          <w:sz w:val="28"/>
          <w:szCs w:val="28"/>
          <w:u w:val="single"/>
        </w:rPr>
        <w:t>7.  Авторская принадлежность</w:t>
      </w:r>
      <w:r w:rsidRPr="00556197">
        <w:rPr>
          <w:rFonts w:ascii="Times New Roman" w:hAnsi="Times New Roman"/>
          <w:i/>
          <w:sz w:val="28"/>
          <w:szCs w:val="28"/>
        </w:rPr>
        <w:t xml:space="preserve"> </w:t>
      </w:r>
      <w:r w:rsidRPr="00556197">
        <w:rPr>
          <w:rFonts w:ascii="Times New Roman" w:hAnsi="Times New Roman"/>
          <w:sz w:val="28"/>
          <w:szCs w:val="28"/>
        </w:rPr>
        <w:t>– неизвестный мастер</w:t>
      </w:r>
    </w:p>
    <w:p w:rsidR="002A79EF" w:rsidRPr="00556197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6197">
        <w:rPr>
          <w:rFonts w:ascii="Times New Roman" w:hAnsi="Times New Roman"/>
          <w:b/>
          <w:sz w:val="28"/>
          <w:szCs w:val="28"/>
          <w:lang w:eastAsia="ru-RU"/>
        </w:rPr>
        <w:t>Учитель</w:t>
      </w:r>
      <w:r w:rsidRPr="00556197">
        <w:rPr>
          <w:rFonts w:ascii="Times New Roman" w:hAnsi="Times New Roman"/>
          <w:sz w:val="28"/>
          <w:szCs w:val="28"/>
          <w:lang w:eastAsia="ru-RU"/>
        </w:rPr>
        <w:t>. А теперь самостоятельно опишите скалку. (Разбор описания)</w:t>
      </w:r>
    </w:p>
    <w:p w:rsidR="002A79EF" w:rsidRPr="003206E9" w:rsidRDefault="002A79EF" w:rsidP="007C6819">
      <w:pPr>
        <w:pStyle w:val="NoSpacing"/>
        <w:spacing w:line="276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3206E9">
        <w:rPr>
          <w:rFonts w:ascii="Times New Roman" w:hAnsi="Times New Roman"/>
          <w:b/>
          <w:sz w:val="32"/>
          <w:szCs w:val="32"/>
          <w:lang w:eastAsia="ru-RU"/>
        </w:rPr>
        <w:t>4. Исследовательский  этап</w:t>
      </w:r>
    </w:p>
    <w:p w:rsidR="002A79EF" w:rsidRPr="00556197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206E9">
        <w:rPr>
          <w:rFonts w:ascii="Times New Roman" w:hAnsi="Times New Roman"/>
          <w:b/>
          <w:sz w:val="28"/>
          <w:szCs w:val="28"/>
          <w:lang w:eastAsia="ru-RU"/>
        </w:rPr>
        <w:t>Учитель.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56197">
        <w:rPr>
          <w:rFonts w:ascii="Times New Roman" w:hAnsi="Times New Roman"/>
          <w:sz w:val="28"/>
          <w:szCs w:val="28"/>
          <w:lang w:eastAsia="ru-RU"/>
        </w:rPr>
        <w:t>Мы переходим к следующему этапу нашего занятия – исследовательскому.</w:t>
      </w:r>
    </w:p>
    <w:p w:rsidR="002A79EF" w:rsidRPr="00AA2D85" w:rsidRDefault="002A79EF" w:rsidP="007C6819">
      <w:pPr>
        <w:pStyle w:val="NoSpacing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AA2D85">
        <w:rPr>
          <w:rFonts w:ascii="Times New Roman" w:hAnsi="Times New Roman"/>
          <w:sz w:val="28"/>
          <w:szCs w:val="28"/>
        </w:rPr>
        <w:t>Как вы дума</w:t>
      </w:r>
      <w:r>
        <w:rPr>
          <w:rFonts w:ascii="Times New Roman" w:hAnsi="Times New Roman"/>
          <w:sz w:val="28"/>
          <w:szCs w:val="28"/>
        </w:rPr>
        <w:t xml:space="preserve">ете, откуда нам известно  о  ветеранах Вов,  героях труда и ветеранах трудового фронта </w:t>
      </w:r>
      <w:r w:rsidRPr="00AA2D85">
        <w:rPr>
          <w:rFonts w:ascii="Times New Roman" w:hAnsi="Times New Roman"/>
          <w:sz w:val="28"/>
          <w:szCs w:val="28"/>
        </w:rPr>
        <w:t>и многих других фактах?</w:t>
      </w:r>
    </w:p>
    <w:p w:rsidR="002A79EF" w:rsidRPr="00556197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556197">
        <w:rPr>
          <w:rFonts w:ascii="Times New Roman" w:hAnsi="Times New Roman"/>
          <w:sz w:val="28"/>
          <w:szCs w:val="28"/>
        </w:rPr>
        <w:t>Основными направлением работы школьного музея является поисково-исследовательская работа.</w:t>
      </w:r>
    </w:p>
    <w:p w:rsidR="002A79EF" w:rsidRPr="00AA2D85" w:rsidRDefault="002A79EF" w:rsidP="007C6819">
      <w:pPr>
        <w:pStyle w:val="NoSpacing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AA2D85">
        <w:rPr>
          <w:rFonts w:ascii="Times New Roman" w:hAnsi="Times New Roman"/>
          <w:sz w:val="28"/>
          <w:szCs w:val="28"/>
        </w:rPr>
        <w:t>Что же такое исследование? Исследование - это поиск истины, познание неизвестного.</w:t>
      </w:r>
    </w:p>
    <w:p w:rsidR="002A79EF" w:rsidRPr="00556197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556197">
        <w:rPr>
          <w:rFonts w:ascii="Times New Roman" w:hAnsi="Times New Roman"/>
          <w:sz w:val="28"/>
          <w:szCs w:val="28"/>
        </w:rPr>
        <w:t>Как проводится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61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поисково-исследовательская деятельность </w:t>
      </w:r>
      <w:r w:rsidRPr="00556197">
        <w:rPr>
          <w:rFonts w:ascii="Times New Roman" w:hAnsi="Times New Roman"/>
          <w:sz w:val="28"/>
          <w:szCs w:val="28"/>
        </w:rPr>
        <w:t xml:space="preserve">членами ученического общества  расскажет </w:t>
      </w:r>
      <w:r>
        <w:rPr>
          <w:rFonts w:ascii="Times New Roman" w:hAnsi="Times New Roman"/>
          <w:sz w:val="28"/>
          <w:szCs w:val="28"/>
        </w:rPr>
        <w:t xml:space="preserve"> Сенчурова Елена, которая являлась участником </w:t>
      </w:r>
      <w:r w:rsidRPr="00556197">
        <w:rPr>
          <w:rFonts w:ascii="Times New Roman" w:hAnsi="Times New Roman"/>
          <w:sz w:val="28"/>
          <w:szCs w:val="28"/>
        </w:rPr>
        <w:t>районных и областных конкур</w:t>
      </w:r>
      <w:r>
        <w:rPr>
          <w:rFonts w:ascii="Times New Roman" w:hAnsi="Times New Roman"/>
          <w:sz w:val="28"/>
          <w:szCs w:val="28"/>
        </w:rPr>
        <w:t>сов, проводит экскурсии по музейной комнате</w:t>
      </w:r>
      <w:r w:rsidRPr="00556197">
        <w:rPr>
          <w:rFonts w:ascii="Times New Roman" w:hAnsi="Times New Roman"/>
          <w:sz w:val="28"/>
          <w:szCs w:val="28"/>
        </w:rPr>
        <w:t>, участвует в подготовке и проведению общешкольных и музейных мероприятий.</w:t>
      </w:r>
    </w:p>
    <w:p w:rsidR="002A79EF" w:rsidRPr="00556197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Сенчурова Елена.</w:t>
      </w:r>
    </w:p>
    <w:p w:rsidR="002A79EF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56197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556197">
        <w:rPr>
          <w:rFonts w:ascii="Times New Roman" w:hAnsi="Times New Roman"/>
          <w:sz w:val="28"/>
          <w:szCs w:val="28"/>
        </w:rPr>
        <w:t xml:space="preserve">Я хочу рассказать о том, как </w:t>
      </w:r>
      <w:r>
        <w:rPr>
          <w:rFonts w:ascii="Times New Roman" w:hAnsi="Times New Roman"/>
          <w:sz w:val="28"/>
          <w:szCs w:val="28"/>
        </w:rPr>
        <w:t xml:space="preserve">выполняется </w:t>
      </w:r>
      <w:r w:rsidRPr="00556197">
        <w:rPr>
          <w:rFonts w:ascii="Times New Roman" w:hAnsi="Times New Roman"/>
          <w:sz w:val="28"/>
          <w:szCs w:val="28"/>
        </w:rPr>
        <w:t>поисково-исследовательская работа на примере своей работы.</w:t>
      </w:r>
      <w:r>
        <w:rPr>
          <w:rFonts w:ascii="Times New Roman" w:hAnsi="Times New Roman"/>
          <w:sz w:val="28"/>
          <w:szCs w:val="28"/>
        </w:rPr>
        <w:t xml:space="preserve"> Исследовательская работа проводится в несколько этапов. </w:t>
      </w:r>
    </w:p>
    <w:p w:rsidR="002A79EF" w:rsidRPr="009229CA" w:rsidRDefault="002A79EF" w:rsidP="007C6819">
      <w:pPr>
        <w:pStyle w:val="NoSpacing"/>
        <w:spacing w:line="276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9229CA">
        <w:rPr>
          <w:rFonts w:ascii="Times New Roman" w:hAnsi="Times New Roman"/>
          <w:sz w:val="28"/>
          <w:szCs w:val="28"/>
          <w:u w:val="single"/>
        </w:rPr>
        <w:t>(рассказ сопровождается показом слайдов презентации о работе)</w:t>
      </w:r>
    </w:p>
    <w:p w:rsidR="002A79EF" w:rsidRPr="00556197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56197">
        <w:rPr>
          <w:rFonts w:ascii="Times New Roman" w:hAnsi="Times New Roman"/>
          <w:b/>
          <w:sz w:val="28"/>
          <w:szCs w:val="28"/>
          <w:u w:val="single"/>
        </w:rPr>
        <w:t>1 этап.</w:t>
      </w:r>
      <w:r w:rsidRPr="00556197">
        <w:rPr>
          <w:rFonts w:ascii="Times New Roman" w:hAnsi="Times New Roman"/>
          <w:b/>
          <w:sz w:val="28"/>
          <w:szCs w:val="28"/>
        </w:rPr>
        <w:t xml:space="preserve"> </w:t>
      </w:r>
      <w:r w:rsidRPr="009229CA">
        <w:rPr>
          <w:rFonts w:ascii="Times New Roman" w:hAnsi="Times New Roman"/>
          <w:sz w:val="28"/>
          <w:szCs w:val="28"/>
        </w:rPr>
        <w:t xml:space="preserve">Прежде чем начать исследование нужно </w:t>
      </w:r>
      <w:r w:rsidRPr="009229CA">
        <w:rPr>
          <w:rFonts w:ascii="Times New Roman" w:hAnsi="Times New Roman"/>
          <w:sz w:val="28"/>
          <w:szCs w:val="28"/>
          <w:u w:val="single"/>
        </w:rPr>
        <w:t>выбрать тему</w:t>
      </w:r>
      <w:r w:rsidRPr="009229CA">
        <w:rPr>
          <w:rFonts w:ascii="Times New Roman" w:hAnsi="Times New Roman"/>
          <w:sz w:val="28"/>
          <w:szCs w:val="28"/>
        </w:rPr>
        <w:t>. Выбрать тему не сложно, если знать, что тебя интересует в данный момент.</w:t>
      </w:r>
      <w:r w:rsidRPr="00556197">
        <w:rPr>
          <w:rFonts w:ascii="Times New Roman" w:hAnsi="Times New Roman"/>
          <w:sz w:val="28"/>
          <w:szCs w:val="28"/>
        </w:rPr>
        <w:t xml:space="preserve"> В течение нескольких лет мы занимаемся изучением истории нашего поселка. Так как этот проект долгосрочный он должен пополняться новыми материалами.</w:t>
      </w:r>
    </w:p>
    <w:p w:rsidR="002A79EF" w:rsidRDefault="002A79EF" w:rsidP="00BA209F">
      <w:pPr>
        <w:pStyle w:val="NoSpacing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56197">
        <w:rPr>
          <w:rFonts w:ascii="Times New Roman" w:hAnsi="Times New Roman"/>
          <w:sz w:val="28"/>
          <w:szCs w:val="28"/>
        </w:rPr>
        <w:t xml:space="preserve">Я выбрала тему </w:t>
      </w:r>
      <w:r>
        <w:rPr>
          <w:rFonts w:ascii="Times New Roman" w:hAnsi="Times New Roman"/>
          <w:sz w:val="28"/>
          <w:szCs w:val="28"/>
        </w:rPr>
        <w:t>«Дороги Победы», посвященную формированию в Синицынском бору стрелковых дивизий в 1941 году.</w:t>
      </w:r>
    </w:p>
    <w:p w:rsidR="002A79EF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9229CA">
        <w:rPr>
          <w:rFonts w:ascii="Times New Roman" w:hAnsi="Times New Roman"/>
          <w:b/>
          <w:sz w:val="28"/>
          <w:szCs w:val="28"/>
          <w:u w:val="single"/>
        </w:rPr>
        <w:t>2 этап.</w:t>
      </w:r>
      <w:r w:rsidRPr="00556197">
        <w:rPr>
          <w:rFonts w:ascii="Times New Roman" w:hAnsi="Times New Roman"/>
          <w:b/>
          <w:sz w:val="28"/>
          <w:szCs w:val="28"/>
        </w:rPr>
        <w:t xml:space="preserve"> </w:t>
      </w:r>
      <w:r w:rsidRPr="009229CA">
        <w:rPr>
          <w:rFonts w:ascii="Times New Roman" w:hAnsi="Times New Roman"/>
          <w:sz w:val="28"/>
          <w:szCs w:val="28"/>
        </w:rPr>
        <w:t xml:space="preserve">Затем выбираем </w:t>
      </w:r>
      <w:r w:rsidRPr="009229CA">
        <w:rPr>
          <w:rFonts w:ascii="Times New Roman" w:hAnsi="Times New Roman"/>
          <w:sz w:val="28"/>
          <w:szCs w:val="28"/>
          <w:u w:val="single"/>
        </w:rPr>
        <w:t>проблему или гипотезу</w:t>
      </w:r>
      <w:r w:rsidRPr="009229CA">
        <w:rPr>
          <w:rFonts w:ascii="Times New Roman" w:hAnsi="Times New Roman"/>
          <w:sz w:val="28"/>
          <w:szCs w:val="28"/>
        </w:rPr>
        <w:t>, над которой будем работать, цель и задачи.</w:t>
      </w:r>
      <w:r>
        <w:rPr>
          <w:rFonts w:ascii="Times New Roman" w:hAnsi="Times New Roman"/>
          <w:b/>
          <w:sz w:val="28"/>
          <w:szCs w:val="28"/>
        </w:rPr>
        <w:t xml:space="preserve"> Гипотеза в истории не обязательна.</w:t>
      </w:r>
    </w:p>
    <w:p w:rsidR="002A79EF" w:rsidRPr="009229CA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56197">
        <w:rPr>
          <w:rFonts w:ascii="Times New Roman" w:hAnsi="Times New Roman"/>
          <w:b/>
          <w:sz w:val="28"/>
          <w:szCs w:val="28"/>
          <w:u w:val="single"/>
        </w:rPr>
        <w:t xml:space="preserve">3 этап. </w:t>
      </w:r>
      <w:r w:rsidRPr="009229CA">
        <w:rPr>
          <w:rFonts w:ascii="Times New Roman" w:hAnsi="Times New Roman"/>
          <w:sz w:val="28"/>
          <w:szCs w:val="28"/>
          <w:u w:val="single"/>
        </w:rPr>
        <w:t>Сбор материалов</w:t>
      </w:r>
      <w:r w:rsidRPr="009229CA">
        <w:rPr>
          <w:rFonts w:ascii="Times New Roman" w:hAnsi="Times New Roman"/>
          <w:sz w:val="28"/>
          <w:szCs w:val="28"/>
        </w:rPr>
        <w:t>. Нужно подумать: Что я об этом знаю? Просмотреть книги, спросить у других людей, познакомиться с материалами по данной теме.</w:t>
      </w:r>
    </w:p>
    <w:p w:rsidR="002A79EF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56197">
        <w:rPr>
          <w:rFonts w:ascii="Times New Roman" w:hAnsi="Times New Roman"/>
          <w:b/>
          <w:sz w:val="28"/>
          <w:szCs w:val="28"/>
        </w:rPr>
        <w:t>4 этап.</w:t>
      </w:r>
      <w:r w:rsidRPr="00556197">
        <w:rPr>
          <w:rFonts w:ascii="Times New Roman" w:hAnsi="Times New Roman"/>
          <w:sz w:val="28"/>
          <w:szCs w:val="28"/>
        </w:rPr>
        <w:t xml:space="preserve">  </w:t>
      </w:r>
      <w:r w:rsidRPr="009229CA">
        <w:rPr>
          <w:rFonts w:ascii="Times New Roman" w:hAnsi="Times New Roman"/>
          <w:sz w:val="28"/>
          <w:szCs w:val="28"/>
          <w:u w:val="single"/>
        </w:rPr>
        <w:t>Основная часть работы</w:t>
      </w:r>
      <w:r w:rsidRPr="00556197">
        <w:rPr>
          <w:rFonts w:ascii="Times New Roman" w:hAnsi="Times New Roman"/>
          <w:sz w:val="28"/>
          <w:szCs w:val="28"/>
        </w:rPr>
        <w:t xml:space="preserve"> (оформление)   </w:t>
      </w:r>
    </w:p>
    <w:p w:rsidR="002A79EF" w:rsidRPr="00BA209F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56197">
        <w:rPr>
          <w:rFonts w:ascii="Times New Roman" w:hAnsi="Times New Roman"/>
          <w:b/>
          <w:sz w:val="28"/>
          <w:szCs w:val="28"/>
        </w:rPr>
        <w:t xml:space="preserve">5. </w:t>
      </w:r>
      <w:r w:rsidRPr="009229CA">
        <w:rPr>
          <w:rFonts w:ascii="Times New Roman" w:hAnsi="Times New Roman"/>
          <w:sz w:val="28"/>
          <w:szCs w:val="28"/>
          <w:u w:val="single"/>
        </w:rPr>
        <w:t>Выводы о проделанной работе</w:t>
      </w:r>
      <w:r w:rsidRPr="00556197">
        <w:rPr>
          <w:rFonts w:ascii="Times New Roman" w:hAnsi="Times New Roman"/>
          <w:sz w:val="28"/>
          <w:szCs w:val="28"/>
        </w:rPr>
        <w:t xml:space="preserve">        </w:t>
      </w:r>
    </w:p>
    <w:p w:rsidR="002A79EF" w:rsidRPr="00556197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56197">
        <w:rPr>
          <w:rFonts w:ascii="Times New Roman" w:hAnsi="Times New Roman"/>
          <w:b/>
          <w:sz w:val="28"/>
          <w:szCs w:val="28"/>
        </w:rPr>
        <w:t>Учитель.</w:t>
      </w:r>
      <w:r w:rsidRPr="005561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56197">
        <w:rPr>
          <w:rFonts w:ascii="Times New Roman" w:hAnsi="Times New Roman"/>
          <w:sz w:val="28"/>
          <w:szCs w:val="28"/>
        </w:rPr>
        <w:t xml:space="preserve">Таким образом, </w:t>
      </w:r>
      <w:r>
        <w:rPr>
          <w:rFonts w:ascii="Times New Roman" w:hAnsi="Times New Roman"/>
          <w:sz w:val="28"/>
          <w:szCs w:val="28"/>
        </w:rPr>
        <w:t>на примере работы Сенчуровой Елены</w:t>
      </w:r>
      <w:r w:rsidRPr="00556197">
        <w:rPr>
          <w:rFonts w:ascii="Times New Roman" w:hAnsi="Times New Roman"/>
          <w:sz w:val="28"/>
          <w:szCs w:val="28"/>
        </w:rPr>
        <w:t>, можно сказать, что  научное исследование  - это процесс выработки новых знаний</w:t>
      </w:r>
    </w:p>
    <w:p w:rsidR="002A79EF" w:rsidRPr="00BA209F" w:rsidRDefault="002A79EF" w:rsidP="00BA209F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56197">
        <w:rPr>
          <w:rFonts w:ascii="Times New Roman" w:hAnsi="Times New Roman"/>
          <w:sz w:val="28"/>
          <w:szCs w:val="28"/>
        </w:rPr>
        <w:t>В результате таких поисково-исследоват</w:t>
      </w:r>
      <w:r>
        <w:rPr>
          <w:rFonts w:ascii="Times New Roman" w:hAnsi="Times New Roman"/>
          <w:sz w:val="28"/>
          <w:szCs w:val="28"/>
        </w:rPr>
        <w:t xml:space="preserve">ельских работ, по крупинкам удается </w:t>
      </w:r>
      <w:r w:rsidRPr="00556197">
        <w:rPr>
          <w:rFonts w:ascii="Times New Roman" w:hAnsi="Times New Roman"/>
          <w:sz w:val="28"/>
          <w:szCs w:val="28"/>
        </w:rPr>
        <w:t>воссоздать историю своег</w:t>
      </w:r>
      <w:r>
        <w:rPr>
          <w:rFonts w:ascii="Times New Roman" w:hAnsi="Times New Roman"/>
          <w:sz w:val="28"/>
          <w:szCs w:val="28"/>
        </w:rPr>
        <w:t>о родного края</w:t>
      </w:r>
      <w:r w:rsidRPr="00556197">
        <w:rPr>
          <w:rFonts w:ascii="Times New Roman" w:hAnsi="Times New Roman"/>
          <w:sz w:val="28"/>
          <w:szCs w:val="28"/>
        </w:rPr>
        <w:t xml:space="preserve">. </w:t>
      </w:r>
    </w:p>
    <w:p w:rsidR="002A79EF" w:rsidRPr="00AA2D85" w:rsidRDefault="002A79EF" w:rsidP="007C6819">
      <w:pPr>
        <w:pStyle w:val="NoSpacing"/>
        <w:spacing w:line="276" w:lineRule="auto"/>
        <w:jc w:val="center"/>
        <w:rPr>
          <w:rFonts w:ascii="Times New Roman" w:hAnsi="Times New Roman"/>
          <w:b/>
          <w:sz w:val="32"/>
          <w:szCs w:val="32"/>
          <w:shd w:val="clear" w:color="auto" w:fill="FFFFFF"/>
        </w:rPr>
      </w:pPr>
      <w:r w:rsidRPr="00AA2D85">
        <w:rPr>
          <w:rFonts w:ascii="Times New Roman" w:hAnsi="Times New Roman"/>
          <w:b/>
          <w:sz w:val="32"/>
          <w:szCs w:val="32"/>
          <w:shd w:val="clear" w:color="auto" w:fill="FFFFFF"/>
        </w:rPr>
        <w:t>5. Рефлексия</w:t>
      </w:r>
      <w:r>
        <w:rPr>
          <w:rFonts w:ascii="Times New Roman" w:hAnsi="Times New Roman"/>
          <w:b/>
          <w:sz w:val="32"/>
          <w:szCs w:val="32"/>
          <w:shd w:val="clear" w:color="auto" w:fill="FFFFFF"/>
        </w:rPr>
        <w:t xml:space="preserve"> занятия</w:t>
      </w:r>
    </w:p>
    <w:p w:rsidR="002A79EF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1649C">
        <w:rPr>
          <w:rFonts w:ascii="Times New Roman" w:hAnsi="Times New Roman"/>
          <w:b/>
          <w:sz w:val="28"/>
          <w:szCs w:val="28"/>
          <w:shd w:val="clear" w:color="auto" w:fill="FFFFFF"/>
        </w:rPr>
        <w:t>Учитель.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556197">
        <w:rPr>
          <w:rFonts w:ascii="Times New Roman" w:hAnsi="Times New Roman"/>
          <w:sz w:val="28"/>
          <w:szCs w:val="28"/>
          <w:shd w:val="clear" w:color="auto" w:fill="FFFFFF"/>
        </w:rPr>
        <w:t xml:space="preserve">Вы находитесь на самой первой ступени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приобщения</w:t>
      </w:r>
      <w:r w:rsidRPr="00556197">
        <w:rPr>
          <w:rFonts w:ascii="Times New Roman" w:hAnsi="Times New Roman"/>
          <w:sz w:val="28"/>
          <w:szCs w:val="28"/>
          <w:shd w:val="clear" w:color="auto" w:fill="FFFFFF"/>
        </w:rPr>
        <w:t xml:space="preserve"> к научным исследованиям. </w:t>
      </w:r>
    </w:p>
    <w:p w:rsidR="002A79EF" w:rsidRPr="00AA2D85" w:rsidRDefault="002A79EF" w:rsidP="007C6819">
      <w:pPr>
        <w:pStyle w:val="NoSpacing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A2D85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Что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же </w:t>
      </w:r>
      <w:r w:rsidRPr="00AA2D85">
        <w:rPr>
          <w:rFonts w:ascii="Times New Roman" w:hAnsi="Times New Roman"/>
          <w:bCs/>
          <w:sz w:val="28"/>
          <w:szCs w:val="28"/>
          <w:shd w:val="clear" w:color="auto" w:fill="FFFFFF"/>
        </w:rPr>
        <w:t>нового и интересного вы сегодня узнали для себя?</w:t>
      </w:r>
    </w:p>
    <w:p w:rsidR="002A79EF" w:rsidRPr="00AA2D85" w:rsidRDefault="002A79EF" w:rsidP="007C6819">
      <w:pPr>
        <w:pStyle w:val="NoSpacing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A2D85">
        <w:rPr>
          <w:rFonts w:ascii="Times New Roman" w:hAnsi="Times New Roman"/>
          <w:bCs/>
          <w:sz w:val="28"/>
          <w:szCs w:val="28"/>
          <w:shd w:val="clear" w:color="auto" w:fill="FFFFFF"/>
        </w:rPr>
        <w:t>Какой этап занятия был наиболее интересен?</w:t>
      </w:r>
    </w:p>
    <w:p w:rsidR="002A79EF" w:rsidRPr="00AA2D85" w:rsidRDefault="002A79EF" w:rsidP="007C6819">
      <w:pPr>
        <w:pStyle w:val="NoSpacing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A2D85">
        <w:rPr>
          <w:rFonts w:ascii="Times New Roman" w:hAnsi="Times New Roman"/>
          <w:bCs/>
          <w:sz w:val="28"/>
          <w:szCs w:val="28"/>
          <w:shd w:val="clear" w:color="auto" w:fill="FFFFFF"/>
        </w:rPr>
        <w:t>Что мне дало это занятие?</w:t>
      </w:r>
    </w:p>
    <w:p w:rsidR="002A79EF" w:rsidRPr="00AA2D85" w:rsidRDefault="002A79EF" w:rsidP="007C6819">
      <w:pPr>
        <w:pStyle w:val="NoSpacing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A2D85">
        <w:rPr>
          <w:rFonts w:ascii="Times New Roman" w:hAnsi="Times New Roman"/>
          <w:bCs/>
          <w:sz w:val="28"/>
          <w:szCs w:val="28"/>
          <w:shd w:val="clear" w:color="auto" w:fill="FFFFFF"/>
        </w:rPr>
        <w:t>Понравилась ли вам такая форма проведения занятия?</w:t>
      </w:r>
    </w:p>
    <w:p w:rsidR="002A79EF" w:rsidRPr="00556197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55619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  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    </w:t>
      </w:r>
      <w:r w:rsidRPr="00556197">
        <w:rPr>
          <w:rFonts w:ascii="Times New Roman" w:hAnsi="Times New Roman"/>
          <w:sz w:val="28"/>
          <w:szCs w:val="28"/>
          <w:bdr w:val="none" w:sz="0" w:space="0" w:color="auto" w:frame="1"/>
        </w:rPr>
        <w:t>Каждый человек – своего рода открыватель, он идет к старым, как мир истинам своим путем. Но у истока длинной дороги жизни, у каждого из нас есть своя малая Родина, со своим обликом, со своей красотой. Предстает она человеку в детстве и остается с ним на всю жизнь. Поэтому очень важно знать историю своего города, школы, семьи, свои корни. Невозможно понять современную жизнь, нельзя создавать будущее, не зная прошлого. Сохранением прошлого и занимаются музеи, в том числе и наш школьный.</w:t>
      </w:r>
    </w:p>
    <w:p w:rsidR="002A79EF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56197">
        <w:rPr>
          <w:rFonts w:ascii="Times New Roman" w:hAnsi="Times New Roman"/>
          <w:b/>
          <w:sz w:val="28"/>
          <w:szCs w:val="28"/>
        </w:rPr>
        <w:t xml:space="preserve">Учитель. </w:t>
      </w:r>
      <w:r w:rsidRPr="00AA2D85">
        <w:rPr>
          <w:rFonts w:ascii="Times New Roman" w:hAnsi="Times New Roman"/>
          <w:sz w:val="28"/>
          <w:szCs w:val="28"/>
        </w:rPr>
        <w:t>Подводя итог нашему заседанию, скажу…</w:t>
      </w:r>
    </w:p>
    <w:p w:rsidR="002A79EF" w:rsidRPr="00AA2D85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2A79EF" w:rsidRPr="00556197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56197">
        <w:rPr>
          <w:rStyle w:val="c2"/>
          <w:rFonts w:ascii="Times New Roman" w:hAnsi="Times New Roman"/>
          <w:sz w:val="28"/>
          <w:szCs w:val="28"/>
        </w:rPr>
        <w:t>Хорошо, что в школах  есть музеи.</w:t>
      </w:r>
    </w:p>
    <w:p w:rsidR="002A79EF" w:rsidRPr="00556197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56197">
        <w:rPr>
          <w:rStyle w:val="c2"/>
          <w:rFonts w:ascii="Times New Roman" w:hAnsi="Times New Roman"/>
          <w:sz w:val="28"/>
          <w:szCs w:val="28"/>
        </w:rPr>
        <w:t>Значит, нить времён не прервалась.</w:t>
      </w:r>
    </w:p>
    <w:p w:rsidR="002A79EF" w:rsidRPr="00556197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56197">
        <w:rPr>
          <w:rStyle w:val="c2"/>
          <w:rFonts w:ascii="Times New Roman" w:hAnsi="Times New Roman"/>
          <w:sz w:val="28"/>
          <w:szCs w:val="28"/>
        </w:rPr>
        <w:t>Значит, вместе все-таки сумеем</w:t>
      </w:r>
    </w:p>
    <w:p w:rsidR="002A79EF" w:rsidRPr="00556197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56197">
        <w:rPr>
          <w:rStyle w:val="c2"/>
          <w:rFonts w:ascii="Times New Roman" w:hAnsi="Times New Roman"/>
          <w:sz w:val="28"/>
          <w:szCs w:val="28"/>
        </w:rPr>
        <w:t>С прошлым удержать незримо связь.</w:t>
      </w:r>
    </w:p>
    <w:p w:rsidR="002A79EF" w:rsidRPr="00556197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56197">
        <w:rPr>
          <w:rStyle w:val="c2"/>
          <w:rFonts w:ascii="Times New Roman" w:hAnsi="Times New Roman"/>
          <w:sz w:val="28"/>
          <w:szCs w:val="28"/>
        </w:rPr>
        <w:t>Ты в музей пришел не просто гостем,</w:t>
      </w:r>
    </w:p>
    <w:p w:rsidR="002A79EF" w:rsidRPr="00556197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56197">
        <w:rPr>
          <w:rStyle w:val="c2"/>
          <w:rFonts w:ascii="Times New Roman" w:hAnsi="Times New Roman"/>
          <w:sz w:val="28"/>
          <w:szCs w:val="28"/>
        </w:rPr>
        <w:t>Память сердца здесь ты оживи.</w:t>
      </w:r>
    </w:p>
    <w:p w:rsidR="002A79EF" w:rsidRPr="00556197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56197">
        <w:rPr>
          <w:rStyle w:val="c2"/>
          <w:rFonts w:ascii="Times New Roman" w:hAnsi="Times New Roman"/>
          <w:sz w:val="28"/>
          <w:szCs w:val="28"/>
        </w:rPr>
        <w:t>Может, станет хоть немного проще</w:t>
      </w:r>
    </w:p>
    <w:p w:rsidR="002A79EF" w:rsidRPr="00556197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56197">
        <w:rPr>
          <w:rStyle w:val="c2"/>
          <w:rFonts w:ascii="Times New Roman" w:hAnsi="Times New Roman"/>
          <w:sz w:val="28"/>
          <w:szCs w:val="28"/>
        </w:rPr>
        <w:t>Нам понять сегодняшние дни.</w:t>
      </w:r>
    </w:p>
    <w:p w:rsidR="002A79EF" w:rsidRPr="00556197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56197">
        <w:rPr>
          <w:rStyle w:val="c2"/>
          <w:rFonts w:ascii="Times New Roman" w:hAnsi="Times New Roman"/>
          <w:sz w:val="28"/>
          <w:szCs w:val="28"/>
        </w:rPr>
        <w:t>Прикоснись к чужой судьбе  и жизни,</w:t>
      </w:r>
    </w:p>
    <w:p w:rsidR="002A79EF" w:rsidRPr="00556197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56197">
        <w:rPr>
          <w:rStyle w:val="c0"/>
          <w:rFonts w:ascii="Times New Roman" w:hAnsi="Times New Roman"/>
          <w:sz w:val="28"/>
          <w:szCs w:val="28"/>
        </w:rPr>
        <w:t>Подвигам отцов ты поклонись.</w:t>
      </w:r>
    </w:p>
    <w:p w:rsidR="002A79EF" w:rsidRPr="00556197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56197">
        <w:rPr>
          <w:rStyle w:val="c2"/>
          <w:rFonts w:ascii="Times New Roman" w:hAnsi="Times New Roman"/>
          <w:sz w:val="28"/>
          <w:szCs w:val="28"/>
        </w:rPr>
        <w:t>Так же научись служить Отчизне,</w:t>
      </w:r>
    </w:p>
    <w:p w:rsidR="002A79EF" w:rsidRPr="00556197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56197">
        <w:rPr>
          <w:rStyle w:val="c2"/>
          <w:rFonts w:ascii="Times New Roman" w:hAnsi="Times New Roman"/>
          <w:sz w:val="28"/>
          <w:szCs w:val="28"/>
        </w:rPr>
        <w:t>Чтоб прожить достойно свою жизнь!</w:t>
      </w:r>
    </w:p>
    <w:p w:rsidR="002A79EF" w:rsidRPr="00556197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56197">
        <w:rPr>
          <w:rStyle w:val="c2"/>
          <w:rFonts w:ascii="Times New Roman" w:hAnsi="Times New Roman"/>
          <w:sz w:val="28"/>
          <w:szCs w:val="28"/>
        </w:rPr>
        <w:t>Пусть в музей тропа не зарастает,</w:t>
      </w:r>
    </w:p>
    <w:p w:rsidR="002A79EF" w:rsidRPr="00556197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56197">
        <w:rPr>
          <w:rStyle w:val="c2"/>
          <w:rFonts w:ascii="Times New Roman" w:hAnsi="Times New Roman"/>
          <w:sz w:val="28"/>
          <w:szCs w:val="28"/>
        </w:rPr>
        <w:t>Пусть мужает наша детвора,</w:t>
      </w:r>
    </w:p>
    <w:p w:rsidR="002A79EF" w:rsidRPr="00556197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556197">
        <w:rPr>
          <w:rStyle w:val="c2"/>
          <w:rFonts w:ascii="Times New Roman" w:hAnsi="Times New Roman"/>
          <w:sz w:val="28"/>
          <w:szCs w:val="28"/>
        </w:rPr>
        <w:t>Пусть быстрее каждый осознает:</w:t>
      </w:r>
    </w:p>
    <w:p w:rsidR="002A79EF" w:rsidRPr="00BA209F" w:rsidRDefault="002A79EF" w:rsidP="007C6819">
      <w:pPr>
        <w:pStyle w:val="NoSpacing"/>
        <w:spacing w:line="276" w:lineRule="auto"/>
        <w:jc w:val="both"/>
        <w:rPr>
          <w:rStyle w:val="c2"/>
          <w:rFonts w:ascii="Times New Roman" w:hAnsi="Times New Roman"/>
          <w:sz w:val="28"/>
          <w:szCs w:val="28"/>
          <w:u w:val="single"/>
        </w:rPr>
      </w:pPr>
      <w:r w:rsidRPr="00D1649C">
        <w:rPr>
          <w:rStyle w:val="c2"/>
          <w:rFonts w:ascii="Times New Roman" w:hAnsi="Times New Roman"/>
          <w:sz w:val="28"/>
          <w:szCs w:val="28"/>
          <w:u w:val="single"/>
        </w:rPr>
        <w:t>Завтра вырастает из вчера.</w:t>
      </w:r>
    </w:p>
    <w:p w:rsidR="002A79EF" w:rsidRDefault="002A79EF" w:rsidP="007C6819">
      <w:pPr>
        <w:pStyle w:val="NoSpacing"/>
        <w:spacing w:line="276" w:lineRule="auto"/>
        <w:jc w:val="both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 xml:space="preserve">        </w:t>
      </w:r>
      <w:r w:rsidRPr="00556197">
        <w:rPr>
          <w:rStyle w:val="c2"/>
          <w:rFonts w:ascii="Times New Roman" w:hAnsi="Times New Roman"/>
          <w:sz w:val="28"/>
          <w:szCs w:val="28"/>
        </w:rPr>
        <w:t>Этими строками мы заканчиваем н</w:t>
      </w:r>
      <w:r>
        <w:rPr>
          <w:rStyle w:val="c2"/>
          <w:rFonts w:ascii="Times New Roman" w:hAnsi="Times New Roman"/>
          <w:sz w:val="28"/>
          <w:szCs w:val="28"/>
        </w:rPr>
        <w:t xml:space="preserve">аше заседание. Спасибо всем за участие в работе. </w:t>
      </w:r>
    </w:p>
    <w:p w:rsidR="002A79EF" w:rsidRDefault="002A79EF" w:rsidP="007C6819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 xml:space="preserve">      </w:t>
      </w:r>
      <w:r w:rsidRPr="00556197">
        <w:rPr>
          <w:rFonts w:ascii="Times New Roman" w:hAnsi="Times New Roman"/>
          <w:b/>
          <w:sz w:val="28"/>
          <w:szCs w:val="28"/>
        </w:rPr>
        <w:t>Домашнее задание</w:t>
      </w:r>
      <w:r w:rsidRPr="00556197">
        <w:rPr>
          <w:rFonts w:ascii="Times New Roman" w:hAnsi="Times New Roman"/>
          <w:sz w:val="28"/>
          <w:szCs w:val="28"/>
        </w:rPr>
        <w:t xml:space="preserve">: </w:t>
      </w:r>
      <w:r w:rsidRPr="00556197">
        <w:rPr>
          <w:rStyle w:val="c2"/>
          <w:rFonts w:ascii="Times New Roman" w:hAnsi="Times New Roman"/>
          <w:sz w:val="28"/>
          <w:szCs w:val="28"/>
        </w:rPr>
        <w:t xml:space="preserve">К следующему </w:t>
      </w:r>
      <w:r>
        <w:rPr>
          <w:rStyle w:val="c2"/>
          <w:rFonts w:ascii="Times New Roman" w:hAnsi="Times New Roman"/>
          <w:sz w:val="28"/>
          <w:szCs w:val="28"/>
        </w:rPr>
        <w:t xml:space="preserve">занятию </w:t>
      </w:r>
      <w:r w:rsidRPr="00556197">
        <w:rPr>
          <w:rStyle w:val="c2"/>
          <w:rFonts w:ascii="Times New Roman" w:hAnsi="Times New Roman"/>
          <w:sz w:val="28"/>
          <w:szCs w:val="28"/>
        </w:rPr>
        <w:t xml:space="preserve"> - </w:t>
      </w:r>
      <w:r w:rsidRPr="00556197">
        <w:rPr>
          <w:rFonts w:ascii="Times New Roman" w:hAnsi="Times New Roman"/>
          <w:sz w:val="28"/>
          <w:szCs w:val="28"/>
        </w:rPr>
        <w:t>подготовить  историю любого,  понравившегося вам экспоната (утюга,  рушника, горшка, ухвата и т. д)</w:t>
      </w:r>
      <w:r>
        <w:rPr>
          <w:rFonts w:ascii="Times New Roman" w:hAnsi="Times New Roman"/>
          <w:sz w:val="28"/>
          <w:szCs w:val="28"/>
        </w:rPr>
        <w:t xml:space="preserve">. </w:t>
      </w:r>
      <w:r w:rsidRPr="005561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Это необходимо для выполнения самостоятельного мини-исследования.</w:t>
      </w:r>
    </w:p>
    <w:p w:rsidR="002A79EF" w:rsidRDefault="002A79EF" w:rsidP="006C6BD2"/>
    <w:p w:rsidR="002A79EF" w:rsidRPr="00556197" w:rsidRDefault="002A79EF" w:rsidP="006C6BD2">
      <w:pPr>
        <w:pStyle w:val="NoSpacing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556197">
        <w:rPr>
          <w:rFonts w:ascii="Times New Roman" w:hAnsi="Times New Roman"/>
          <w:b/>
          <w:sz w:val="28"/>
          <w:szCs w:val="28"/>
        </w:rPr>
        <w:t>Описание предмета</w:t>
      </w:r>
    </w:p>
    <w:p w:rsidR="002A79EF" w:rsidRPr="00556197" w:rsidRDefault="002A79EF" w:rsidP="006C6BD2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u w:val="single"/>
        </w:rPr>
        <w:t>1.</w:t>
      </w:r>
      <w:r w:rsidRPr="00292812">
        <w:rPr>
          <w:rFonts w:ascii="Times New Roman" w:hAnsi="Times New Roman"/>
          <w:i/>
          <w:sz w:val="28"/>
          <w:szCs w:val="28"/>
          <w:u w:val="single"/>
        </w:rPr>
        <w:t>Название предмета</w:t>
      </w:r>
      <w:r w:rsidRPr="00556197">
        <w:rPr>
          <w:rFonts w:ascii="Times New Roman" w:hAnsi="Times New Roman"/>
          <w:sz w:val="28"/>
          <w:szCs w:val="28"/>
        </w:rPr>
        <w:t xml:space="preserve"> – рубель, (ребрак, пральник)</w:t>
      </w:r>
    </w:p>
    <w:p w:rsidR="002A79EF" w:rsidRDefault="002A79EF" w:rsidP="006C6BD2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u w:val="single"/>
        </w:rPr>
        <w:t>2.</w:t>
      </w:r>
      <w:r w:rsidRPr="00292812">
        <w:rPr>
          <w:rFonts w:ascii="Times New Roman" w:hAnsi="Times New Roman"/>
          <w:i/>
          <w:sz w:val="28"/>
          <w:szCs w:val="28"/>
          <w:u w:val="single"/>
        </w:rPr>
        <w:t>Назначение</w:t>
      </w:r>
      <w:r w:rsidRPr="00556197">
        <w:rPr>
          <w:rFonts w:ascii="Times New Roman" w:hAnsi="Times New Roman"/>
          <w:sz w:val="28"/>
          <w:szCs w:val="28"/>
        </w:rPr>
        <w:t xml:space="preserve"> –</w:t>
      </w:r>
      <w:r w:rsidRPr="00556197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Рубе́ль</w:t>
      </w:r>
      <w:r w:rsidRPr="00556197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556197">
        <w:rPr>
          <w:rFonts w:ascii="Times New Roman" w:hAnsi="Times New Roman"/>
          <w:sz w:val="28"/>
          <w:szCs w:val="28"/>
          <w:shd w:val="clear" w:color="auto" w:fill="FFFFFF"/>
        </w:rPr>
        <w:t>— предмет домашнего быта, который в старину</w:t>
      </w:r>
      <w:r w:rsidRPr="00556197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10" w:tooltip="Русские" w:history="1">
        <w:r w:rsidRPr="00556197">
          <w:rPr>
            <w:rStyle w:val="Hyperlink"/>
            <w:rFonts w:ascii="Times New Roman" w:hAnsi="Times New Roman"/>
            <w:sz w:val="28"/>
            <w:szCs w:val="28"/>
            <w:shd w:val="clear" w:color="auto" w:fill="FFFFFF"/>
          </w:rPr>
          <w:t>русские</w:t>
        </w:r>
      </w:hyperlink>
      <w:r w:rsidRPr="00556197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556197">
        <w:rPr>
          <w:rFonts w:ascii="Times New Roman" w:hAnsi="Times New Roman"/>
          <w:sz w:val="28"/>
          <w:szCs w:val="28"/>
          <w:shd w:val="clear" w:color="auto" w:fill="FFFFFF"/>
        </w:rPr>
        <w:t>женщины использовали для выколачивания (</w:t>
      </w:r>
      <w:hyperlink r:id="rId11" w:tooltip="Стирка" w:history="1">
        <w:r w:rsidRPr="00556197">
          <w:rPr>
            <w:rStyle w:val="Hyperlink"/>
            <w:rFonts w:ascii="Times New Roman" w:hAnsi="Times New Roman"/>
            <w:sz w:val="28"/>
            <w:szCs w:val="28"/>
            <w:shd w:val="clear" w:color="auto" w:fill="FFFFFF"/>
          </w:rPr>
          <w:t>стирки</w:t>
        </w:r>
      </w:hyperlink>
      <w:r w:rsidRPr="00556197">
        <w:rPr>
          <w:rFonts w:ascii="Times New Roman" w:hAnsi="Times New Roman"/>
          <w:sz w:val="28"/>
          <w:szCs w:val="28"/>
          <w:shd w:val="clear" w:color="auto" w:fill="FFFFFF"/>
        </w:rPr>
        <w:t>) и</w:t>
      </w:r>
      <w:r w:rsidRPr="00556197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hyperlink r:id="rId12" w:tooltip="Глажение" w:history="1">
        <w:r w:rsidRPr="00556197">
          <w:rPr>
            <w:rStyle w:val="Hyperlink"/>
            <w:rFonts w:ascii="Times New Roman" w:hAnsi="Times New Roman"/>
            <w:sz w:val="28"/>
            <w:szCs w:val="28"/>
            <w:shd w:val="clear" w:color="auto" w:fill="FFFFFF"/>
          </w:rPr>
          <w:t>глажения</w:t>
        </w:r>
      </w:hyperlink>
      <w:r w:rsidRPr="00556197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556197">
        <w:rPr>
          <w:rFonts w:ascii="Times New Roman" w:hAnsi="Times New Roman"/>
          <w:sz w:val="28"/>
          <w:szCs w:val="28"/>
          <w:shd w:val="clear" w:color="auto" w:fill="FFFFFF"/>
        </w:rPr>
        <w:t>белья.</w:t>
      </w:r>
    </w:p>
    <w:p w:rsidR="002A79EF" w:rsidRDefault="002A79EF" w:rsidP="006C6BD2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AA2D85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i/>
          <w:sz w:val="28"/>
          <w:szCs w:val="28"/>
          <w:u w:val="single"/>
        </w:rPr>
        <w:t>3.</w:t>
      </w:r>
      <w:r w:rsidRPr="00AA2D85">
        <w:rPr>
          <w:rFonts w:ascii="Times New Roman" w:hAnsi="Times New Roman"/>
          <w:i/>
          <w:sz w:val="28"/>
          <w:szCs w:val="28"/>
          <w:u w:val="single"/>
        </w:rPr>
        <w:t>Время создания</w:t>
      </w:r>
      <w:r w:rsidRPr="00AA2D85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AA2D85">
        <w:rPr>
          <w:rFonts w:ascii="Times New Roman" w:hAnsi="Times New Roman"/>
          <w:i/>
          <w:sz w:val="28"/>
          <w:szCs w:val="28"/>
          <w:u w:val="single"/>
        </w:rPr>
        <w:t>и место бытования, связь с краем</w:t>
      </w:r>
      <w:r w:rsidRPr="00556197">
        <w:rPr>
          <w:rFonts w:ascii="Times New Roman" w:hAnsi="Times New Roman"/>
          <w:sz w:val="28"/>
          <w:szCs w:val="28"/>
        </w:rPr>
        <w:t xml:space="preserve"> – Был создан еще в период Древней Руси. Применялся повсеместно на Руси в том числе и у нас на Белгородчине.</w:t>
      </w:r>
    </w:p>
    <w:p w:rsidR="002A79EF" w:rsidRPr="00556197" w:rsidRDefault="002A79EF" w:rsidP="006C6BD2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u w:val="single"/>
        </w:rPr>
        <w:t>4</w:t>
      </w:r>
      <w:r w:rsidRPr="00AA2D85">
        <w:rPr>
          <w:rFonts w:ascii="Times New Roman" w:hAnsi="Times New Roman"/>
          <w:i/>
          <w:sz w:val="28"/>
          <w:szCs w:val="28"/>
          <w:u w:val="single"/>
        </w:rPr>
        <w:t>. Материал</w:t>
      </w:r>
      <w:r w:rsidRPr="00556197">
        <w:rPr>
          <w:rFonts w:ascii="Times New Roman" w:hAnsi="Times New Roman"/>
          <w:i/>
          <w:sz w:val="28"/>
          <w:szCs w:val="28"/>
        </w:rPr>
        <w:t xml:space="preserve"> </w:t>
      </w:r>
      <w:r w:rsidRPr="00556197">
        <w:rPr>
          <w:rFonts w:ascii="Times New Roman" w:hAnsi="Times New Roman"/>
          <w:sz w:val="28"/>
          <w:szCs w:val="28"/>
        </w:rPr>
        <w:t>–  древесина</w:t>
      </w:r>
    </w:p>
    <w:p w:rsidR="002A79EF" w:rsidRPr="00556197" w:rsidRDefault="002A79EF" w:rsidP="006C6BD2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AA2D85">
        <w:rPr>
          <w:rFonts w:ascii="Times New Roman" w:hAnsi="Times New Roman"/>
          <w:i/>
          <w:sz w:val="28"/>
          <w:szCs w:val="28"/>
          <w:u w:val="single"/>
        </w:rPr>
        <w:t>5. Техника изготовления</w:t>
      </w:r>
      <w:r w:rsidRPr="00556197">
        <w:rPr>
          <w:rFonts w:ascii="Times New Roman" w:hAnsi="Times New Roman"/>
          <w:sz w:val="28"/>
          <w:szCs w:val="28"/>
        </w:rPr>
        <w:t xml:space="preserve"> – ручная работа </w:t>
      </w:r>
    </w:p>
    <w:p w:rsidR="002A79EF" w:rsidRPr="00556197" w:rsidRDefault="002A79EF" w:rsidP="006C6BD2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AA2D85">
        <w:rPr>
          <w:rFonts w:ascii="Times New Roman" w:hAnsi="Times New Roman"/>
          <w:i/>
          <w:sz w:val="28"/>
          <w:szCs w:val="28"/>
          <w:u w:val="single"/>
        </w:rPr>
        <w:t>6. Легенда: кому принадлежала, каким образом попала в музей, подарена  или на временное хранение</w:t>
      </w:r>
      <w:r w:rsidRPr="00556197">
        <w:rPr>
          <w:rFonts w:ascii="Times New Roman" w:hAnsi="Times New Roman"/>
          <w:sz w:val="28"/>
          <w:szCs w:val="28"/>
        </w:rPr>
        <w:t xml:space="preserve"> – Передан в школьный музей родственниками Котенко Евдокии Ивановны, жительницы Прохоровского района.</w:t>
      </w:r>
    </w:p>
    <w:p w:rsidR="002A79EF" w:rsidRPr="00556197" w:rsidRDefault="002A79EF" w:rsidP="006C6BD2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AA2D85">
        <w:rPr>
          <w:rFonts w:ascii="Times New Roman" w:hAnsi="Times New Roman"/>
          <w:i/>
          <w:sz w:val="28"/>
          <w:szCs w:val="28"/>
          <w:u w:val="single"/>
        </w:rPr>
        <w:t>7.  Авторская принадлежность</w:t>
      </w:r>
      <w:r w:rsidRPr="00556197">
        <w:rPr>
          <w:rFonts w:ascii="Times New Roman" w:hAnsi="Times New Roman"/>
          <w:i/>
          <w:sz w:val="28"/>
          <w:szCs w:val="28"/>
        </w:rPr>
        <w:t xml:space="preserve"> </w:t>
      </w:r>
      <w:r w:rsidRPr="00556197">
        <w:rPr>
          <w:rFonts w:ascii="Times New Roman" w:hAnsi="Times New Roman"/>
          <w:sz w:val="28"/>
          <w:szCs w:val="28"/>
        </w:rPr>
        <w:t>– неизвестный мастер</w:t>
      </w:r>
    </w:p>
    <w:p w:rsidR="002A79EF" w:rsidRDefault="002A79EF" w:rsidP="006C6BD2"/>
    <w:p w:rsidR="002A79EF" w:rsidRDefault="002A79EF" w:rsidP="006C6BD2"/>
    <w:p w:rsidR="002A79EF" w:rsidRDefault="002A79EF" w:rsidP="006C6BD2"/>
    <w:p w:rsidR="002A79EF" w:rsidRDefault="002A79EF" w:rsidP="006C6BD2"/>
    <w:p w:rsidR="002A79EF" w:rsidRPr="00556197" w:rsidRDefault="002A79EF" w:rsidP="006C6BD2">
      <w:pPr>
        <w:pStyle w:val="NoSpacing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556197">
        <w:rPr>
          <w:rFonts w:ascii="Times New Roman" w:hAnsi="Times New Roman"/>
          <w:b/>
          <w:sz w:val="28"/>
          <w:szCs w:val="28"/>
        </w:rPr>
        <w:t>Описание предмета</w:t>
      </w:r>
    </w:p>
    <w:p w:rsidR="002A79EF" w:rsidRPr="00556197" w:rsidRDefault="002A79EF" w:rsidP="006C6BD2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u w:val="single"/>
        </w:rPr>
        <w:t>1.</w:t>
      </w:r>
      <w:r w:rsidRPr="00292812">
        <w:rPr>
          <w:rFonts w:ascii="Times New Roman" w:hAnsi="Times New Roman"/>
          <w:i/>
          <w:sz w:val="28"/>
          <w:szCs w:val="28"/>
          <w:u w:val="single"/>
        </w:rPr>
        <w:t>Название предмета</w:t>
      </w:r>
      <w:r>
        <w:rPr>
          <w:rFonts w:ascii="Times New Roman" w:hAnsi="Times New Roman"/>
          <w:sz w:val="28"/>
          <w:szCs w:val="28"/>
        </w:rPr>
        <w:t xml:space="preserve"> _______________________________________________</w:t>
      </w:r>
    </w:p>
    <w:p w:rsidR="002A79EF" w:rsidRDefault="002A79EF" w:rsidP="006C6BD2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u w:val="single"/>
        </w:rPr>
        <w:t>2.</w:t>
      </w:r>
      <w:r w:rsidRPr="00292812">
        <w:rPr>
          <w:rFonts w:ascii="Times New Roman" w:hAnsi="Times New Roman"/>
          <w:i/>
          <w:sz w:val="28"/>
          <w:szCs w:val="28"/>
          <w:u w:val="single"/>
        </w:rPr>
        <w:t>Назначение</w:t>
      </w:r>
      <w:r w:rsidRPr="005561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2A79EF" w:rsidRDefault="002A79EF" w:rsidP="006C6BD2">
      <w:pPr>
        <w:pStyle w:val="NoSpacing"/>
        <w:spacing w:line="276" w:lineRule="auto"/>
        <w:rPr>
          <w:rFonts w:ascii="Times New Roman" w:hAnsi="Times New Roman"/>
          <w:sz w:val="28"/>
          <w:szCs w:val="28"/>
        </w:rPr>
      </w:pPr>
      <w:r w:rsidRPr="00AA2D85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i/>
          <w:sz w:val="28"/>
          <w:szCs w:val="28"/>
          <w:u w:val="single"/>
        </w:rPr>
        <w:t>3.</w:t>
      </w:r>
      <w:r w:rsidRPr="00AA2D85">
        <w:rPr>
          <w:rFonts w:ascii="Times New Roman" w:hAnsi="Times New Roman"/>
          <w:i/>
          <w:sz w:val="28"/>
          <w:szCs w:val="28"/>
          <w:u w:val="single"/>
        </w:rPr>
        <w:t>Время создания</w:t>
      </w:r>
      <w:r w:rsidRPr="00AA2D85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AA2D85">
        <w:rPr>
          <w:rFonts w:ascii="Times New Roman" w:hAnsi="Times New Roman"/>
          <w:i/>
          <w:sz w:val="28"/>
          <w:szCs w:val="28"/>
          <w:u w:val="single"/>
        </w:rPr>
        <w:t>и место бытования, связь с краем</w:t>
      </w:r>
      <w:r w:rsidRPr="005561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</w:t>
      </w:r>
    </w:p>
    <w:p w:rsidR="002A79EF" w:rsidRPr="00556197" w:rsidRDefault="002A79EF" w:rsidP="006C6BD2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u w:val="single"/>
        </w:rPr>
        <w:t>4</w:t>
      </w:r>
      <w:r w:rsidRPr="00AA2D85">
        <w:rPr>
          <w:rFonts w:ascii="Times New Roman" w:hAnsi="Times New Roman"/>
          <w:i/>
          <w:sz w:val="28"/>
          <w:szCs w:val="28"/>
          <w:u w:val="single"/>
        </w:rPr>
        <w:t>. Материал</w:t>
      </w:r>
      <w:r w:rsidRPr="00556197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 ______________________________________________</w:t>
      </w:r>
    </w:p>
    <w:p w:rsidR="002A79EF" w:rsidRPr="00556197" w:rsidRDefault="002A79EF" w:rsidP="006C6BD2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AA2D85">
        <w:rPr>
          <w:rFonts w:ascii="Times New Roman" w:hAnsi="Times New Roman"/>
          <w:i/>
          <w:sz w:val="28"/>
          <w:szCs w:val="28"/>
          <w:u w:val="single"/>
        </w:rPr>
        <w:t>5. Техника изготовления</w:t>
      </w:r>
      <w:r>
        <w:rPr>
          <w:rFonts w:ascii="Times New Roman" w:hAnsi="Times New Roman"/>
          <w:sz w:val="28"/>
          <w:szCs w:val="28"/>
        </w:rPr>
        <w:t xml:space="preserve"> – ____________________________________</w:t>
      </w:r>
    </w:p>
    <w:p w:rsidR="002A79EF" w:rsidRDefault="002A79EF" w:rsidP="006C6BD2">
      <w:pPr>
        <w:pStyle w:val="NoSpacing"/>
        <w:spacing w:line="276" w:lineRule="auto"/>
        <w:rPr>
          <w:rFonts w:ascii="Times New Roman" w:hAnsi="Times New Roman"/>
          <w:sz w:val="28"/>
          <w:szCs w:val="28"/>
        </w:rPr>
      </w:pPr>
      <w:r w:rsidRPr="00AA2D85">
        <w:rPr>
          <w:rFonts w:ascii="Times New Roman" w:hAnsi="Times New Roman"/>
          <w:i/>
          <w:sz w:val="28"/>
          <w:szCs w:val="28"/>
          <w:u w:val="single"/>
        </w:rPr>
        <w:t>6. Легенда: кому принадлежала, каким образом попала в музей, подарена  или на временное хранение</w:t>
      </w:r>
      <w:r w:rsidRPr="00556197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2A79EF" w:rsidRPr="00556197" w:rsidRDefault="002A79EF" w:rsidP="006C6BD2">
      <w:pPr>
        <w:pStyle w:val="NoSpacing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AA2D85">
        <w:rPr>
          <w:rFonts w:ascii="Times New Roman" w:hAnsi="Times New Roman"/>
          <w:i/>
          <w:sz w:val="28"/>
          <w:szCs w:val="28"/>
          <w:u w:val="single"/>
        </w:rPr>
        <w:t>7.  Авторская принадлежность</w:t>
      </w:r>
      <w:r w:rsidRPr="00556197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–_______________________________________</w:t>
      </w:r>
    </w:p>
    <w:p w:rsidR="002A79EF" w:rsidRDefault="002A79EF" w:rsidP="006C6BD2"/>
    <w:p w:rsidR="002A79EF" w:rsidRDefault="002A79EF" w:rsidP="006C6BD2"/>
    <w:p w:rsidR="002A79EF" w:rsidRDefault="002A79EF" w:rsidP="006C6BD2"/>
    <w:p w:rsidR="002A79EF" w:rsidRDefault="002A79EF" w:rsidP="006C6BD2">
      <w:pPr>
        <w:sectPr w:rsidR="002A79EF" w:rsidSect="002F7956">
          <w:footerReference w:type="default" r:id="rId13"/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2A79EF" w:rsidRPr="003F0F3B" w:rsidRDefault="002A79EF" w:rsidP="006C6BD2">
      <w:pPr>
        <w:jc w:val="center"/>
        <w:rPr>
          <w:rFonts w:ascii="Times New Roman" w:hAnsi="Times New Roman"/>
          <w:sz w:val="24"/>
          <w:szCs w:val="24"/>
        </w:rPr>
      </w:pPr>
      <w:r w:rsidRPr="003F0F3B">
        <w:rPr>
          <w:rFonts w:ascii="Times New Roman" w:hAnsi="Times New Roman"/>
          <w:sz w:val="24"/>
          <w:szCs w:val="24"/>
        </w:rPr>
        <w:t>«ПУТЕШЕСТВИЕ В МИР МУЗЕЯ»</w:t>
      </w:r>
    </w:p>
    <w:p w:rsidR="002A79EF" w:rsidRPr="003F0F3B" w:rsidRDefault="002A79EF" w:rsidP="006C6BD2">
      <w:pPr>
        <w:rPr>
          <w:rFonts w:ascii="Times New Roman" w:hAnsi="Times New Roman"/>
          <w:sz w:val="24"/>
          <w:szCs w:val="24"/>
        </w:rPr>
      </w:pPr>
      <w:r w:rsidRPr="003F0F3B">
        <w:rPr>
          <w:rFonts w:ascii="Times New Roman" w:hAnsi="Times New Roman"/>
          <w:sz w:val="24"/>
          <w:szCs w:val="24"/>
        </w:rPr>
        <w:t>МУЗЕЙ - ________________________________________________________________________________________________________________________________________________________________________________________________________________________</w:t>
      </w:r>
    </w:p>
    <w:p w:rsidR="002A79EF" w:rsidRPr="003F0F3B" w:rsidRDefault="002A79EF" w:rsidP="006C6BD2">
      <w:pPr>
        <w:rPr>
          <w:rFonts w:ascii="Times New Roman" w:hAnsi="Times New Roman"/>
          <w:sz w:val="24"/>
          <w:szCs w:val="24"/>
        </w:rPr>
      </w:pPr>
      <w:r w:rsidRPr="003F0F3B">
        <w:rPr>
          <w:rFonts w:ascii="Times New Roman" w:hAnsi="Times New Roman"/>
          <w:sz w:val="24"/>
          <w:szCs w:val="24"/>
        </w:rPr>
        <w:t>МУЗЕЙНЫЙ ЭКСПОНАТ ________________________________________________________________________________________________________________________________________________________________________________________________________________________</w:t>
      </w:r>
    </w:p>
    <w:p w:rsidR="002A79EF" w:rsidRPr="003F0F3B" w:rsidRDefault="002A79EF" w:rsidP="006C6BD2">
      <w:pPr>
        <w:jc w:val="center"/>
        <w:rPr>
          <w:rFonts w:ascii="Times New Roman" w:hAnsi="Times New Roman"/>
          <w:sz w:val="24"/>
          <w:szCs w:val="24"/>
        </w:rPr>
      </w:pPr>
    </w:p>
    <w:p w:rsidR="002A79EF" w:rsidRPr="003F0F3B" w:rsidRDefault="002A79EF" w:rsidP="006C6BD2">
      <w:pPr>
        <w:jc w:val="center"/>
        <w:rPr>
          <w:rFonts w:ascii="Times New Roman" w:hAnsi="Times New Roman"/>
          <w:sz w:val="24"/>
          <w:szCs w:val="24"/>
        </w:rPr>
      </w:pPr>
      <w:r w:rsidRPr="003F0F3B">
        <w:rPr>
          <w:rFonts w:ascii="Times New Roman" w:hAnsi="Times New Roman"/>
          <w:sz w:val="24"/>
          <w:szCs w:val="24"/>
        </w:rPr>
        <w:t>«ПУТЕШЕСТВИЕ В МИР МУЗЕЯ»</w:t>
      </w:r>
    </w:p>
    <w:p w:rsidR="002A79EF" w:rsidRPr="003F0F3B" w:rsidRDefault="002A79EF" w:rsidP="006C6BD2">
      <w:pPr>
        <w:rPr>
          <w:rFonts w:ascii="Times New Roman" w:hAnsi="Times New Roman"/>
          <w:sz w:val="24"/>
          <w:szCs w:val="24"/>
        </w:rPr>
      </w:pPr>
      <w:r w:rsidRPr="003F0F3B">
        <w:rPr>
          <w:rFonts w:ascii="Times New Roman" w:hAnsi="Times New Roman"/>
          <w:sz w:val="24"/>
          <w:szCs w:val="24"/>
        </w:rPr>
        <w:t>МУЗЕЙ - ________________________________________________________________________________________________________________________________________________________________________________________________________________________</w:t>
      </w:r>
    </w:p>
    <w:p w:rsidR="002A79EF" w:rsidRPr="003F0F3B" w:rsidRDefault="002A79EF" w:rsidP="006C6BD2">
      <w:pPr>
        <w:rPr>
          <w:rFonts w:ascii="Times New Roman" w:hAnsi="Times New Roman"/>
          <w:sz w:val="24"/>
          <w:szCs w:val="24"/>
        </w:rPr>
      </w:pPr>
      <w:r w:rsidRPr="003F0F3B">
        <w:rPr>
          <w:rFonts w:ascii="Times New Roman" w:hAnsi="Times New Roman"/>
          <w:sz w:val="24"/>
          <w:szCs w:val="24"/>
        </w:rPr>
        <w:t>МУЗЕЙНЫЙ ЭКСПОНАТ ________________________________________________________________________________________________________________________________________________________________________________________________________________________</w:t>
      </w:r>
    </w:p>
    <w:p w:rsidR="002A79EF" w:rsidRPr="003F0F3B" w:rsidRDefault="002A79EF" w:rsidP="006C6BD2">
      <w:pPr>
        <w:rPr>
          <w:rFonts w:ascii="Times New Roman" w:hAnsi="Times New Roman"/>
          <w:sz w:val="24"/>
          <w:szCs w:val="24"/>
        </w:rPr>
      </w:pPr>
    </w:p>
    <w:p w:rsidR="002A79EF" w:rsidRPr="003F0F3B" w:rsidRDefault="002A79EF" w:rsidP="006C6BD2">
      <w:pPr>
        <w:jc w:val="center"/>
        <w:rPr>
          <w:rFonts w:ascii="Times New Roman" w:hAnsi="Times New Roman"/>
          <w:sz w:val="24"/>
          <w:szCs w:val="24"/>
        </w:rPr>
      </w:pPr>
      <w:r w:rsidRPr="003F0F3B">
        <w:rPr>
          <w:rFonts w:ascii="Times New Roman" w:hAnsi="Times New Roman"/>
          <w:sz w:val="24"/>
          <w:szCs w:val="24"/>
        </w:rPr>
        <w:t>«ПУТЕШЕСТВИЕ В МИР МУЗЕЯ»</w:t>
      </w:r>
    </w:p>
    <w:p w:rsidR="002A79EF" w:rsidRPr="003F0F3B" w:rsidRDefault="002A79EF" w:rsidP="006C6BD2">
      <w:pPr>
        <w:rPr>
          <w:rFonts w:ascii="Times New Roman" w:hAnsi="Times New Roman"/>
          <w:sz w:val="24"/>
          <w:szCs w:val="24"/>
        </w:rPr>
      </w:pPr>
      <w:r w:rsidRPr="003F0F3B">
        <w:rPr>
          <w:rFonts w:ascii="Times New Roman" w:hAnsi="Times New Roman"/>
          <w:sz w:val="24"/>
          <w:szCs w:val="24"/>
        </w:rPr>
        <w:t>МУЗЕЙ - ________________________________________________________________________________________________________________________________________________________________________________________________________________________</w:t>
      </w:r>
    </w:p>
    <w:p w:rsidR="002A79EF" w:rsidRPr="003F0F3B" w:rsidRDefault="002A79EF" w:rsidP="006C6BD2">
      <w:pPr>
        <w:rPr>
          <w:rFonts w:ascii="Times New Roman" w:hAnsi="Times New Roman"/>
          <w:sz w:val="24"/>
          <w:szCs w:val="24"/>
        </w:rPr>
      </w:pPr>
      <w:r w:rsidRPr="003F0F3B">
        <w:rPr>
          <w:rFonts w:ascii="Times New Roman" w:hAnsi="Times New Roman"/>
          <w:sz w:val="24"/>
          <w:szCs w:val="24"/>
        </w:rPr>
        <w:t>МУЗЕЙНЫЙ ЭКСПОНАТ ________________________________________________________________________________________________________________________________________________________________________________________________________________________</w:t>
      </w:r>
    </w:p>
    <w:p w:rsidR="002A79EF" w:rsidRPr="003F0F3B" w:rsidRDefault="002A79EF" w:rsidP="006C6BD2">
      <w:pPr>
        <w:rPr>
          <w:rFonts w:ascii="Times New Roman" w:hAnsi="Times New Roman"/>
          <w:sz w:val="24"/>
          <w:szCs w:val="24"/>
        </w:rPr>
      </w:pPr>
    </w:p>
    <w:p w:rsidR="002A79EF" w:rsidRPr="003F0F3B" w:rsidRDefault="002A79EF" w:rsidP="006C6BD2">
      <w:pPr>
        <w:rPr>
          <w:rFonts w:ascii="Times New Roman" w:hAnsi="Times New Roman"/>
          <w:sz w:val="24"/>
          <w:szCs w:val="24"/>
        </w:rPr>
      </w:pPr>
    </w:p>
    <w:p w:rsidR="002A79EF" w:rsidRDefault="002A79EF"/>
    <w:sectPr w:rsidR="002A79EF" w:rsidSect="002F7956">
      <w:footerReference w:type="default" r:id="rId14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79EF" w:rsidRDefault="002A79EF" w:rsidP="00F918EB">
      <w:pPr>
        <w:spacing w:after="0" w:line="240" w:lineRule="auto"/>
      </w:pPr>
      <w:r>
        <w:separator/>
      </w:r>
    </w:p>
  </w:endnote>
  <w:endnote w:type="continuationSeparator" w:id="0">
    <w:p w:rsidR="002A79EF" w:rsidRDefault="002A79EF" w:rsidP="00F91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9EF" w:rsidRDefault="002A79EF">
    <w:pPr>
      <w:pStyle w:val="Footer"/>
      <w:jc w:val="right"/>
    </w:pPr>
    <w:fldSimple w:instr=" PAGE   \* MERGEFORMAT ">
      <w:r>
        <w:rPr>
          <w:noProof/>
        </w:rPr>
        <w:t>7</w:t>
      </w:r>
    </w:fldSimple>
  </w:p>
  <w:p w:rsidR="002A79EF" w:rsidRDefault="002A79E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9EF" w:rsidRDefault="002A79EF">
    <w:pPr>
      <w:pStyle w:val="Footer"/>
      <w:jc w:val="right"/>
    </w:pPr>
    <w:fldSimple w:instr=" PAGE   \* MERGEFORMAT ">
      <w:r>
        <w:rPr>
          <w:noProof/>
        </w:rPr>
        <w:t>8</w:t>
      </w:r>
    </w:fldSimple>
  </w:p>
  <w:p w:rsidR="002A79EF" w:rsidRDefault="002A79E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79EF" w:rsidRDefault="002A79EF" w:rsidP="00F918EB">
      <w:pPr>
        <w:spacing w:after="0" w:line="240" w:lineRule="auto"/>
      </w:pPr>
      <w:r>
        <w:separator/>
      </w:r>
    </w:p>
  </w:footnote>
  <w:footnote w:type="continuationSeparator" w:id="0">
    <w:p w:rsidR="002A79EF" w:rsidRDefault="002A79EF" w:rsidP="00F918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E7183"/>
    <w:multiLevelType w:val="hybridMultilevel"/>
    <w:tmpl w:val="050E2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B001AD"/>
    <w:multiLevelType w:val="hybridMultilevel"/>
    <w:tmpl w:val="AC3E3B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30D3EEE"/>
    <w:multiLevelType w:val="hybridMultilevel"/>
    <w:tmpl w:val="F2B6DC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093E57"/>
    <w:multiLevelType w:val="hybridMultilevel"/>
    <w:tmpl w:val="7D28FD2C"/>
    <w:lvl w:ilvl="0" w:tplc="34B45D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6E4BD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5EA33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DB62FD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6225D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E168B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80C2D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1281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5D448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6C55D7E"/>
    <w:multiLevelType w:val="hybridMultilevel"/>
    <w:tmpl w:val="8C88B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FD2F00"/>
    <w:multiLevelType w:val="hybridMultilevel"/>
    <w:tmpl w:val="E9E817D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6819"/>
    <w:rsid w:val="00010CF3"/>
    <w:rsid w:val="00031064"/>
    <w:rsid w:val="0006105B"/>
    <w:rsid w:val="00083CE3"/>
    <w:rsid w:val="0009689C"/>
    <w:rsid w:val="000E059B"/>
    <w:rsid w:val="000F6F32"/>
    <w:rsid w:val="00195ECE"/>
    <w:rsid w:val="002149F0"/>
    <w:rsid w:val="00214BCC"/>
    <w:rsid w:val="00292812"/>
    <w:rsid w:val="002A79EF"/>
    <w:rsid w:val="002B77C7"/>
    <w:rsid w:val="002F7956"/>
    <w:rsid w:val="00300A01"/>
    <w:rsid w:val="003168CD"/>
    <w:rsid w:val="003206E9"/>
    <w:rsid w:val="00375A4D"/>
    <w:rsid w:val="003D79A7"/>
    <w:rsid w:val="003F0F3B"/>
    <w:rsid w:val="00410165"/>
    <w:rsid w:val="004201E9"/>
    <w:rsid w:val="00556197"/>
    <w:rsid w:val="005C25FA"/>
    <w:rsid w:val="005C3C8A"/>
    <w:rsid w:val="00660D72"/>
    <w:rsid w:val="006A6F3B"/>
    <w:rsid w:val="006C6BD2"/>
    <w:rsid w:val="006F358F"/>
    <w:rsid w:val="00777933"/>
    <w:rsid w:val="007B1C4A"/>
    <w:rsid w:val="007C6819"/>
    <w:rsid w:val="007F278D"/>
    <w:rsid w:val="008F5A5C"/>
    <w:rsid w:val="009229CA"/>
    <w:rsid w:val="00954942"/>
    <w:rsid w:val="009D37BA"/>
    <w:rsid w:val="009D40F9"/>
    <w:rsid w:val="00A23978"/>
    <w:rsid w:val="00AA2D85"/>
    <w:rsid w:val="00BA2054"/>
    <w:rsid w:val="00BA209F"/>
    <w:rsid w:val="00C30783"/>
    <w:rsid w:val="00C36F9D"/>
    <w:rsid w:val="00D047D4"/>
    <w:rsid w:val="00D1649C"/>
    <w:rsid w:val="00DC4D7E"/>
    <w:rsid w:val="00DC6EA7"/>
    <w:rsid w:val="00DE5097"/>
    <w:rsid w:val="00E30222"/>
    <w:rsid w:val="00E733AE"/>
    <w:rsid w:val="00E745CA"/>
    <w:rsid w:val="00EC2BD1"/>
    <w:rsid w:val="00EF64D2"/>
    <w:rsid w:val="00F1094E"/>
    <w:rsid w:val="00F43CEE"/>
    <w:rsid w:val="00F521BA"/>
    <w:rsid w:val="00F56C77"/>
    <w:rsid w:val="00F918EB"/>
    <w:rsid w:val="00FB1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81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2">
    <w:name w:val="c2"/>
    <w:basedOn w:val="DefaultParagraphFont"/>
    <w:uiPriority w:val="99"/>
    <w:rsid w:val="007C6819"/>
    <w:rPr>
      <w:rFonts w:cs="Times New Roman"/>
    </w:rPr>
  </w:style>
  <w:style w:type="character" w:customStyle="1" w:styleId="c0">
    <w:name w:val="c0"/>
    <w:basedOn w:val="DefaultParagraphFont"/>
    <w:uiPriority w:val="99"/>
    <w:rsid w:val="007C6819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7C6819"/>
    <w:rPr>
      <w:rFonts w:cs="Times New Roman"/>
    </w:rPr>
  </w:style>
  <w:style w:type="character" w:styleId="Hyperlink">
    <w:name w:val="Hyperlink"/>
    <w:basedOn w:val="DefaultParagraphFont"/>
    <w:uiPriority w:val="99"/>
    <w:rsid w:val="007C6819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7C6819"/>
    <w:rPr>
      <w:lang w:eastAsia="en-US"/>
    </w:rPr>
  </w:style>
  <w:style w:type="paragraph" w:styleId="Footer">
    <w:name w:val="footer"/>
    <w:basedOn w:val="Normal"/>
    <w:link w:val="FooterChar"/>
    <w:uiPriority w:val="99"/>
    <w:rsid w:val="007C68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C681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1%D1%82%D0%B8%D1%80%D0%BA%D0%B0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A0%D1%83%D1%81%D1%81%D0%BA%D0%B8%D0%B5" TargetMode="External"/><Relationship Id="rId12" Type="http://schemas.openxmlformats.org/officeDocument/2006/relationships/hyperlink" Target="https://ru.wikipedia.org/wiki/%D0%93%D0%BB%D0%B0%D0%B6%D0%B5%D0%BD%D0%B8%D0%B5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%D0%A1%D1%82%D0%B8%D1%80%D0%BA%D0%B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u.wikipedia.org/wiki/%D0%A0%D1%83%D1%81%D1%81%D0%BA%D0%B8%D0%B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3%D0%BB%D0%B0%D0%B6%D0%B5%D0%BD%D0%B8%D0%B5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59</TotalTime>
  <Pages>8</Pages>
  <Words>2070</Words>
  <Characters>11801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директор</cp:lastModifiedBy>
  <cp:revision>21</cp:revision>
  <dcterms:created xsi:type="dcterms:W3CDTF">2015-12-08T21:25:00Z</dcterms:created>
  <dcterms:modified xsi:type="dcterms:W3CDTF">2019-11-07T10:24:00Z</dcterms:modified>
</cp:coreProperties>
</file>